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391" w:rsidRDefault="009B2391" w:rsidP="009B239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2391" w:rsidRDefault="009B2391" w:rsidP="009B23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2391" w:rsidRDefault="009B2391" w:rsidP="009B23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2391" w:rsidRDefault="009B2391" w:rsidP="009B2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391" w:rsidRDefault="009B2391" w:rsidP="009B2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391" w:rsidRDefault="009B2391" w:rsidP="009B2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391" w:rsidRDefault="009B2391" w:rsidP="009B2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391" w:rsidRDefault="009B2391" w:rsidP="009B2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2391" w:rsidRDefault="009B2391" w:rsidP="009B239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2391" w:rsidRDefault="009B2391" w:rsidP="009B2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B2391" w:rsidRDefault="009B2391" w:rsidP="009B2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2391" w:rsidRDefault="009B2391" w:rsidP="009B2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391" w:rsidRDefault="009B2391" w:rsidP="009B2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B2391" w:rsidRDefault="009B2391" w:rsidP="009B2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2391" w:rsidRDefault="009B2391" w:rsidP="009B23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B2391" w:rsidRDefault="009B2391" w:rsidP="009B23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2391" w:rsidRDefault="009B2391" w:rsidP="009B23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№92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9B2391" w:rsidRPr="00EB4539" w:rsidRDefault="009B2391" w:rsidP="009B239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9B2391" w:rsidRPr="00EB4539" w:rsidRDefault="009B2391" w:rsidP="009B239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9B2391" w:rsidRPr="00EB4539" w:rsidRDefault="009B2391" w:rsidP="009B23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із землеустрою  щодо </w:t>
      </w:r>
    </w:p>
    <w:p w:rsidR="009B2391" w:rsidRPr="00EB4539" w:rsidRDefault="009B2391" w:rsidP="009B23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9B2391" w:rsidRPr="00EB4539" w:rsidRDefault="009B2391" w:rsidP="009B23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зі зміною цільового призначення</w:t>
      </w:r>
    </w:p>
    <w:p w:rsidR="009B2391" w:rsidRPr="00EB4539" w:rsidRDefault="009B2391" w:rsidP="009B23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Крупецькій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сільській раді</w:t>
      </w:r>
    </w:p>
    <w:p w:rsidR="009B2391" w:rsidRPr="00EB4539" w:rsidRDefault="009B2391" w:rsidP="009B23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9B2391" w:rsidRPr="00EB4539" w:rsidRDefault="009B2391" w:rsidP="009B23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20,186 Земельного кодексу України, Закону України «Про землеустрій»,  </w:t>
      </w:r>
      <w:r w:rsidRPr="00EB4539">
        <w:rPr>
          <w:rFonts w:ascii="Times New Roman" w:eastAsia="Calibri" w:hAnsi="Times New Roman" w:cs="Times New Roman"/>
          <w:sz w:val="24"/>
          <w:szCs w:val="24"/>
        </w:rPr>
        <w:t>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9B2391" w:rsidRPr="00994186" w:rsidRDefault="009B2391" w:rsidP="009B23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3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B2391" w:rsidRPr="00EB4539" w:rsidRDefault="009B2391" w:rsidP="009B23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Надати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Крупецькій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сільській раді, дозвіл на розробку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із землеустрою щодо відведення земельної ділянки для передачі у комунальну власність,  площею 0,2691, </w:t>
      </w:r>
      <w:r w:rsidRPr="00EB45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6823984700:04:010:0015, зі зміною цільового призначення</w:t>
      </w:r>
      <w:r w:rsidRPr="00EB453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18.00 землі загального користування (землі будь-якої категорії, які використовуються як майдани, вулиці, проїзди, шляхи, громадські пасовища, сіножаті, набережні, пляжі, парки, зелені зони, сквери, бульвари, водні об'єкти загального користування, а також інші землі, якщо рішенням відповідного органу державної влади чи місцевого самоврядування їх віднесено до земель загального користування) землі загального користування (землі будь-якої категорії, які використовуються як майдани, вулиці, проїзди, шляхи, громадські пасовища, сіножаті, набережні, пляжі, парки, зелені зони, сквери, бульвари, водні об'єкти загального користування, а також інші землі, якщо рішенням відповідного органу державної влади чи місцевого самоврядування їх віднесено до земель загального користування),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яка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розташована </w:t>
      </w:r>
      <w:r w:rsidRPr="00EB45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Хмельницька область, Шепетівський район,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Крупецька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сільська рад за межами с.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Потереба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.</w:t>
      </w:r>
    </w:p>
    <w:p w:rsidR="009B2391" w:rsidRPr="00EB4539" w:rsidRDefault="009B2391" w:rsidP="009B23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Крупецькій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сільській раді,  розробити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зі зміною цільового призначення та подати на розгляд сесії сільської ради.</w:t>
      </w:r>
    </w:p>
    <w:p w:rsidR="009B2391" w:rsidRPr="00EB4539" w:rsidRDefault="009B2391" w:rsidP="009B23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B2391" w:rsidRPr="00EB4539" w:rsidRDefault="009B2391" w:rsidP="009B23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B2391" w:rsidRDefault="009B2391" w:rsidP="009B23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2391" w:rsidRDefault="009B2391" w:rsidP="009B23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2391" w:rsidRPr="00EB4539" w:rsidRDefault="009B2391" w:rsidP="009B23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B2391" w:rsidRPr="00EB4539" w:rsidRDefault="009B2391" w:rsidP="009B239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CA4FF3" w:rsidRDefault="00CA4FF3"/>
    <w:sectPr w:rsidR="00CA4FF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391"/>
    <w:rsid w:val="009B2391"/>
    <w:rsid w:val="00CA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9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B239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239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B2391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39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B239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239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B2391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413</Words>
  <Characters>2358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2021-07-26T12:53:00Z</dcterms:created>
  <dcterms:modified xsi:type="dcterms:W3CDTF">2021-07-26T12:53:00Z</dcterms:modified>
</cp:coreProperties>
</file>