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Pr="0081108E" w:rsidRDefault="00BE11BB" w:rsidP="00BE11B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E11BB" w:rsidRPr="0081108E" w:rsidRDefault="00BE11BB" w:rsidP="00BE11B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E11BB" w:rsidRPr="0081108E" w:rsidRDefault="0012714A" w:rsidP="00BE11B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676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xe9XY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Ci33F71&#10;dgAAYFkEAA4AAAAAAAAAAAAAAAAALgIAAGRycy9lMm9Eb2MueG1sUEsBAi0AFAAGAAgAAAAhAJ7T&#10;ZG3dAAAABgEAAA8AAAAAAAAAAAAAAAAAT3kAAGRycy9kb3ducmV2LnhtbFBLBQYAAAAABAAEAPMA&#10;AABZeg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1F5b8A&#10;AADeAAAADwAAAGRycy9kb3ducmV2LnhtbERPSwrCMBDdC94hjOBOUxWsVKOIqLgQxN9+aMa22ExK&#10;E7Xe3giCu3m878wWjSnFk2pXWFYw6EcgiFOrC84UXM6b3gSE88gaS8uk4E0OFvN2a4aJti8+0vPk&#10;MxFC2CWoIPe+SqR0aU4GXd9WxIG72dqgD7DOpK7xFcJNKYdRNJYGCw4NOVa0yim9nx5GgR1td/tr&#10;NjyO1hx7Xh4mt2uzV6rbaZZTEJ4a/xf/3Dsd5kfjO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vUXl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jNMkA&#10;AADeAAAADwAAAGRycy9kb3ducmV2LnhtbESPQU/DMAyF70j8h8iTuEwshUMHZdmEJhUYB6QNJK5W&#10;Y5qyxqmSsJX9+vmAxM3We37v82I1+l4dKKYusIGbWQGKuAm249bAx3t9fQcqZWSLfWAy8EsJVsvL&#10;iwVWNhx5S4ddbpWEcKrQgMt5qLROjSOPaRYGYtG+QvSYZY2tthGPEu57fVsUpfbYsTQ4HGjtqNnv&#10;fryB7/rNfa7np6c4vd/SaVq/Pveb0piryfj4ACrTmP/Nf9cvVvCLci688o7MoJ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uZjN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irsUA&#10;AADeAAAADwAAAGRycy9kb3ducmV2LnhtbESP3YrCMBCF7wXfIYywN7KmrqBrNYrIKuJN8ecBhmZs&#10;is2kNFnbffuNIHg3wzlzvjPLdWcr8aDGl44VjEcJCOLc6ZILBdfL7vMbhA/IGivHpOCPPKxX/d4S&#10;U+1aPtHjHAoRQ9inqMCEUKdS+tyQRT9yNXHUbq6xGOLaFFI32MZwW8mvJJlKiyVHgsGatoby+/nX&#10;Rkg2wex4ay+7fYct/hwNDzcnpT4G3WYBIlAX3ubX9UHH+sl0Nof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WK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uLsYA&#10;AADeAAAADwAAAGRycy9kb3ducmV2LnhtbESPQUvEQAyF74L/YYjgzZ26aF3qzi6yKojgwVUQb6GT&#10;bYudzDATt/Xfm4PgLSEv771vvZ3DaI6UyxDZweWiAkPcRj9w5+D97fFiBaYIsscxMjn4oQLbzenJ&#10;GhsfJ36l4146oyZcGnTQi6TG2tL2FLAsYiLW2yHmgKJr7qzPOKl5GO2yqmobcGBN6DHRrqf2a/8d&#10;HLxMD+n5pr4+pM98tbTl3svHTpw7P5vvbsEIzfIv/vt+8lq/qlc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KuL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ej8YA&#10;AADeAAAADwAAAGRycy9kb3ducmV2LnhtbESP3WrCQBCF7wu+wzKCN0U3thAkuopILSU3wZ8HGLJj&#10;NpidDdltEt++WxC8m+GcOd+ZzW60jeip87VjBctFAoK4dLrmSsH1cpyvQPiArLFxTAoe5GG3nbxt&#10;MNNu4BP151CJGMI+QwUmhDaT0peGLPqFa4mjdnOdxRDXrpK6wyGG20Z+JEkqLdYcCQZbOhgq7+df&#10;GyHFJxb5bbgcv0cc8Cs3/L4/KTWbjvs1iEBjeJmf1z861k/S1RL+34kz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oej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yVwsQA&#10;AADeAAAADwAAAGRycy9kb3ducmV2LnhtbERPTUvDQBC9C/6HZQRvdmPQtMRuS2kVRPDQVhBvQ3aa&#10;BLOzy+7YxH/vCoK3ebzPWa4nN6gzxdR7NnA7K0ARN9723Bp4Oz7dLEAlQbY4eCYD35Rgvbq8WGJt&#10;/ch7Oh+kVTmEU40GOpFQa52ajhymmQ/EmTv56FAyjK22Eccc7gZdFkWlHfacGzoMtO2o+Tx8OQOv&#10;42N4mVf3p/AR70qddlbet2LM9dW0eQAlNMm/+M/9bPP8olq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Mlc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tsMQA&#10;AADeAAAADwAAAGRycy9kb3ducmV2LnhtbERP32vCMBB+H/g/hBN8kZlOUaQaZQphAwdjTvD1aM62&#10;2FxKEm333y/CYG/38f289ba3jbiTD7VjBS+TDARx4UzNpYLTt35egggR2WDjmBT8UIDtZvC0xty4&#10;jr/ofoylSCEcclRQxdjmUoaiIoth4lrixF2ctxgT9KU0HrsUbhs5zbKFtFhzaqiwpX1FxfV4swp2&#10;n1058+Ni17vD5e0819roD63UaNi/rkBE6uO/+M/9btL8bLGcweOdd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FLb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z/O8IA&#10;AADeAAAADwAAAGRycy9kb3ducmV2LnhtbERP3WrCMBS+F3yHcAa703TipFRjEUdhDG+mPsChOWu6&#10;NiclibV7+0UY7O58fL9nV062FyP50DpW8LLMQBDXTrfcKLheqkUOIkRkjb1jUvBDAcr9fLbDQrs7&#10;f9J4jo1IIRwKVGBiHAopQ23IYli6gThxX85bjAn6RmqP9xRue7nKso202HJqMDjQ0VDdnW9WQfWx&#10;Oo3dTfvKHaa1pVfznb8ZpZ6fpsMWRKQp/ov/3O86zc82+Roe76Qb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P87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AQX8QA&#10;AADeAAAADwAAAGRycy9kb3ducmV2LnhtbERP32vCMBB+H/g/hBN8GTOdQ5FqlCmEDRyMOcHXoznb&#10;YnMpSbTdf28EYW/38f285bq3jbiSD7VjBa/jDARx4UzNpYLDr36ZgwgR2WDjmBT8UYD1avC0xNy4&#10;jn/ouo+lSCEcclRQxdjmUoaiIoth7FrixJ2ctxgT9KU0HrsUbhs5ybKZtFhzaqiwpW1FxXl/sQo2&#10;31355p+LTe92p4/jVGujv7RSo2H/vgARqY//4of706T52Ww+hfs76Qa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EF/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E18IA&#10;AADeAAAADwAAAGRycy9kb3ducmV2LnhtbERP3WrCMBS+H/gO4QjezVRxpVSjiFKQsZu5PcChOTbV&#10;5qQksda3XwaD3Z2P7/dsdqPtxEA+tI4VLOYZCOLa6ZYbBd9f1WsBIkRkjZ1jUvCkALvt5GWDpXYP&#10;/qThHBuRQjiUqMDE2JdShtqQxTB3PXHiLs5bjAn6RmqPjxRuO7nMslxabDk1GOzpYKi+ne9WQfW+&#10;/Bhud+0rtx9Xlt7MtTgapWbTcb8GEWmM/+I/90mn+Vle5P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QsT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/pMEA&#10;AADeAAAADwAAAGRycy9kb3ducmV2LnhtbERPzYrCMBC+C/sOYYS9aaKrXalGkQVFj1YfYGhm22Iz&#10;6TZZW9/eCIK3+fh+Z7XpbS1u1PrKsYbJWIEgzp2puNBwOe9GCxA+IBusHZOGO3nYrD8GK0yN6/hE&#10;tywUIoawT1FDGUKTSunzkiz6sWuII/frWoshwraQpsUuhttaTpVKpMWKY0OJDf2UlF+zf6thdu/2&#10;f9n8qnbG0uT41Rw55HOtP4f9dgkiUB/e4pf7YOJ8lSy+4flOvEG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A/6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19ecUA&#10;AADeAAAADwAAAGRycy9kb3ducmV2LnhtbESPQYvCQAyF74L/YYiwN53qobhdRxFFkT251d1z6MS2&#10;bCdTOqPWf28OgreE9/Lel8Wqd426URdqzwamkwQUceFtzaWB82k3noMKEdli45kMPCjAajkcLDCz&#10;/s4/dMtjqSSEQ4YGqhjbTOtQVOQwTHxLLNrFdw6jrF2pbYd3CXeNniVJqh3WLA0VtrSpqPjPr87A&#10;Nf2bnfnybY/59rH/3O7WQf+WxnyM+vUXqEh9fJtf1wcr+Ek6F155R2b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XX15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5o/8UA&#10;AADeAAAADwAAAGRycy9kb3ducmV2LnhtbERPTWvCQBC9F/oflil4q5uqhJi6igqCelC07aG3aXaa&#10;RLOzMbtq/PddoeBtHu9zRpPWVOJCjSstK3jrRiCIM6tLzhV8fixeExDOI2usLJOCGzmYjJ+fRphq&#10;e+UdXfY+FyGEXYoKCu/rVEqXFWTQdW1NHLhf2xj0ATa51A1eQ7ipZC+KYmmw5NBQYE3zgrLj/mwU&#10;fG2TeLidrQaH9eYH+0afvnUZK9V5aafvIDy1/iH+dy91mB/FyRDu74Qb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mj/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AK8cA&#10;AADeAAAADwAAAGRycy9kb3ducmV2LnhtbESPS2/CQAyE70j9DytX4gYboIogZUF9qBRx4iVxtbJu&#10;EpH1RtkthP76+oDEzZbHM/PNl52r1YXaUHk2MBomoIhzbysuDBwPX4MpqBCRLdaeycCNAiwXT705&#10;ZtZfeUeXfSyUmHDI0EAZY5NpHfKSHIahb4jl9uNbh1HWttC2xauYu1qPkyTVDiuWhBIb+igpP+9/&#10;nYG/9ITb8D1+/5zYSLeX6cpvtitj+s/d2yuoSF18iO/fayv1k3QmAIIjM+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kwCv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EMHsIA&#10;AADeAAAADwAAAGRycy9kb3ducmV2LnhtbERPzYrCMBC+C/sOYYS9aaqo2GqURVzYm1r3AYZmNi02&#10;k9pE7fr0RhC8zcf3O8t1Z2txpdZXjhWMhgkI4sLpio2C3+P3YA7CB2SNtWNS8E8e1quP3hIz7W58&#10;oGsejIgh7DNUUIbQZFL6oiSLfuga4sj9udZiiLA1Urd4i+G2luMkmUmLFceGEhvalFSc8otVcHbj&#10;qe7yLe5O23RfGTM53w8TpT773dcCRKAuvMUv94+O85NZOoLnO/E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EQw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/0gsMA&#10;AADeAAAADwAAAGRycy9kb3ducmV2LnhtbERPyW7CMBC9I/EP1lTiBk5BpJBiUIuExJXl0OPUHpJA&#10;PA6xgcDX15WQuM3TW2e2aG0lrtT40rGC90ECglg7U3KuYL9b9ScgfEA2WDkmBXfysJh3OzPMjLvx&#10;hq7bkIsYwj5DBUUIdSal1wVZ9ANXE0fu4BqLIcIml6bBWwy3lRwmSSotlhwbCqxpWZA+bS9Wwbr8&#10;pXGqD1M7+dabn8c5jD6ORqneW/v1CSJQG17ip3tt4vwknQ7h/514g5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/0g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KozsUA&#10;AADeAAAADwAAAGRycy9kb3ducmV2LnhtbERP0WoCMRB8F/oPYQu+aaIFqadRVBAqVqG21Nflsr0c&#10;vWyOSzzPv2+Egm+zOzszO/Nl5yrRUhNKzxpGQwWCOPem5ELD1+d28AoiRGSDlWfScKMAy8VTb46Z&#10;8Vf+oPYUC5FMOGSowcZYZ1KG3JLDMPQ1ceJ+fOMwprEppGnwmsxdJcdKTaTDklOCxZo2lvLf08Vp&#10;aPF4U2e7Pkx35Xs+Pq6/9ybtdf+5W81AROri4/hf/WbS+2oyf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qj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vIMMA&#10;AADeAAAADwAAAGRycy9kb3ducmV2LnhtbERPTUvDQBC9C/0PyxS82U2DFI3dllKoeNToweOYnWZT&#10;szNhd9tEf70rCN7m8T5nvZ18ry4UYidsYLkoQBE3YjtuDby9Hm7uQMWEbLEXJgNfFGG7mV2tsbIy&#10;8gtd6tSqHMKxQgMupaHSOjaOPMaFDMSZO0rwmDIMrbYBxxzue10WxUp77Dg3OBxo76j5rM/ewPjY&#10;fJzK47t132GQQ/0sp7IXY67n0+4BVKIp/Yv/3E82zy9W9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bvI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JarMUA&#10;AADeAAAADwAAAGRycy9kb3ducmV2LnhtbERP22oCMRB9L/gPYQTfalbBS1ejWC8g0lK09X3cjLtr&#10;k8myibr9e1Mo9G0O5zrTeWONuFHtS8cKet0EBHHmdMm5gq/PzfMYhA/IGo1jUvBDHuaz1tMUU+3u&#10;vKfbIeQihrBPUUERQpVK6bOCLPquq4gjd3a1xRBhnUtd4z2GWyP7STKUFkuODQVWtCwo+z5crYLN&#10;x8pc+u/7xVGG5Xp0MuPd6+pNqU67WUxABGrCv/jPvdVxfjJ8GcDvO/EG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lq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ZT8UA&#10;AADeAAAADwAAAGRycy9kb3ducmV2LnhtbERPTWvCQBC9C/6HZYRepG5qMdiYVaQgWqigtuB1kh2T&#10;YHY2ZLcx/ffdguBtHu9z0lVvatFR6yrLCl4mEQji3OqKCwXfX5vnOQjnkTXWlknBLzlYLYeDFBNt&#10;b3yk7uQLEULYJaig9L5JpHR5SQbdxDbEgbvY1qAPsC2kbvEWwk0tp1EUS4MVh4YSG3ovKb+efoyC&#10;7vCZFbvONR/X+djNXrPtdq/PSj2N+vUChKfeP8R3906H+VH8FsP/O+EG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hl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CycUA&#10;AADeAAAADwAAAGRycy9kb3ducmV2LnhtbERPTWsCMRC9C/0PYYTeNFFaq6tRaqHQi1CtB72Nm3F3&#10;cTPZJqmu/npTKPQ2j/c5s0Vra3EmHyrHGgZ9BYI4d6biQsP26703BhEissHaMWm4UoDF/KEzw8y4&#10;C6/pvImFSCEcMtRQxthkUoa8JIuh7xrixB2dtxgT9IU0Hi8p3NZyqNRIWqw4NZTY0FtJ+WnzYzUs&#10;J+Pl9+cTr27rw572u8PpeeiV1o/d9nUKIlIb/8V/7g+T5qvR5AV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sLJxQAAAN4AAAAPAAAAAAAAAAAAAAAAAJgCAABkcnMv&#10;ZG93bnJldi54bWxQSwUGAAAAAAQABAD1AAAAigMAAAAA&#10;" fillcolor="black" stroked="f"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pYu8kA&#10;AADeAAAADwAAAGRycy9kb3ducmV2LnhtbESPT2/CMAzF75P2HSJP4gbpkFZBR0Bjf6RJgwNshx29&#10;xmujNk7VBCh8+vmAtJut9/zez4vV4Ft1pD66wAbuJxko4jJYx5WBr8+38QxUTMgW28Bk4EwRVsvb&#10;mwUWNpx4R8d9qpSEcCzQQJ1SV2gdy5o8xknoiEX7Db3HJGtfadvjScJ9q6dZlmuPjqWhxo6eayqb&#10;/cEb+P7I3WznaPqzuaxf7eahWW9fGmNGd8PTI6hEQ/o3X6/freBn+Vx45R2ZQS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hpYu8kAAADe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QEsQA&#10;AADeAAAADwAAAGRycy9kb3ducmV2LnhtbERPTWsCMRC9C/0PYQq91UQPolujiEXaSw+1Sq/DZtys&#10;u5lsk6irv74pFLzN433OfNm7VpwpxNqzhtFQgSAuvam50rD72jxPQcSEbLD1TBquFGG5eBjMsTD+&#10;wp903qZK5BCOBWqwKXWFlLG05DAOfUecuYMPDlOGoZIm4CWHu1aOlZpIhzXnBosdrS2VzfbkNITV&#10;92tz49O+UbePa3w79j9TtFo/PfarFxCJ+nQX/7vfTZ6vJrMZ/L2Tb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EkB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V3sYA&#10;AADeAAAADwAAAGRycy9kb3ducmV2LnhtbESPQUsDQQyF70L/w5CCF7Ez9mB17bSUgiBYhNb+gLgT&#10;dxdnMstObLf+enMQvCXk5b33LddjiuZEQ+kye7ibOTDEdQ4dNx6O78+3D2CKIAeMmcnDhQqsV5Or&#10;JVYhn3lPp4M0Rk24VOihFekra0vdUsIyyz2x3j7zkFB0HRobBjyreYp27ty9TdixJrTY07al+uvw&#10;nTzE+Ud8fF2UnVyOdud+kuxv3oL319Nx8wRGaJR/8d/3S9D6buEUQHF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V3sYAAADe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xH8QA&#10;AADeAAAADwAAAGRycy9kb3ducmV2LnhtbERPTWsCMRC9F/ofwhR6q4ke2rIaxVaEvfTgVvE6bsbN&#10;YjJZNqlu++tNQfA2j/c5s8XgnThTH9vAGsYjBYK4DqblRsP2e/3yDiImZIMuMGn4pQiL+ePDDAsT&#10;Lryhc5UakUM4FqjBptQVUsbaksc4Ch1x5o6h95gy7BtperzkcO/kRKlX6bHl3GCxo09L9an68RpW&#10;Vecm29J+xP3u63Bw5d+a9iutn5+G5RREoiHdxTd3afJ89abG8P9Ovk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48R/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/dXsEA&#10;AADeAAAADwAAAGRycy9kb3ducmV2LnhtbERPTYvCMBC9C/sfwix402Q96FKNIssKgidde/A2JGNb&#10;bSalydr6740geJvH+5zFqne1uFEbKs8avsYKBLHxtuJCw/FvM/oGESKyxdozabhTgNXyY7DAzPqO&#10;93Q7xEKkEA4ZaihjbDIpgynJYRj7hjhxZ986jAm2hbQtdinc1XKi1FQ6rDg1lNjQT0nmevh3Gi4b&#10;ufNGocmPebe1s9PvlGql9fCzX89BROrjW/xyb22ar2ZqAs930g1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v3V7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LosMA&#10;AADeAAAADwAAAGRycy9kb3ducmV2LnhtbERPTWsCMRC9C/6HMIXeNKmCldUoKgil0kO1iMdxM+4u&#10;u5ksSdTtv28Eobd5vM+ZLzvbiBv5UDnW8DZUIIhzZyouNPwctoMpiBCRDTaOScMvBVgu+r05Zsbd&#10;+Ztu+1iIFMIhQw1ljG0mZchLshiGriVO3MV5izFBX0jj8Z7CbSNHSk2kxYpTQ4ktbUrK6/3Vajhd&#10;d3z5Gn+u/DoeXXcI9eg8rbV+felWMxCRuvgvfro/TJqv3tUYHu+kG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uLosMAAADe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/GpMUA&#10;AADeAAAADwAAAGRycy9kb3ducmV2LnhtbERPTWsCMRC9C/0PYYTeNFHU2q1RakHwIlTbQ72Nm+nu&#10;4mayTVJd/fWNIPQ2j/c5s0Vra3EiHyrHGgZ9BYI4d6biQsPnx6o3BREissHaMWm4UIDF/KEzw8y4&#10;M2/ptIuFSCEcMtRQxthkUoa8JIuh7xrixH07bzEm6AtpPJ5TuK3lUKmJtFhxaiixobeS8uPu12pY&#10;Pk+XP+8j3ly3hz3tvw7H8dArrR+77esLiEht/Bff3WuT5qsnNYLbO+kG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8akxQAAAN4AAAAPAAAAAAAAAAAAAAAAAJgCAABkcnMv&#10;ZG93bnJldi54bWxQSwUGAAAAAAQABAD1AAAAigMAAAAA&#10;" fillcolor="black" stroked="f"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olcMA&#10;AADeAAAADwAAAGRycy9kb3ducmV2LnhtbERPS0sDMRC+C/0PYQrebGLFB2vTshSK4mlbFa/TzbhZ&#10;3EyWJKbrvzeC0Nt8fM9ZbSY3iEwh9p41XC8UCOLWm547DW+vu6sHEDEhGxw8k4YfirBZzy5WWBl/&#10;4j3lQ+pECeFYoQab0lhJGVtLDuPCj8SF+/TBYSowdNIEPJVwN8ilUnfSYc+lweJIW0vt1+HbacjH&#10;bVPf5I9s9y+h7oJvnt6PjdaX86l+BJFoSmfxv/vZlPnqXt3C3zvlB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Volc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uy68UA&#10;AADeAAAADwAAAGRycy9kb3ducmV2LnhtbERPTU8CMRC9m/AfmiHxJi0cFl0oxBA0ykVcSPA42Y7b&#10;jdvpZluXhV9vTUy8zcv7nOV6cI3oqQu1Zw3TiQJBXHpTc6XheHi6uwcRIrLBxjNpuFCA9Wp0s8Tc&#10;+DO/U1/ESqQQDjlqsDG2uZShtOQwTHxLnLhP3zmMCXaVNB2eU7hr5EypTDqsOTVYbGljqfwqvp2G&#10;MN1sTzt3feg/ni2/Fa8221dW69vx8LgAEWmI/+I/94tJ89VcZfD7Trp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+7Lr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E11BB" w:rsidRPr="0081108E" w:rsidRDefault="00BE11BB" w:rsidP="00BE11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E11BB" w:rsidRPr="0081108E" w:rsidRDefault="00BE11BB" w:rsidP="00BE11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E11BB" w:rsidRPr="0081108E" w:rsidRDefault="00BE11BB" w:rsidP="00BE11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E11BB" w:rsidRPr="0081108E" w:rsidRDefault="00BE11BB" w:rsidP="00BE11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E11BB" w:rsidRPr="0081108E" w:rsidRDefault="00BE11BB" w:rsidP="00BE11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BE11BB" w:rsidRPr="0081108E" w:rsidRDefault="00BE11BB" w:rsidP="00BE11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E11BB" w:rsidRPr="0081108E" w:rsidRDefault="00BE11BB" w:rsidP="00BE11B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E11BB" w:rsidRPr="0081108E" w:rsidRDefault="00BE11BB" w:rsidP="00BE11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E11BB" w:rsidRPr="0081108E" w:rsidRDefault="00BE11BB" w:rsidP="00BE11B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E11BB" w:rsidRPr="0081108E" w:rsidRDefault="00BE11BB" w:rsidP="00BE11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2714A">
        <w:rPr>
          <w:noProof/>
        </w:rPr>
        <w:pict>
          <v:group id="Группа 10707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9V4rXYAAHhZBAAOAAAAZHJzL2Uyb0RvYy54bWzsfW1uJjmS3n8DvsML/RygWsn8zkLXLGa6&#10;ugYGxvYA+/oAKklVEizpLUvqrlovFjDgI/givoGvsHsjP0EGmaQqIyKnumfQhtkDdGpaoUgyIsgk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vp/VeK12AAB4WQQADgAA&#10;AAAAAAAAAAAAAAAuAgAAZHJzL2Uyb0RvYy54bWxQSwECLQAUAAYACAAAACEA386QMOIAAAANAQAA&#10;DwAAAAAAAAAAAAAAAAAHeQAAZHJzL2Rvd25yZXYueG1sUEsFBgAAAAAEAAQA8wAAABZ6AAAAAA=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td8UA&#10;AADeAAAADwAAAGRycy9kb3ducmV2LnhtbESPT4vCMBDF7wt+hzCCtzVZBZVqFFlW8SAs/rsPzdiW&#10;bSaliVq/vXMQ9jbDe/PebxarztfqTm2sAlv4GhpQxHlwFRcWzqfN5wxUTMgO68Bk4UkRVsvexwIz&#10;Fx58oPsxFUpCOGZooUypybSOeUke4zA0xKJdQ+sxydoW2rX4kHBf65ExE+2xYmkosaHvkvK/481b&#10;COPtbn8pRofxD08Tr39n10u3t3bQ79ZzUIm69G9+X++c4JupEV55R2b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xa13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26T8YA&#10;AADeAAAADwAAAGRycy9kb3ducmV2LnhtbERPS2sCMRC+C/6HMIIXqUk9aN0aRYTtw0NBW+h12Ew3&#10;WzeTJUl1669vCoXe5uN7zmrTu1acKcTGs4bbqQJBXHnTcK3h7bW8uQMRE7LB1jNp+KYIm/VwsMLC&#10;+Asf6HxMtcghHAvUYFPqCiljZclhnPqOOHMfPjhMGYZamoCXHO5aOVNqLh02nBssdrSzVJ2OX07D&#10;Z/li33eL60OYLA90nZT7x/Z5rvV41G/vQSTq07/4z/1k8ny1UEv4fSff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26T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0hDsUA&#10;AADeAAAADwAAAGRycy9kb3ducmV2LnhtbESP3WrCQBCF7wu+wzIFb0rdqKCSuopIleKN+PMAQ3bM&#10;hmZnQ3Zr4tt3LgTvZphzzjdnue59re7UxiqwgfEoA0VcBFtxaeB62X0uQMWEbLEOTAYeFGG9Grwt&#10;Mbeh4xPdz6lUEsIxRwMupSbXOhaOPMZRaIjldgutxyRrW2rbYifhvtaTLJtpjxULwWFDW0fF7/nP&#10;C+Q4xePh1l12+x47/D44/ticjBm+95svUIn69BI/3T9W3s/mYykgdWQG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SE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Rr8QA&#10;AADeAAAADwAAAGRycy9kb3ducmV2LnhtbERPTUsDMRC9C/6HMEJvNrultmVtWqS2IIIHq1C8DZvp&#10;7uJmEpKxu/57Iwje5vE+Z70dXa8uFFPn2UA5LUAR19523Bh4fzvcrkAlQbbYeyYD35Rgu7m+WmNl&#10;/cCvdDlKo3IIpwoNtCKh0jrVLTlMUx+IM3f20aFkGBttIw453PV6VhQL7bDj3NBioF1L9efxyxl4&#10;Gfbhebm4O4ePOJ/p9GjltBNjJjfjwz0ooVH+xX/uJ5vnF8u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1ka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a4sYA&#10;AADeAAAADwAAAGRycy9kb3ducmV2LnhtbESPwWrDMBBE74H+g9hCL6GR40JTXCshlDgUX0KSfsBi&#10;rS1Ta2UsxXb/PioUettlZufN5rvZdmKkwbeOFaxXCQjiyumWGwVf1+L5DYQPyBo7x6Tghzzstg+L&#10;HDPtJj7TeAmNiCHsM1RgQugzKX1lyKJfuZ44arUbLIa4Do3UA04x3HYyTZJXabHlSDDY04eh6vty&#10;sxFyesFTWU/X4jjjhIfS8HJ/Vurpcd6/gwg0h3/z3/WnjvWTzTqF33fiDH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Ma4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qQ8UA&#10;AADeAAAADwAAAGRycy9kb3ducmV2LnhtbERPTUsDMRC9C/6HMIK3NtuqbVmbltIqiNCDVZDehs10&#10;d3EzCcnYXf+9EQre5vE+Z7keXKfOFFPr2cBkXIAirrxtuTbw8f48WoBKgmyx80wGfijBenV9tcTS&#10;+p7f6HyQWuUQTiUaaERCqXWqGnKYxj4QZ+7ko0PJMNbaRuxzuOv0tChm2mHLuaHBQNuGqq/DtzOw&#10;75/C63z2cArHeD/VaWflcyvG3N4Mm0dQQoP8iy/uF5vnF/PJH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66p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v3sUA&#10;AADeAAAADwAAAGRycy9kb3ducmV2LnhtbERP32vCMBB+H/g/hBN8GZq6zU2qUeYgbKAg04GvR3O2&#10;xeZSkmi7/34ZDPZ2H9/PW65724gb+VA7VjCdZCCIC2dqLhV8HfV4DiJEZIONY1LwTQHWq8HdEnPj&#10;Ov6k2yGWIoVwyFFBFWObSxmKiiyGiWuJE3d23mJM0JfSeOxSuG3kQ5Y9S4s1p4YKW3qrqLgcrlbB&#10;Zt+Vj/6+2PRue34/zbQ2eqeVGg371wWISH38F/+5P0yan71Mn+D3nXSD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y/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AusIA&#10;AADeAAAADwAAAGRycy9kb3ducmV2LnhtbERP3WrCMBS+F/YO4Qy801RRJ9UoohSG7MZuD3Bozppq&#10;c1KSWLu3N4PB7s7H93u2+8G2oicfGscKZtMMBHHldMO1gq/PYrIGESKyxtYxKfihAPvdy2iLuXYP&#10;vlBfxlqkEA45KjAxdrmUoTJkMUxdR5y4b+ctxgR9LbXHRwq3rZxn2UpabDg1GOzoaKi6lXeroDjP&#10;P/rbXfvCHYaFpaW5rk9GqfHrcNiAiDTEf/Gf+12n+dnbbAm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e8C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kUMsUA&#10;AADeAAAADwAAAGRycy9kb3ducmV2LnhtbERP32vCMBB+H+x/CDfwZWjqhjqqUeYgTFAQdeDr0Zxt&#10;WXMpSbTdf78Ig73dx/fzFqveNuJGPtSOFYxHGQjiwpmaSwVfJz18AxEissHGMSn4oQCr5ePDAnPj&#10;Oj7Q7RhLkUI45KigirHNpQxFRRbDyLXEibs4bzEm6EtpPHYp3DbyJcum0mLNqaHClj4qKr6PV6tg&#10;ve/KV/9crHu3vXyeJ1obvdNKDZ769zmISH38F/+5NybNz2bjK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mRQ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7VsIA&#10;AADeAAAADwAAAGRycy9kb3ducmV2LnhtbERP3WrCMBS+F/YO4Qjeaaq4KZ1RZFKQsZtVH+DQnDXV&#10;5qQksda3N4PB7s7H93s2u8G2oicfGscK5rMMBHHldMO1gvOpmK5BhIissXVMCh4UYLd9GW0w1+7O&#10;39SXsRYphEOOCkyMXS5lqAxZDDPXESfux3mLMUFfS+3xnsJtKxdZ9iYtNpwaDHb0Yai6ljeroPhc&#10;fPXXm/aF2w9LS6/msj4YpSbjYf8OItIQ/8V/7qNO87PVfAW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5ft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xzMQA&#10;AADeAAAADwAAAGRycy9kb3ducmV2LnhtbESPQW/CMAyF75P2HyJP2m0kHYNNhYAQEhMcV/gBVmPa&#10;isYpTUbLv8eHSbvZes/vfV6uR9+qG/WxCWwhmxhQxGVwDVcWTsfd2xeomJAdtoHJwp0irFfPT0vM&#10;XRj4h25FqpSEcMzRQp1Sl2sdy5o8xknoiEU7h95jkrWvtOtxkHDf6ndj5tpjw9JQY0fbmspL8est&#10;fNyH72sxu5id85Qdpt2BUzmz9vVl3CxAJRrTv/nveu8E33xmwivvyAx6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08c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C+MQA&#10;AADeAAAADwAAAGRycy9kb3ducmV2LnhtbERPS2vCQBC+F/wPywi9NRs9pDVmFVEspSebpp6H7OSB&#10;2dmQXWP8912h0Nt8fM/JtpPpxEiDay0rWEQxCOLS6pZrBcX38eUNhPPIGjvLpOBODrab2VOGqbY3&#10;/qIx97UIIexSVNB436dSurIhgy6yPXHgKjsY9AEOtdQD3kK46eQyjhNpsOXQ0GBP+4bKS341Cq7J&#10;eVlw9alP+eH+vjocd07+1Eo9z6fdGoSnyf+L/9wfOsyPXxcreLwTbp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6Qv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RxckA&#10;AADeAAAADwAAAGRycy9kb3ducmV2LnhtbESPQU/CQBCF7yb8h82QcJMtaCpUFgImJsJBIuLB29gd&#10;2kJ3tnRXqP/eOZh4m8m8ee99s0XnanWhNlSeDYyGCSji3NuKCwP79+fbCagQkS3WnsnADwVYzHs3&#10;M8ysv/IbXXaxUGLCIUMDZYxNpnXIS3IYhr4hltvBtw6jrG2hbYtXMXe1HidJqh1WLAklNvRUUn7a&#10;fTsDH9tJOt2u1vfHzesX3jl7/rRVasyg3y0fQUXq4r/47/vFSv3kYSwAgiMz6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MORx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ajysQA&#10;AADeAAAADwAAAGRycy9kb3ducmV2LnhtbERPTWvCQBC9C/6HZYTedGMsNkRXsZWmxZNNC70O2TEJ&#10;ZmdDdmtif70rFHqbx/uc9XYwjbhQ52rLCuazCARxYXXNpYKvz9dpAsJ5ZI2NZVJwJQfbzXi0xlTb&#10;nj/okvtShBB2KSqovG9TKV1RkUE3sy1x4E62M+gD7EqpO+xDuGlkHEVLabDm0FBhSy8VFef8xyj4&#10;XX7j0b3Fz/uF9nR9TDJ7OGZKPUyG3QqEp8H/i//c7zrMj57iOdzfCT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2o8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1UE8QA&#10;AADeAAAADwAAAGRycy9kb3ducmV2LnhtbERPzWrCQBC+F3yHZQRvzcZgq6ZZRYpCb61pH2DITjch&#10;2dmY3Wr06buFgrf5+H6n2I62E2cafONYwTxJQRBXTjdsFHx9Hh5XIHxA1tg5JgVX8rDdTB4KzLW7&#10;8JHOZTAihrDPUUEdQp9L6auaLPrE9cSR+3aDxRDhYKQe8BLDbSezNH2WFhuODTX29FpT1ZY/VsHJ&#10;ZU96LPf43u7XH40xi9PtuFBqNh13LyACjeEu/ne/6Tg/XWYZ/L0Tb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dVB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XY8MA&#10;AADeAAAADwAAAGRycy9kb3ducmV2LnhtbERPS4vCMBC+L/gfwgje1lRlfVSjuILg1cfB45iMbbWZ&#10;1CardX+9ERb2Nh/fc2aLxpbiTrUvHCvodRMQxNqZgjMFh/36cwzCB2SDpWNS8CQPi3nrY4apcQ/e&#10;0n0XMhFD2KeoIA+hSqX0OieLvusq4sidXW0xRFhn0tT4iOG2lP0kGUqLBceGHCta5aSvux+rYFOc&#10;6GuozxM7/tbb4+8tDEYXo1Sn3SynIAI14V/8596YOD8Z9Qfwfife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2XY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2wMYA&#10;AADeAAAADwAAAGRycy9kb3ducmV2LnhtbERPXWsCMRB8L/gfwgp9q0mP0urVKFootGgFP7Cvy2V7&#10;Obxsjkt6nv/eCIW+ze7szOxM572rRUdtqDxreBwpEMSFNxWXGg7794cxiBCRDdaeScOFAsxng7sp&#10;5safeUvdLpYimXDIUYONscmlDIUlh2HkG+LE/fjWYUxjW0rT4jmZu1pmSj1LhxWnBIsNvVkqTrtf&#10;p6HDzUV92+XX5LNaF9lmeVyZtNf3w37xCiJSH/+P/9QfJr2vXrIn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X2w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MwcMA&#10;AADeAAAADwAAAGRycy9kb3ducmV2LnhtbERPS0vDQBC+C/0PyxS82U0DPojdllKoeNTYg8cxO82m&#10;zc6E3bWJ/npXELzNx/ec1WbyvbpQiJ2wgeWiAEXciO24NXB42988gIoJ2WIvTAa+KMJmPbtaYWVl&#10;5Fe61KlVOYRjhQZcSkOldWwceYwLGYgzd5TgMWUYWm0Djjnc97osijvtsePc4HCgnaPmXH96A+NT&#10;83Eqj+/WfYdB9vWLnMpejLmeT9tHUImm9C/+cz/bPL+4L2/h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SMw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4CocQA&#10;AADeAAAADwAAAGRycy9kb3ducmV2LnhtbERPS2sCMRC+F/wPYYTearZ7UFmNYn1AKRbxdR834+5q&#10;Mlk2qa7/vikUvM3H95zxtLVG3KjxlWMF770EBHHudMWFgsN+9TYE4QOyRuOYFDzIw3TSeRljpt2d&#10;t3TbhULEEPYZKihDqDMpfV6SRd9zNXHkzq6xGCJsCqkbvMdwa2SaJH1pseLYUGJN85Ly6+7HKlht&#10;FuaSfm9nRxnmy8HJDL8+FmulXrvtbAQiUBue4n/3p47zk0Hah7934g1y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OAq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R6rsQA&#10;AADeAAAADwAAAGRycy9kb3ducmV2LnhtbERPTYvCMBC9L/gfwgheZE1VVqUaRQRRQcF1F7yOzdgW&#10;m0lpYq3/3iwIe5vH+5zZojGFqKlyuWUF/V4EgjixOudUwe/P+nMCwnlkjYVlUvAkB4t562OGsbYP&#10;/qb65FMRQtjFqCDzvoyldElGBl3PlsSBu9rKoA+wSqWu8BHCTSEHUTSSBnMODRmWtMoouZ3uRkF9&#10;3F/Sbe3K3W3SdV/Dy2Zz0GelOu1mOQXhqfH/4rd7q8P8aDwYw98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0eq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eQwcgA&#10;AADeAAAADwAAAGRycy9kb3ducmV2LnhtbESPQU/DMAyF70j8h8iTuLFkFbBRlk0MCYkLEhsc2M1r&#10;TFutcUoStsKvx4dJu9l6z+99ni8H36kDxdQGtjAZG1DEVXAt1xY+3p+vZ6BSRnbYBSYLv5Rgubi8&#10;mGPpwpHXdNjkWkkIpxItNDn3pdapashjGoeeWLSvED1mWWOtXcSjhPtOF8bcaY8tS0ODPT01VO03&#10;P97C6n62+n674de/9W5L28/d/raIxtqr0fD4ACrTkM/m0/WLE3wzLYRX3pEZ9O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h5DByAAAAN4AAAAPAAAAAAAAAAAAAAAAAJgCAABk&#10;cnMvZG93bnJldi54bWxQSwUGAAAAAAQABAD1AAAAjQMAAAAA&#10;" fillcolor="black" stroked="f"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g7WsYA&#10;AADeAAAADwAAAGRycy9kb3ducmV2LnhtbERPS2vCQBC+F/wPyxS81U0DPhpdRdsKQu1B24PHaXaa&#10;LMnOhuxWo7++Kwje5uN7zmzR2VocqfXGsYLnQQKCOHfacKHg+2v9NAHhA7LG2jEpOJOHxbz3MMNM&#10;uxPv6LgPhYgh7DNUUIbQZFL6vCSLfuAa4sj9utZiiLAtpG7xFMNtLdMkGUmLhmNDiQ29lpRX+z+r&#10;4PAxMpOdofRne1m96+2wWn2+VUr1H7vlFESgLtzFN/dGx/nJOH2B6zvxBj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g7Ws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pKMcA&#10;AADeAAAADwAAAGRycy9kb3ducmV2LnhtbESPQU/DMAyF70j8h8hI3FgCSDCVZdM0NI0LBwaIq9WY&#10;prRxuiTbuv16fEDiZsvP771vthhDrw6UchvZwu3EgCKuo2u5sfDxvr6ZgsoF2WEfmSycKMNifnkx&#10;w8rFI7/RYVsaJSacK7TgSxkqrXPtKWCexIFYbt8xBSyypka7hEcxD72+M+ZBB2xZEjwOtPJUd9t9&#10;sJCWX8/dmfefnTm/nvLmZ9xN0Vt7fTUun0AVGsu/+O/7xUl983gvAII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5aS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6+MQA&#10;AADeAAAADwAAAGRycy9kb3ducmV2LnhtbERP22oCMRB9F/oPYQp9kZpoobZbo4hQKCgFrR8w3Ux3&#10;lyaTZTPV1a9vBMG3OZzrzBZ98OpAXWoiWxiPDCjiMrqGKwv7r/fHF1BJkB36yGThRAkW87vBDAsX&#10;j7ylw04qlUM4FWihFmkLrVNZU8A0ii1x5n5iF1Ay7CrtOjzm8OD1xJhnHbDh3FBjS6uayt/dX7Dg&#10;J9/+dT1NGznt9cacg2yHn87ah/t++QZKqJeb+Or+cHm+mT6N4fJOvkH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Eevj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l1cQA&#10;AADeAAAADwAAAGRycy9kb3ducmV2LnhtbERPTWsCMRC9F/ofwgi9adYtaFmNYivCXjx0tXgdN+Nm&#10;MZksm1S3/fVNodDbPN7nLNeDs+JGfWg9K5hOMhDEtdctNwqOh934BUSIyBqtZ1LwRQHWq8eHJRba&#10;3/mdblVsRArhUKACE2NXSBlqQw7DxHfEibv43mFMsG+k7vGewp2VeZbNpMOWU4PBjt4M1dfq0ynY&#10;Vp3Nj6V5DaeP/flsy+8dnbZKPY2GzQJEpCH+i//cpU7zs/lz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GpdX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+yeMMA&#10;AADeAAAADwAAAGRycy9kb3ducmV2LnhtbERPTWvCQBC9F/wPywi9NbtWiBKzSpEKgqemevA27E6T&#10;tNnZkN2a+O+7hUJv83ifU+4m14kbDaH1rGGRKRDExtuWaw3n98PTGkSIyBY7z6ThTgF229lDiYX1&#10;I7/RrYq1SCEcCtTQxNgXUgbTkMOQ+Z44cR9+cBgTHGppBxxTuOvks1K5dNhyamiwp31D5qv6dho+&#10;D/LkjUJzOV/Go11dX3PqlNaP8+llAyLSFP/Ff+6jTfPVarmE33fSD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+ye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7Za8UA&#10;AADeAAAADwAAAGRycy9kb3ducmV2LnhtbERPS2sCMRC+C/0PYQq91Wy1WFnNii0USosH1yIex83s&#10;g91MliTq+u9NoeBtPr7nLFeD6cSZnG8sK3gZJyCIC6sbrhT87j6f5yB8QNbYWSYFV/Kwyh5GS0y1&#10;vfCWznmoRAxhn6KCOoQ+ldIXNRn0Y9sTR660zmCI0FVSO7zEcNPJSZLMpMGGY0ONPX3UVLT5ySg4&#10;nH643Ey/1+497O2w8+3kOG+Venoc1gsQgYZwF/+7v3Scn7xNX+HvnXiD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tlrxQAAAN4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+pgsYA&#10;AADeAAAADwAAAGRycy9kb3ducmV2LnhtbERPTU8CMRC9k/gfmjHxBq0oiCuFCAmJFxJBD3IbtuPu&#10;hu10bQss/HpKYsJtXt7njKetrcWBfKgca3jsKRDEuTMVFxq+vxbdEYgQkQ3WjknDiQJMJ3edMWbG&#10;HXlFh3UsRArhkKGGMsYmkzLkJVkMPdcQJ+7XeYsxQV9I4/GYwm0t+0oNpcWKU0OJDc1LynfrvdUw&#10;ex3N/j6feXlebTe0+dnuBn2vtH64b9/fQERq40387/4wab56eRrA9Z10g5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+pgsYAAADeAAAADwAAAAAAAAAAAAAAAACYAgAAZHJz&#10;L2Rvd25yZXYueG1sUEsFBgAAAAAEAAQA9QAAAIsDAAAAAA==&#10;" fillcolor="black" stroked="f"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s8X8QA&#10;AADeAAAADwAAAGRycy9kb3ducmV2LnhtbERPS0sDMRC+C/6HMII3m9VCK2vTshTE4mn7EK/TzbhZ&#10;3EyWJE3Xf28Khd7m43vOYjXaXiTyoXOs4HlSgCBunO64VXDYvz+9gggRWWPvmBT8UYDV8v5ugaV2&#10;Z95S2sVW5BAOJSowMQ6llKExZDFM3ECcuR/nLcYMfSu1x3MOt718KYqZtNhxbjA40NpQ87s7WQXp&#10;uK6rafpOZvvpq9a7+uPrWCv1+DBWbyAijfEmvro3Os8v5tMZ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7PF/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dzcUA&#10;AADeAAAADwAAAGRycy9kb3ducmV2LnhtbERPTWvCQBC9F/oflil4qxsVtE1dRURL7cU2CnocstNs&#10;MDsbsmuM/nq3UOhtHu9zpvPOVqKlxpeOFQz6CQji3OmSCwX73fr5BYQPyBorx6TgSh7ms8eHKaba&#10;Xfib2iwUIoawT1GBCaFOpfS5IYu+72riyP24xmKIsCmkbvASw20lh0kylhZLjg0Ga1oayk/Z2Srw&#10;g+Xq8Glvr+3x3fA225jxV2GU6j11izcQgbrwL/5zf+g4P5mMJvD7TrxB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293N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E11BB" w:rsidRDefault="00BE11BB" w:rsidP="00BE11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E11BB" w:rsidRPr="0081108E" w:rsidRDefault="00BE11BB" w:rsidP="00BE11B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BE11BB" w:rsidRPr="0081108E" w:rsidRDefault="00BE11BB" w:rsidP="00BE11B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BE11BB" w:rsidRPr="0081108E" w:rsidRDefault="00BE11BB" w:rsidP="00BE11BB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BE11BB" w:rsidRPr="0081108E" w:rsidRDefault="00BE11BB" w:rsidP="00BE11BB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BE11BB" w:rsidRPr="0081108E" w:rsidRDefault="00BE11BB" w:rsidP="00BE11BB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BE11BB" w:rsidRDefault="00BE11BB" w:rsidP="00BE11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Швидкій Т.О.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Швидкої Т.О.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E11BB" w:rsidRPr="001920C6" w:rsidRDefault="00BE11BB" w:rsidP="00BE11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E11BB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Швидкій Тетяні  Олександрівні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12714A">
        <w:rPr>
          <w:rFonts w:ascii="Times New Roman" w:eastAsia="Calibri" w:hAnsi="Times New Roman" w:cs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1522</w:t>
      </w:r>
      <w:r w:rsidRPr="001920C6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рахунок земель запасу сільськогосподарського призначення (кадастровий номер 6823984000:03:018:0315),</w:t>
      </w:r>
      <w:r w:rsidRPr="001920C6">
        <w:rPr>
          <w:rFonts w:ascii="Times New Roman" w:eastAsia="Calibri" w:hAnsi="Times New Roman" w:cs="Times New Roman"/>
          <w:sz w:val="24"/>
        </w:rPr>
        <w:t xml:space="preserve">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межами населеного пункту села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Крупець.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Швидкій Т.О.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BE11BB" w:rsidRPr="001920C6" w:rsidRDefault="00BE11BB" w:rsidP="00BE11B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E11BB" w:rsidRPr="001920C6" w:rsidRDefault="00BE11BB" w:rsidP="00BE11B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0396" w:rsidRPr="00BE11BB" w:rsidRDefault="00BE11BB" w:rsidP="00BE11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4F0396" w:rsidRPr="00BE11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E11BB"/>
    <w:rsid w:val="0012714A"/>
    <w:rsid w:val="00171A2E"/>
    <w:rsid w:val="00304C90"/>
    <w:rsid w:val="004F0396"/>
    <w:rsid w:val="00505B6D"/>
    <w:rsid w:val="006D3977"/>
    <w:rsid w:val="007D6C18"/>
    <w:rsid w:val="00BE11B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2020-12-10T13:16:00Z</dcterms:created>
  <dcterms:modified xsi:type="dcterms:W3CDTF">2020-12-11T07:23:00Z</dcterms:modified>
</cp:coreProperties>
</file>