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83" w:rsidRPr="00FE4683" w:rsidRDefault="00FE4683" w:rsidP="00FE468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E4683" w:rsidRDefault="00FE4683" w:rsidP="00FE46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33689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E4683" w:rsidRDefault="00FE4683" w:rsidP="00FE4683"/>
    <w:p w:rsidR="00FE4683" w:rsidRDefault="00FE4683" w:rsidP="00FE4683"/>
    <w:p w:rsidR="00FE4683" w:rsidRDefault="00FE4683" w:rsidP="00FE46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E4683" w:rsidRDefault="00FE4683" w:rsidP="00FE46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E4683" w:rsidRDefault="00FE4683" w:rsidP="00FE46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E4683" w:rsidRDefault="00FE4683" w:rsidP="00FE46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E4683" w:rsidRDefault="00FE4683" w:rsidP="00FE46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83" w:rsidRDefault="00FE4683" w:rsidP="00FE46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E4683" w:rsidRDefault="00FE4683" w:rsidP="00FE46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4683" w:rsidRDefault="00FE4683" w:rsidP="00FE46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E4683" w:rsidRDefault="00FE4683" w:rsidP="00FE468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FE4683" w:rsidRDefault="00FE4683" w:rsidP="00FE4683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FE4683" w:rsidRDefault="00FE4683" w:rsidP="00FE468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FE4683" w:rsidRDefault="00FE4683" w:rsidP="00FE468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FE4683" w:rsidRDefault="00FE4683" w:rsidP="00FE468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FE4683" w:rsidRDefault="00FE4683" w:rsidP="00FE468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FE4683" w:rsidRDefault="00FE4683" w:rsidP="00FE468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СФГ «Лан»</w:t>
      </w:r>
    </w:p>
    <w:p w:rsidR="00FE4683" w:rsidRDefault="00FE4683" w:rsidP="00FE468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FE4683" w:rsidRDefault="00FE4683" w:rsidP="00FE468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клопотання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СФГ «Лан»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FE4683" w:rsidRDefault="00FE4683" w:rsidP="00FE468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FE4683" w:rsidRDefault="00FE4683" w:rsidP="00FE468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1.Надати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селянському (фермерському) господарству «Лан»  дозвіл на розробку технічної документації із землеустрою щодо встановлення (відновлення) меж земельної ділянки в натурі (на місцевості), для ведення товарного сільськогосподарського виробництва з числа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невитребуваних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неуспадкованих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земельних часток (паїв), які розташовані на території Крупецької сільської ради за межами населеного пункту села Крупець.</w:t>
      </w:r>
      <w:proofErr w:type="gramEnd"/>
    </w:p>
    <w:p w:rsidR="00FE4683" w:rsidRDefault="00FE4683" w:rsidP="00FE468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СФГ «Лан»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FE4683" w:rsidRDefault="00FE4683" w:rsidP="00FE468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E4683" w:rsidRPr="00FE4683" w:rsidRDefault="00FE4683" w:rsidP="00FE468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D1B66" w:rsidRPr="00FE4683" w:rsidRDefault="00FE4683" w:rsidP="00FE468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  голова                                                                                            В.А.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Михалюк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sectPr w:rsidR="004D1B66" w:rsidRPr="00FE4683" w:rsidSect="00FE4683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E4683"/>
    <w:rsid w:val="00171A2E"/>
    <w:rsid w:val="00304C90"/>
    <w:rsid w:val="004D1B66"/>
    <w:rsid w:val="00505B6D"/>
    <w:rsid w:val="006D3977"/>
    <w:rsid w:val="007D6C18"/>
    <w:rsid w:val="00D1641A"/>
    <w:rsid w:val="00FE4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8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248</Words>
  <Characters>1414</Characters>
  <Application>Microsoft Office Word</Application>
  <DocSecurity>0</DocSecurity>
  <Lines>11</Lines>
  <Paragraphs>3</Paragraphs>
  <ScaleCrop>false</ScaleCrop>
  <Company>Microsoft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2020-03-04T08:30:00Z</dcterms:created>
  <dcterms:modified xsi:type="dcterms:W3CDTF">2020-03-04T08:31:00Z</dcterms:modified>
</cp:coreProperties>
</file>