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0D" w:rsidRPr="00694EED" w:rsidRDefault="00533D0D" w:rsidP="00533D0D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533D0D" w:rsidRPr="00694EED" w:rsidRDefault="00533D0D" w:rsidP="0053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33D0D" w:rsidRPr="00694EED" w:rsidRDefault="00533D0D" w:rsidP="0053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65859E" wp14:editId="5FC3F4B5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174" name="Группа 16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1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0D" w:rsidRDefault="00533D0D" w:rsidP="00533D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74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1JTr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o964yF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XUlO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lmsYA&#10;AADeAAAADwAAAGRycy9kb3ducmV2LnhtbERPS2sCMRC+F/ofwhR6Ec3aw1q3RinC9nUQ3Apeh810&#10;s+1msiSpbv31piB4m4/vOYvVYDtxIB9axwqmkwwEce10y42C3Wc5fgQRIrLGzjEp+KMAq+XtzQIL&#10;7Y68pUMVG5FCOBSowMTYF1KG2pDFMHE9ceK+nLcYE/SN1B6PKdx28iHLcmmx5dRgsKe1ofqn+rUK&#10;vsuN2a9npxc/mm/pNCo/Xrv3XKn7u+H5CUSkIV7FF/ebTvPz6SyH/3fSD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tlm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kAMYA&#10;AADeAAAADwAAAGRycy9kb3ducmV2LnhtbESP3WrCQBCF74W+wzJCb6Ru0kKU1FWkaBFvgj8PMGTH&#10;bDA7G7Jrkr69Wyj0boZz5nxnVpvRNqKnzteOFaTzBARx6XTNlYLrZf+2BOEDssbGMSn4IQ+b9ctk&#10;hbl2A5+oP4dKxBD2OSowIbS5lL40ZNHPXUsctZvrLIa4dpXUHQ4x3DbyPUkyabHmSDDY0peh8n5+&#10;2AgpPrA43obL/nvEAXdHw7PtSanX6bj9BBFoDP/mv+uDjvWzdLGA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RkA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/lSMcA&#10;AADeAAAADwAAAGRycy9kb3ducmV2LnhtbESPT0sDMRDF70K/QxjBm8226Fa2TUupCiJ46B+Q3sJm&#10;uru4mYRk7K7f3jkI3mZ4b977zWoz+l5dMeUukIHZtACFVAfXUWPgdHy9fwKV2ZKzfSA08IMZNuvJ&#10;zcpWLgy0x+uBGyUhlCtroGWOlda5btHbPA0RSbRLSN6yrKnRLtlBwn2v50VRam87kobWRty1WH8d&#10;vr2Bj+Elvi/Kx0s8p4e5zs+OP3dszN3tuF2CYhz53/x3/eYEv5wthFfe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P5U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V6ccA&#10;AADeAAAADwAAAGRycy9kb3ducmV2LnhtbESPzWrDMBCE74W8g9hCLiWRk4LbOJFNCE0pvoT8PMBi&#10;bSxTa2UsNXbePioUettlZueb3RSjbcWNet84VrCYJyCIK6cbrhVczvvZOwgfkDW2jknBnTwU+eRp&#10;g5l2Ax/pdgq1iCHsM1RgQugyKX1lyKKfu444alfXWwxx7WupexxiuG3lMklSabHhSDDY0c5Q9X36&#10;sRFyeMVDeR3O+88RB/woDb9sj0pNn8ftGkSgMfyb/66/dKyfLt5W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HVe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ZaccA&#10;AADeAAAADwAAAGRycy9kb3ducmV2LnhtbESPQUsDMRCF70L/QxjBm8226LZsm5ZSFUTw0FaQ3sJm&#10;uru4mYRk7K7/3jkI3maYN++9b70dfa+umHIXyMBsWoBCqoPrqDHwcXq5X4LKbMnZPhAa+MEM283k&#10;Zm0rFwY64PXIjRITypU10DLHSutct+htnoaIJLdLSN6yrKnRLtlBzH2v50VRam87koTWRty3WH8d&#10;v72B9+E5vi3Kx0s8p4e5zk+OP/dszN3tuFuBYhz5X/z3/eqkfjlbCoDg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smW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UhG8QA&#10;AADeAAAADwAAAGRycy9kb3ducmV2LnhtbERP32vCMBB+H/g/hBN8GZp2MpHOKHMQFDYQdbDXoznb&#10;suZSkszW/94MBnu7j+/nrTaDbcWVfGgcK8hnGQji0pmGKwWfZz1dgggR2WDrmBTcKMBmPXpYYWFc&#10;z0e6nmIlUgiHAhXUMXaFlKGsyWKYuY44cRfnLcYEfSWNxz6F21Y+ZdlCWmw4NdTY0VtN5ffpxyrY&#10;Hvpq7h/L7eDeL7uvZ62N/tBKTcbD6wuISEP8F/+59ybNX+TL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lIR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1k8IA&#10;AADeAAAADwAAAGRycy9kb3ducmV2LnhtbERP3WrCMBS+H+wdwhnsbqYWldIZRTYKIrtR9wCH5thU&#10;m5OSxNq9vRkI3p2P7/cs16PtxEA+tI4VTCcZCOLa6ZYbBb/H6qMAESKyxs4xKfijAOvV68sSS+1u&#10;vKfhEBuRQjiUqMDE2JdShtqQxTBxPXHiTs5bjAn6RmqPtxRuO5ln2UJabDk1GOzpy1B9OVytgmqX&#10;/wyXq/aV24wzS3NzLr6NUu9v4+YTRKQxPsUP91an+YtpkcP/O+kG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/WT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sa98UA&#10;AADeAAAADwAAAGRycy9kb3ducmV2LnhtbERP22oCMRB9L/QfwhT6UjRrpSKrUaoQKlgQL+DrsBl3&#10;l24mSxLd7d8bodC3OZzrzJe9bcSNfKgdKxgNMxDEhTM1lwpORz2YgggR2WDjmBT8UoDl4vlpjrlx&#10;He/pdoilSCEcclRQxdjmUoaiIoth6FrixF2ctxgT9KU0HrsUbhv5nmUTabHm1FBhS+uKip/D1SpY&#10;7bpy7N+KVe+2l6/zh9ZGf2ulXl/6zxmISH38F/+5NybNn4ymY3i8k2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xr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LIfMIA&#10;AADeAAAADwAAAGRycy9kb3ducmV2LnhtbERPzYrCMBC+L/gOYRa8ramiUrpGEZfCIl509wGGZrbp&#10;2kxKEmt9eyMI3ubj+53VZrCt6MmHxrGC6SQDQVw53XCt4Pen/MhBhIissXVMCm4UYLMeva2w0O7K&#10;R+pPsRYphEOBCkyMXSFlqAxZDBPXESfuz3mLMUFfS+3xmsJtK2dZtpQWG04NBjvaGarOp4tVUO5n&#10;h/580b5022FuaWH+8y+j1Ph92H6CiDTEl/jp/tZp/nKaz+HxTr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osh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zD8IA&#10;AADeAAAADwAAAGRycy9kb3ducmV2LnhtbERPzWqDQBC+F/IOywR6a1aTGsS4kVIwNMeaPMDgTlTi&#10;zhp3E83bdwuF3ubj+528mE0vHjS6zrKCeBWBIK6t7rhRcD6VbykI55E19pZJwZMcFPvFS46ZthN/&#10;06PyjQgh7DJU0Ho/ZFK6uiWDbmUH4sBd7GjQBzg2Uo84hXDTy3UUbaXBjkNDiwN9tlRfq7tR8P6c&#10;DrcquUalNhQfN8ORfZ0o9bqcP3YgPM3+X/zn/tJh/jZOE/h9J9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IPM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718AA&#10;AADeAAAADwAAAGRycy9kb3ducmV2LnhtbERPy6rCMBDdC/5DGMGdproo3moUURRxpfWxHpqxLTaT&#10;0kStf28E4e7mcJ4zW7SmEk9qXGlZwWgYgSDOrC45V3A+bQYTEM4ja6wsk4I3OVjMu50ZJtq++EjP&#10;1OcihLBLUEHhfZ1I6bKCDLqhrYkDd7ONQR9gk0vd4CuEm0qOoyiWBksODQXWtCoou6cPo+ARX8dn&#10;vu31IV2/t3/rzdLJS65Uv9cupyA8tf5f/HPvdJgfjyYxfN8JN8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B71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NuUcYA&#10;AADeAAAADwAAAGRycy9kb3ducmV2LnhtbERPS2vCQBC+F/oflhG81Y0PYkxdpQqF6kHx0UNv0+yY&#10;pM3OptlV47/vCoXe5uN7znTemkpcqHGlZQX9XgSCOLO65FzB8fD6lIBwHlljZZkU3MjBfPb4MMVU&#10;2yvv6LL3uQgh7FJUUHhfp1K6rCCDrmdr4sCdbGPQB9jkUjd4DeGmkoMoiqXBkkNDgTUtC8q+92ej&#10;4H2bxJPtYjX6Wm8+cWj0z4cuY6W6nfblGYSn1v+L/9xvOsyP+8kY7u+E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Nu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tt8cA&#10;AADeAAAADwAAAGRycy9kb3ducmV2LnhtbESPT2vCQBDF70K/wzIFb7rRSgipq1RLVXryT6HXITtN&#10;QrOzIbvV6Kd3DgVvM7w37/1mvuxdo87Uhdqzgck4AUVceFtzaeDr9DHKQIWIbLHxTAauFGC5eBrM&#10;Mbf+wgc6H2OpJIRDjgaqGNtc61BU5DCMfUss2o/vHEZZu1LbDi8S7ho9TZJUO6xZGipsaV1R8Xv8&#10;cwZu6Tfuw3a6en+xka6zbOM/9xtjhs/92yuoSH18mP+vd1bw00kmvPKOzK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1bb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ChgsQA&#10;AADeAAAADwAAAGRycy9kb3ducmV2LnhtbERPzWrCQBC+F/oOyxS81Y0SRVNXKUXBm030AYbsuAlm&#10;Z2N2m8Q+fbdQ6G0+vt/Z7EbbiJ46XztWMJsmIIhLp2s2Ci7nw+sKhA/IGhvHpOBBHnbb56cNZtoN&#10;nFNfBCNiCPsMFVQhtJmUvqzIop+6ljhyV9dZDBF2RuoOhxhuGzlPkqW0WHNsqLClj4rKW/FlFdzd&#10;fKHHYo+n2379WRuT3r/zVKnJy/j+BiLQGP7Ff+6jjvOXs9Uaft+JN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oY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4KcYA&#10;AADeAAAADwAAAGRycy9kb3ducmV2LnhtbESPT2/CMAzF70h8h8iTdhspTCtQCIhNmsSVP4cdvcS0&#10;ZY1Tmgy6ffr5MImbLT+/937Lde8bdaUu1oENjEcZKGIbXM2lgePh/WkGKiZkh01gMvBDEdar4WCJ&#10;hQs33tF1n0olJhwLNFCl1BZaR1uRxzgKLbHcTqHzmGTtSu06vIm5b/Qky3LtsWZJqLClt4rs1/7b&#10;G9jWn/SS29Pcz17t7uP3kp6nZ2fM40O/WYBK1Ke7+P9766R+Pp4LgODID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/4K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kZcUA&#10;AADeAAAADwAAAGRycy9kb3ducmV2LnhtbERPXYvCMBB8P/A/hBV8O9P6IFqNosLBHXqCH+jr0qxN&#10;sdmUJlfrv78cHPg2u7MzszNfdrYSLTW+dKwgHSYgiHOnSy4UnE8f7xMQPiBrrByTgid5WC56b3PM&#10;tHvwgdpjKEQ0YZ+hAhNCnUnpc0MW/dDVxJG7ucZiiGNTSN3gI5rbSo6SZCwtlhwTDNa0MZTfjz9W&#10;QYv7Z3I16+/pV7nLR/v1ZavjXg363WoGIlAXXsf/6k8d3x+n0xT+6kQM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8qRl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liMMA&#10;AADeAAAADwAAAGRycy9kb3ducmV2LnhtbERPPU/DMBDdkfgP1iGxUacZKgh1q6pSK0YaGBiP+Bqn&#10;xHeR7Tahvx4jIbHd0/u85XryvbpQiJ2wgfmsAEXciO24NfD+tnt4BBUTssVemAx8U4T16vZmiZWV&#10;kQ90qVOrcgjHCg24lIZK69g48hhnMhBn7ijBY8owtNoGHHO473VZFAvtsePc4HCgraPmqz57A+O+&#10;+TyVxw/rrmGQXf0qp7IXY+7vps0zqERT+hf/uV9snr+YP5Xw+06+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3li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QBMUA&#10;AADeAAAADwAAAGRycy9kb3ducmV2LnhtbERP22oCMRB9F/oPYQp906wWrK5GsV6gFIt4ex83091t&#10;k8mySXX9eyMUfJvDuc542lgjzlT70rGCbicBQZw5XXKu4LBftQcgfEDWaByTgit5mE6eWmNMtbvw&#10;ls67kIsYwj5FBUUIVSqlzwqy6DuuIo7ct6sthgjrXOoaLzHcGtlLkr60WHJsKLCieUHZ7+7PKlht&#10;Fuan97WdHWWYL99OZvD5vlgr9fLczEYgAjXhIf53f+g4v98dvsL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VA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YV5MUA&#10;AADeAAAADwAAAGRycy9kb3ducmV2LnhtbERP22rCQBB9F/yHZQRfpG68BU1dpRRECy1YW/B1zE6T&#10;YHY2ZNcY/74rCL7N4VxnuW5NKRqqXWFZwWgYgSBOrS44U/D7s3mZg3AeWWNpmRTcyMF61e0sMdH2&#10;yt/UHHwmQgi7BBXk3leJlC7NyaAb2oo4cH+2NugDrDOpa7yGcFPKcRTF0mDBoSHHit5zSs+Hi1HQ&#10;7D9P2a5x1cd5PnCzyWm7/dJHpfq99u0VhKfWP8UP906H+fFoMYX7O+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hXk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D0D" w:rsidRDefault="00533D0D" w:rsidP="00533D0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bOYsYA&#10;AADeAAAADwAAAGRycy9kb3ducmV2LnhtbERPS2sCMRC+F/ofwhS8dbOKiq5G0UKhl4KPHupt3Iy7&#10;i5vJmqS69dcbQfA2H99zpvPW1OJMzleWFXSTFARxbnXFhYKf7ef7CIQPyBpry6TgnzzMZ68vU8y0&#10;vfCazptQiBjCPkMFZQhNJqXPSzLoE9sQR+5gncEQoSukdniJ4aaWvTQdSoMVx4YSG/ooKT9u/oyC&#10;5Xi0PK36/H1d73e0+90fBz2XKtV5axcTEIHa8BQ/3F86zh92xwO4vxNv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bOYsYAAADeAAAADwAAAAAAAAAAAAAAAACYAgAAZHJz&#10;L2Rvd25yZXYueG1sUEsFBgAAAAAEAAQA9QAAAIsDAAAAAA==&#10;" fillcolor="black" stroked="f">
                  <v:textbox>
                    <w:txbxContent>
                      <w:p w:rsidR="00533D0D" w:rsidRDefault="00533D0D" w:rsidP="00533D0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eFcYA&#10;AADeAAAADwAAAGRycy9kb3ducmV2LnhtbERPS2vCQBC+C/6HZYTedKNg0Ogq9VEoaA9qDz2O2Wmy&#10;JDsbsltN++u7QqG3+fies1x3thY3ar1xrGA8SkAQ504bLhS8X16GMxA+IGusHZOCb/KwXvV7S8y0&#10;u/OJbudQiBjCPkMFZQhNJqXPS7LoR64hjtynay2GCNtC6hbvMdzWcpIkqbRoODaU2NC2pLw6f1kF&#10;H4fUzE6GJtfjz2avj9Nq87arlHoadM8LEIG68C/+c7/qOD8dz1N4vBNv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deF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mWvMQA&#10;AADeAAAADwAAAGRycy9kb3ducmV2LnhtbERPO2/CMBDekfofrKvUDRw6UEgxCBVVZWHgUXU9xdc4&#10;TXwOtoHAr6+RkNju0/e86byzjTiRD5VjBcNBBoK4cLriUsF+99kfgwgRWWPjmBRcKMB89tSbYq7d&#10;mTd02sZSpBAOOSowMba5lKEwZDEMXEucuF/nLcYEfSm1x3MKt418zbKRtFhxajDY0oehot4erQK/&#10;+FnWVz5+19l1fQlff91hjEapl+du8Q4iUhcf4rt7pdP80XDyBrd30g1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lr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0hccA&#10;AADeAAAADwAAAGRycy9kb3ducmV2LnhtbESPQWsCQQyF7wX/w5BCL0Vn9WDr6ihSKBQqBa0/IO7E&#10;3aUzmWUn1bW/vjkUekt4L+99WW2GGMyF+twmdjCdFGCIq+Rbrh0cP1/Hz2CyIHsMicnBjTJs1qO7&#10;FZY+XXlPl4PURkM4l+igEelKa3PVUMQ8SR2xaufURxRd+9r6Hq8aHoOdFcXcRmxZGxrs6KWh6uvw&#10;HR2E2Sks3p/yTm5Huyt+ouwfP7xzD/fDdglGaJB/89/1m1f8+XShvPqOz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HtIX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tQRMQA&#10;AADeAAAADwAAAGRycy9kb3ducmV2LnhtbERPTWsCMRC9F/ofwhS81aweRLdGsRVhLz24VbyOm+lm&#10;MZksm6hbf70RhN7m8T5nvuydFRfqQuNZwWiYgSCuvG64VrD72bxPQYSIrNF6JgV/FGC5eH2ZY679&#10;lbd0KWMtUgiHHBWYGNtcylAZchiGviVO3K/vHMYEu1rqDq8p3Fk5zrKJdNhwajDY0peh6lSenYJ1&#10;2drxrjCf4bD/Ph5tcdvQYa3U4K1ffYCI1Md/8dNd6DR/MprN4PF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bUE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u/FMMA&#10;AADeAAAADwAAAGRycy9kb3ducmV2LnhtbESPQYvCMBCF7wv+hzCCtzXRQ3fpGkVEQfCkq4e9DcnY&#10;VptJaaKt/94sCN5meO9982a26F0t7tSGyrOGyViBIDbeVlxoOP5uPr9BhIhssfZMGh4UYDEffMww&#10;t77jPd0PsRAJwiFHDWWMTS5lMCU5DGPfECft7FuHMa1tIW2LXYK7Wk6VyqTDitOFEhtalWSuh5vT&#10;cNnInTcKzel46rb262+dUa20Hg375Q+ISH18m1/prU31s8SE/3fSDH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u/F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/p6MMA&#10;AADeAAAADwAAAGRycy9kb3ducmV2LnhtbERPS4vCMBC+C/6HMMLeNLULIl2j6MKCuHjwgexxbMa2&#10;tJmUJGr33xtB8DYf33Nmi8404kbOV5YVjEcJCOLc6ooLBcfDz3AKwgdkjY1lUvBPHhbzfm+GmbZ3&#10;3tFtHwoRQ9hnqKAMoc2k9HlJBv3ItsSRu1hnMEToCqkd3mO4aWSaJBNpsOLYUGJL3yXl9f5qFPxd&#10;f/my/dws3SqcbHfwdXqe1kp9DLrlF4hAXXiLX+61jvMnaTKG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/p6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3D0D" w:rsidRDefault="00533D0D" w:rsidP="00533D0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Ci7cUA&#10;AADeAAAADwAAAGRycy9kb3ducmV2LnhtbERPS2sCMRC+C/6HMIXeNOlSxW6NokKhl0J9HOpt3Ex3&#10;FzeTNUl17a9vCoK3+fieM513thFn8qF2rOFpqEAQF87UXGrYbd8GExAhIhtsHJOGKwWYz/q9KebG&#10;XXhN500sRQrhkKOGKsY2lzIUFVkMQ9cSJ+7beYsxQV9K4/GSwm0jM6XG0mLNqaHCllYVFcfNj9Ww&#10;fJksT5/P/PG7Puxp/3U4jjKvtH586BavICJ18S6+ud9Nmj/OVAb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KLtxQAAAN4AAAAPAAAAAAAAAAAAAAAAAJgCAABkcnMv&#10;ZG93bnJldi54bWxQSwUGAAAAAAQABAD1AAAAigMAAAAA&#10;" fillcolor="black" stroked="f">
                  <v:textbox>
                    <w:txbxContent>
                      <w:p w:rsidR="00533D0D" w:rsidRDefault="00533D0D" w:rsidP="00533D0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oM3MMA&#10;AADeAAAADwAAAGRycy9kb3ducmV2LnhtbERPTWsCMRC9C/0PYQq9abYKUrZGWYRi6Wm1Lb2Om3Gz&#10;uJksSYzbf2+EQm/zeJ+z2oy2F4l86BwreJ4VIIgbpztuFXx9vk1fQISIrLF3TAp+KcBm/TBZYand&#10;lfeUDrEVOYRDiQpMjEMpZWgMWQwzNxBn7uS8xZihb6X2eM3htpfzolhKix3nBoMDbQ0158PFKkjH&#10;bV0t0k8y+w9ftd7Vu+9jrdTT41i9gog0xn/xn/td5/nLebGA+zv5B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oM3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3D0D" w:rsidRDefault="00533D0D" w:rsidP="00533D0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/QocUA&#10;AADeAAAADwAAAGRycy9kb3ducmV2LnhtbERPTWvCQBC9F/wPywi91Y1SgkZXEbHF9tI2CnocsmM2&#10;mJ0N2TWm/fVdodDbPN7nLFa9rUVHra8cKxiPEhDEhdMVlwoO+5enKQgfkDXWjknBN3lYLQcPC8y0&#10;u/EXdXkoRQxhn6ECE0KTSekLQxb9yDXEkTu71mKIsC2lbvEWw20tJ0mSSosVxwaDDW0MFZf8ahX4&#10;8WZ7fLc/s+70avgjfzPpZ2mUehz26zmIQH34F/+5dzrOTyfJM9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39C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3D0D" w:rsidRDefault="00533D0D" w:rsidP="00533D0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33D0D" w:rsidRPr="00694EED" w:rsidRDefault="00533D0D" w:rsidP="00533D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33D0D" w:rsidRPr="00694EED" w:rsidRDefault="00533D0D" w:rsidP="00533D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533D0D" w:rsidRPr="00694EED" w:rsidRDefault="00533D0D" w:rsidP="00533D0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33D0D" w:rsidRPr="00694EED" w:rsidRDefault="00533D0D" w:rsidP="00533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33D0D" w:rsidRPr="00694EED" w:rsidRDefault="00533D0D" w:rsidP="00533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33D0D" w:rsidRPr="00694EED" w:rsidRDefault="00533D0D" w:rsidP="00533D0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33D0D" w:rsidRPr="00694EED" w:rsidRDefault="00533D0D" w:rsidP="00533D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Шарпіті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</w:t>
      </w: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Шарпіти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0,1265га,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33D0D" w:rsidRPr="00694EED" w:rsidRDefault="00533D0D" w:rsidP="00533D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E48C6">
        <w:rPr>
          <w:rFonts w:ascii="Times New Roman" w:eastAsia="Calibri" w:hAnsi="Times New Roman" w:cs="Times New Roman"/>
          <w:sz w:val="24"/>
          <w:lang w:eastAsia="en-US"/>
        </w:rPr>
        <w:t>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E48C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0,1265 га, кадастровий номер: 6823984000:03:013:0068,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533D0D" w:rsidRPr="00694EED" w:rsidRDefault="00533D0D" w:rsidP="00533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533D0D" w:rsidRPr="00694EED" w:rsidRDefault="00533D0D" w:rsidP="00533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33D0D" w:rsidRPr="00694EED" w:rsidRDefault="00533D0D" w:rsidP="00533D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3D0D" w:rsidRPr="00694EED" w:rsidRDefault="00533D0D" w:rsidP="00533D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736BC" w:rsidRDefault="00B736BC"/>
    <w:sectPr w:rsidR="00B736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0D"/>
    <w:rsid w:val="00533D0D"/>
    <w:rsid w:val="005E48C6"/>
    <w:rsid w:val="00B7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2021-06-22T10:28:00Z</dcterms:created>
  <dcterms:modified xsi:type="dcterms:W3CDTF">2021-06-22T13:25:00Z</dcterms:modified>
</cp:coreProperties>
</file>