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6B" w:rsidRPr="00062C82" w:rsidRDefault="00DA326B" w:rsidP="00DA326B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DA326B" w:rsidRPr="00062C82" w:rsidRDefault="00DA326B" w:rsidP="00DA326B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DA326B" w:rsidRPr="00062C82" w:rsidRDefault="00482052" w:rsidP="00DA326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482052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9w0MMA&#10;AADdAAAADwAAAGRycy9kb3ducmV2LnhtbESPzarCMBSE94LvEI7gTtOrVL29RhFRcSGIf/tDc2zL&#10;bU5KE7W+vREEl8PMfMNM540pxZ1qV1hW8NOPQBCnVhecKTif1r0JCOeRNZaWScGTHMxn7dYUE20f&#10;fKD70WciQNglqCD3vkqkdGlOBl3fVsTBu9raoA+yzqSu8RHgppSDKBpJgwWHhRwrWuaU/h9vRoEd&#10;bra7SzY4DFc89rzYT66XZqdUt9Ms/kB4avw3/GlvtYI4jn/h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9w0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/X/sUA&#10;AADdAAAADwAAAGRycy9kb3ducmV2LnhtbERPy2oCMRTdF/yHcAtupGYqOG1HoxRhbOui4AO6vUyu&#10;k6mTmyGJOvXrm0Why8N5z5e9bcWFfGgcK3gcZyCIK6cbrhUc9uXDM4gQkTW2jknBDwVYLgZ3cyy0&#10;u/KWLrtYixTCoUAFJsaukDJUhiyGseuIE3d03mJM0NdSe7ymcNvKSZbl0mLDqcFgRytD1Wl3tgq+&#10;y0/ztXq6rf3oZUu3Ubl5az9ypYb3/esMRKQ+/ov/3O9awXSa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9f+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sQGsQA&#10;AADdAAAADwAAAGRycy9kb3ducmV2LnhtbESP3WrCQBCF74W+wzJCb6Ru0hKR1FWkaBFvgj8PMGTH&#10;bDA7G7Jrkr69Wyj08nB+Ps5qM9pG9NT52rGCdJ6AIC6drrlScL3s35YgfEDW2DgmBT/kYbN+maww&#10;127gE/XnUIk4wj5HBSaENpfSl4Ys+rlriaN3c53FEGVXSd3hEMdtI9+TZCEt1hwJBlv6MlTezw8b&#10;IcUHFsfbcNl/jzjg7mh4tj0p9Todt58gAo3hP/zXPmgFWbZI4fdNf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rEB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bzcUA&#10;AADdAAAADwAAAGRycy9kb3ducmV2LnhtbESPQUvDQBSE74L/YXmCN7sxmCix2yJVQQQPrULp7ZF9&#10;TYLZt8vus4n/3hUEj8PMfMMs17Mb1YliGjwbuF4UoIhbbwfuDHy8P1/dgUqCbHH0TAa+KcF6dX62&#10;xMb6ibd02kmnMoRTgwZ6kdBondqeHKaFD8TZO/roULKMnbYRpwx3oy6LotYOB84LPQba9NR+7r6c&#10;gbfpKbze1tUxHOJNqdOjlf1GjLm8mB/uQQnN8h/+a79YA1VVl/D7Jj8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lv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r9sIA&#10;AADdAAAADwAAAGRycy9kb3ducmV2LnhtbESP3YrCMBCF7xd8hzCCN4umqyhSjSKiIt6IPw8wNGNT&#10;bCalydr69kYQvDycn48zX7a2FA+qfeFYwd8gAUGcOV1wruB62fanIHxA1lg6JgVP8rBcdH7mmGrX&#10;8Ike55CLOMI+RQUmhCqV0meGLPqBq4ijd3O1xRBlnUtdYxPHbSmHSTKRFguOBIMVrQ1l9/O/jZDj&#10;CI+HW3PZ7lpscHMw/Ls6KdXrtqsZiEBt+IY/7b1WMB5PRv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Sv2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mIsYA&#10;AADdAAAADwAAAGRycy9kb3ducmV2LnhtbESPQUvDQBSE70L/w/IK3uympYkSuy1SFUTwYBXE2yP7&#10;moRm3y67zyb+e1cQPA4z8w2z2U1uUGeKqfdsYLkoQBE33vbcGnh/e7y6AZUE2eLgmQx8U4Lddnax&#10;wdr6kV/pfJBWZQinGg10IqHWOjUdOUwLH4izd/TRoWQZW20jjhnuBr0qiko77DkvdBho31FzOnw5&#10;Ay/jQ3i+rspj+IzrlU73Vj72YszlfLq7BSU0yX/4r/1kDZRltYb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dmI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tjx8YA&#10;AADdAAAADwAAAGRycy9kb3ducmV2LnhtbESPUWvCMBSF3wf7D+EO9jJm6qQyOqPoICg4EHWw10tz&#10;bcuam5Jktv57Iwh7PJxzvsOZLQbbijP50DhWMB5lIIhLZxquFHwf9es7iBCRDbaOScGFAizmjw8z&#10;LIzreU/nQ6xEgnAoUEEdY1dIGcqaLIaR64iTd3LeYkzSV9J47BPctvIty6bSYsNpocaOPmsqfw9/&#10;VsFq11cT/1KuBrc9rX9yrY3+0ko9Pw3LDxCRhvgfvrc3RkGeT3O4vU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tjx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Gn9cQA&#10;AADdAAAADwAAAGRycy9kb3ducmV2LnhtbESPUWvCMBSF34X9h3AHe9N0shbpjCKTgogv0/2AS3Nt&#10;qs1NSWLt/v0iCHs8nHO+w1muR9uJgXxoHSt4n2UgiGunW24U/Jyq6QJEiMgaO8ek4JcCrFcvkyWW&#10;2t35m4ZjbESCcChRgYmxL6UMtSGLYeZ64uSdnbcYk/SN1B7vCW47Oc+yQlpsOS0Y7OnLUH093qyC&#10;aj8/DNeb9pXbjB+WcnNZbI1Sb6/j5hNEpDH+h5/tnVaQ50UBjzfp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Bp/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YK8YA&#10;AADdAAAADwAAAGRycy9kb3ducmV2LnhtbESPUWvCMBSF3wf+h3AHe5GZblIdnVF0EBQ2GLrBXi/N&#10;tS1rbkoSbf33ZiDs8XDO+Q5nsRpsK87kQ+NYwdMkA0FcOtNwpeD7Sz++gAgR2WDrmBRcKMBqObpb&#10;YGFcz3s6H2IlEoRDgQrqGLtCylDWZDFMXEecvKPzFmOSvpLGY5/gtpXPWTaTFhtOCzV29FZT+Xs4&#10;WQWbz76a+nG5Gdz7cfuTa230h1bq4X5Yv4KINMT/8K29MwryfDa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VYK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KWHMAA&#10;AADdAAAADwAAAGRycy9kb3ducmV2LnhtbERPzYrCMBC+C75DGMGbpspWpBpFlMKy7EV3H2Boxqba&#10;TEoSa337zWHB48f3v90PthU9+dA4VrCYZyCIK6cbrhX8/pSzNYgQkTW2jknBiwLsd+PRFgvtnnym&#10;/hJrkUI4FKjAxNgVUobKkMUwdx1x4q7OW4wJ+lpqj88Ublu5zLKVtNhwajDY0dFQdb88rILya/nd&#10;3x/al+4wfFjKzW19MkpNJ8NhAyLSEN/if/enVpDnqzQ3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KWH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pocMA&#10;AADdAAAADwAAAGRycy9kb3ducmV2LnhtbESP0WrCQBRE3wv+w3KFvtVN2kY0ugmloNTHRj/gkr0m&#10;wezdmN0m8e9dQejjMDNnmG0+mVYM1LvGsoJ4EYEgLq1uuFJwOu7eViCcR9bYWiYFN3KQZ7OXLaba&#10;jvxLQ+ErESDsUlRQe9+lUrqyJoNuYTvi4J1tb9AH2VdS9zgGuGnlexQtpcGGw0KNHX3XVF6KP6Pg&#10;8zbur0VyiXbaUHz46A7sy0Sp1/n0tQHhafL/4Wf7RytIkuUaHm/CE5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spo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oP/cEA&#10;AADdAAAADwAAAGRycy9kb3ducmV2LnhtbERPy4rCMBTdC/5DuMLsbDqCOlZTkRGHwZV21PWluX0w&#10;zU1pota/NwvB5eG8V+veNOJGnastK/iMYhDEudU1lwpOf7vxFwjnkTU2lknBgxys0+FghYm2dz7S&#10;LfOlCCHsElRQed8mUrq8IoMusi1x4ArbGfQBdqXUHd5DuGnkJI5n0mDNoaHClr4ryv+zq1FwnV0m&#10;Jy72+pBtHz+L7W7j5LlU6mPUb5YgPPX+LX65f7WC6XQe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qD/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XVYcgA&#10;AADdAAAADwAAAGRycy9kb3ducmV2LnhtbESPzW7CMBCE70h9B2srcQOHUgINGFSQKrUcivjpobdt&#10;vCSBeB1iF8Lb15WQOI5m5hvNZNaYUpypdoVlBb1uBII4tbrgTMFu+9YZgXAeWWNpmRRcycFs+tCa&#10;YKLthdd03vhMBAi7BBXk3leJlC7NyaDr2oo4eHtbG/RB1pnUNV4C3JTyKYpiabDgsJBjRYuc0uPm&#10;1yj4Wo3il9X84/mw/PzBvtGnb13ESrUfm9cxCE+Nv4dv7XetYDAY9uD/TXgCcv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BdV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+J5cYA&#10;AADdAAAADwAAAGRycy9kb3ducmV2LnhtbESPQWvCQBSE70L/w/IK3nTTVG1Is4q2VKWn1BZ6fWRf&#10;k9Ds25BdNfrrXUHwOMzMN0y26E0jDtS52rKCp3EEgriwuuZSwc/3xygB4TyyxsYyKTiRg8X8YZBh&#10;qu2Rv+iw86UIEHYpKqi8b1MpXVGRQTe2LXHw/mxn0AfZlVJ3eAxw08g4imbSYM1hocKW3ioq/nd7&#10;o+A8+8XcbeLV+7P2dJoka/uZr5UaPvbLVxCeen8P39pbrWA6fYnh+iY8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+J5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t/xsYA&#10;AADdAAAADwAAAGRycy9kb3ducmV2LnhtbESPwW7CMBBE70j8g7VIvRUHStoSYhCqqNQbJe0HrOLF&#10;iRKvQ2wg7dfXSJU4jmbmjSbfDLYVF+p97VjBbJqAIC6drtko+P56f3wF4QOyxtYxKfghD5v1eJRj&#10;pt2VD3QpghERwj5DBVUIXSalLyuy6KeuI47e0fUWQ5S9kbrHa4TbVs6T5FlarDkuVNjRW0VlU5yt&#10;gpObp3oodrhvdsvP2pjF6fewUOphMmxXIAIN4R7+b39oBWn68gS3N/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t/x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Nt2sUA&#10;AADdAAAADwAAAGRycy9kb3ducmV2LnhtbESPwW7CMBBE75X6D9ZW4lYcCgGaxkFQCYkr0EOPW3tJ&#10;UuJ1GrsQ+vU1EhLH0cy80eSL3jbiRJ2vHSsYDRMQxNqZmksFH/v18xyED8gGG8ek4EIeFsXjQ46Z&#10;cWfe0mkXShEh7DNUUIXQZlJ6XZFFP3QtcfQOrrMYouxKaTo8R7ht5EuSTKXFmuNChS29V6SPu1+r&#10;YFN/UTrVh1c7X+nt599PGM++jVKDp375BiJQH+7hW3tjFKTpbAL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823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7tcIA&#10;AADdAAAADwAAAGRycy9kb3ducmV2LnhtbERPW2vCMBR+F/wP4Qh701Sh26xGmYOBY1Pwgr4emmNT&#10;bE5KE2v998tgsMfvzjdfdrYSLTW+dKxgPEpAEOdOl1woOB4+hq8gfEDWWDkmBQ/ysFz0e3PMtLvz&#10;jtp9KEQsYZ+hAhNCnUnpc0MW/cjVxFG7uMZiiLAppG7wHsttJSdJ8iwtlhwXDNb0bii/7m9WQYvb&#10;R3I2q830s/zOJ9vV6UtHXj0NurcZiEBd+Df/pddaQZq+pPD7Jj4B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ju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8bosUA&#10;AADdAAAADwAAAGRycy9kb3ducmV2LnhtbESPQUvDQBSE70L/w/IEb3ZjoLXEbosUKh419tDjM/ua&#10;Tc2+F3bXJvrrXUHwOMzMN8x6O/leXSjETtjA3bwARdyI7bg1cHjb365AxYRssRcmA18UYbuZXa2x&#10;sjLyK13q1KoM4VihAZfSUGkdG0ce41wG4uydJHhMWYZW24Bjhvtel0Wx1B47zgsOB9o5aj7qT29g&#10;fGrez+XpaN13GGRfv8i57MWYm+vp8QFUoin9h//az9bAYnG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xu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4nscA&#10;AADdAAAADwAAAGRycy9kb3ducmV2LnhtbESPW2sCMRSE3wv9D+EU+lazFXRlNYqXCkUs4u39uDnu&#10;bk1Olk2q239vCgUfh5n5hhlNWmvElRpfOVbw3klAEOdOV1woOOyXbwMQPiBrNI5JwS95mIyfn0aY&#10;aXfjLV13oRARwj5DBWUIdSalz0uy6DuuJo7e2TUWQ5RNIXWDtwi3RnaTpC8tVhwXSqxpXlJ+2f1Y&#10;BcvNwnx3v7bTowzzj/RkBqvZYq3U60s7HYII1IZH+L/9qRX0emkK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4+J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ChVcQA&#10;AADdAAAADwAAAGRycy9kb3ducmV2LnhtbERPTWvCQBC9C/0PyxR6Ed3YEiupa5BCiYUKVgWvY3aa&#10;hGRnQ3abpP++exA8Pt73Oh1NI3rqXGVZwWIegSDOra64UHA+fcxWIJxH1thYJgV/5CDdPEzWmGg7&#10;8Df1R1+IEMIuQQWl920ipctLMujmtiUO3I/tDPoAu0LqDocQbhr5HEVLabDi0FBiS+8l5fXx1yjo&#10;D1/XYte79rNeTV38cs2yvb4o9fQ4bt9AeBr9XXxz77SCOH4Nc8Ob8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AoVX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14B8gA&#10;AADdAAAADwAAAGRycy9kb3ducmV2LnhtbESPzWsCMRTE7wX/h/AEbzWruH6sRtFCoZdC/Tjo7bl5&#10;7i5uXrZJqtv+9U1B6HGYmd8wi1VranEj5yvLCgb9BARxbnXFhYLD/vV5CsIHZI21ZVLwTR5Wy87T&#10;AjNt77yl2y4UIkLYZ6igDKHJpPR5SQZ93zbE0btYZzBE6QqpHd4j3NRymCRjabDiuFBiQy8l5dfd&#10;l1GwmU03nx8jfv/Znk90Op6v6dAlSvW67XoOIlAb/sOP9ptWkKaTGfy9iU9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rXgHyAAAAN0AAAAPAAAAAAAAAAAAAAAAAJgCAABk&#10;cnMvZG93bnJldi54bWxQSwUGAAAAAAQABAD1AAAAjQMAAAAA&#10;" fillcolor="black" stroked="f"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is8QA&#10;AADdAAAADwAAAGRycy9kb3ducmV2LnhtbERPy2rCQBTdC/7DcAvudFIhElJHqY+CULtQu3B5zdwm&#10;QzJ3QmaqqV/vLAouD+c9X/a2EVfqvHGs4HWSgCAunDZcKvg+fYwzED4ga2wck4I/8rBcDAdzzLW7&#10;8YGux1CKGMI+RwVVCG0upS8qsugnriWO3I/rLIYIu1LqDm8x3DZymiQzadFwbKiwpXVFRX38tQrO&#10;nzOTHQxNL/v7aqv3ab362tRKjV769zcQgfrwFP+7d1pBmmZxf3wTn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rYrP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5ncUA&#10;AADdAAAADwAAAGRycy9kb3ducmV2LnhtbESPQWsCMRSE74X+h/CE3mrWgmXZGkUs0l48aJVeH5vn&#10;Zt3Ny5pEXf31jSD0OMzMN8xk1ttWnMmH2rGC0TADQVw6XXOlYPuzfM1BhIissXVMCq4UYDZ9fppg&#10;od2F13TexEokCIcCFZgYu0LKUBqyGIauI07e3nmLMUlfSe3xkuC2lW9Z9i4t1pwWDHa0MFQ2m5NV&#10;4Oe/n82NT7smu62u4evQH3M0Sr0M+vkHiEh9/A8/2t9awXicj+D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vmd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TCWMYA&#10;AADdAAAADwAAAGRycy9kb3ducmV2LnhtbESP3WrCQBSE7wt9h+UUelN0Y8Cq0VWkUChUCv48wDF7&#10;TIK7Z0P2VGOfvlsoeDnMzDfMYtV7py7UxSawgdEwA0VcBttwZeCwfx9MQUVBtugCk4EbRVgtHx8W&#10;WNhw5S1ddlKpBOFYoIFapC20jmVNHuMwtMTJO4XOoyTZVdp2eE1w73SeZa/aY8NpocaW3moqz7tv&#10;b8DlRzf7nMSN3A56k/142b58WWOen/r1HJRQL/fwf/vDGhi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TCW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Roh8YA&#10;AADdAAAADwAAAGRycy9kb3ducmV2LnhtbESPQWsCMRSE74X+h/CE3mpWi0VWo1hF2EsPbi1en5vn&#10;ZjF5WTZRt/31jVDwOMzMN8x82TsrrtSFxrOC0TADQVx53XCtYP+1fZ2CCBFZo/VMCn4owHLx/DTH&#10;XPsb7+haxlokCIccFZgY21zKUBlyGIa+JU7eyXcOY5JdLXWHtwR3Vo6z7F06bDgtGGxpbag6lxen&#10;YFO2drwvzEc4fH8ej7b43dJho9TLoF/NQETq4yP83y60gslk+gb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Roh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q/QsUA&#10;AADdAAAADwAAAGRycy9kb3ducmV2LnhtbESPQWsCMRSE74X+h/AK3mpiqVZWs4tIBcFTrR68PZLn&#10;7urmZdmk7vrvTaHQ4zAz3zDLYnCNuFEXas8aJmMFgth4W3Op4fC9eZ2DCBHZYuOZNNwpQJE/Py0x&#10;s77nL7rtYykShEOGGqoY20zKYCpyGMa+JU7e2XcOY5JdKW2HfYK7Rr4pNZMOa04LFba0rshc9z9O&#10;w2Ujd94oNMfDsd/aj9PnjBql9ehlWC1ARBrif/ivvbUaptP5O/y+S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+r9C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+498YA&#10;AADdAAAADwAAAGRycy9kb3ducmV2LnhtbESPT2vCQBTE7wW/w/IKvdVNlUiIbkQFQVp6UEvp8Zl9&#10;+UOyb8Puqum37xYKPQ4z8xtmtR5NL27kfGtZwcs0AUFcWt1yreDjvH/OQPiArLG3TAq+ycO6mDys&#10;MNf2zke6nUItIoR9jgqaEIZcSl82ZNBP7UAcvco6gyFKV0vt8B7hppezJFlIgy3HhQYH2jVUdqer&#10;UfB1fePqff66cdvwacez72aXrFPq6XHcLEEEGsN/+K990ArSNEvh9018ArL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+49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cUscA&#10;AADdAAAADwAAAGRycy9kb3ducmV2LnhtbESPT2vCQBTE74V+h+UVvNVNxUiaukoVBC9C/XPQ2zP7&#10;mgSzb9PdVWM/fbcgeBxm5jfMeNqZRlzI+dqygrd+AoK4sLrmUsFuu3jNQPiArLGxTApu5GE6eX4a&#10;Y67tldd02YRSRAj7HBVUIbS5lL6oyKDv25Y4et/WGQxRulJqh9cIN40cJMlIGqw5LlTY0ryi4rQ5&#10;GwWz92z28zXk1e/6eKDD/nhKBy5RqvfSfX6ACNSFR/jeXmoFaZqN4P9NfAJy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nnFLHAAAA3QAAAA8AAAAAAAAAAAAAAAAAmAIAAGRy&#10;cy9kb3ducmV2LnhtbFBLBQYAAAAABAAEAPUAAACMAwAAAAA=&#10;" fillcolor="black" stroked="f"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DyMUA&#10;AADdAAAADwAAAGRycy9kb3ducmV2LnhtbESPQUsDMRSE70L/Q3gFbzbbSrVsm5alIIqnbVV6fd08&#10;N4ublyWJ6frvjSD0OMzMN8xmN9peJPKhc6xgPitAEDdOd9wqeH97uluBCBFZY++YFPxQgN12crPB&#10;UrsLHygdYysyhEOJCkyMQyllaAxZDDM3EGfv03mLMUvfSu3xkuG2l4uieJAWO84LBgfaG2q+jt9W&#10;QTrv6+o+nZI5vPqq9a5+/jjXSt1Ox2oNItIYr+H/9otWsFyuH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18PI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+3SMMA&#10;AADdAAAADwAAAGRycy9kb3ducmV2LnhtbERPz2vCMBS+D/Y/hDfYTVMFxVWjDJlDvbh1gh4fzbMp&#10;Ni+libX615uDsOPH93u26GwlWmp86VjBoJ+AIM6dLrlQsP9b9SYgfEDWWDkmBTfysJi/vsww1e7K&#10;v9RmoRAxhH2KCkwIdSqlzw1Z9H1XE0fu5BqLIcKmkLrBawy3lRwmyVhaLDk2GKxpaSg/ZxerwA+W&#10;X4etvX+0x2/Du2xjxj+FUer9rfucggjUhX/x073WCkajSZwb38Qn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+3S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</w:rPr>
      </w:pPr>
    </w:p>
    <w:p w:rsidR="00DA326B" w:rsidRPr="00062C82" w:rsidRDefault="00DA326B" w:rsidP="00DA326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DA326B" w:rsidRPr="00062C82" w:rsidRDefault="00DA326B" w:rsidP="00DA326B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DA326B" w:rsidRPr="00062C82" w:rsidRDefault="00DA326B" w:rsidP="00DA326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DA326B" w:rsidRPr="00062C82" w:rsidRDefault="00DA326B" w:rsidP="00DA326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482052" w:rsidRPr="00482052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xj174A&#10;AADdAAAADwAAAGRycy9kb3ducmV2LnhtbERPyQrCMBC9C/5DGMGbpipu1SgiKh4EcbsPzdgWm0lp&#10;ota/NwfB4+Pt82VtCvGiyuWWFfS6EQjixOqcUwXXy7YzAeE8ssbCMin4kIPlotmYY6ztm0/0OvtU&#10;hBB2MSrIvC9jKV2SkUHXtSVx4O62MugDrFKpK3yHcFPIfhSNpMGcQ0OGJa0zSh7np1FgB7v94Zb2&#10;T4MNjz2vjpP7rT4o1W7VqxkIT7X/i3/uvVYwHE7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8Y9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YCQsgA&#10;AADdAAAADwAAAGRycy9kb3ducmV2LnhtbESPS2vDMBCE74H+B7GFXkIiJ5CXGyWEgPs6FPKAXBdr&#10;a7m1VkZSEze/vioUchxm5htmue5sI87kQ+1YwWiYgSAuna65UnA8FIM5iBCRNTaOScEPBViv7npL&#10;zLW78I7O+1iJBOGQowITY5tLGUpDFsPQtcTJ+3DeYkzSV1J7vCS4beQ4y6bSYs1pwWBLW0Pl1/7b&#10;Kvgs3s1pO7s++f5iR9d+8fbcvE6VerjvNo8gInXxFv5vv2gFk8liBH9v0hO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JgJ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z+SsMA&#10;AADdAAAADwAAAGRycy9kb3ducmV2LnhtbESP3YrCMBCF74V9hzALeyNruoqi1Sgiq4g3Rd0HGJqx&#10;KdtMShNtfXsjCF4ezs/HWaw6W4kbNb50rOBnkIAgzp0uuVDwd95+T0H4gKyxckwK7uRhtfzoLTDV&#10;ruUj3U6hEHGEfYoKTAh1KqXPDVn0A1cTR+/iGoshyqaQusE2jttKDpNkIi2WHAkGa9oYyv9PVxsh&#10;2Qizw6U9b3cdtvh7MNxfH5X6+uzWcxCBuvAOv9p7rWA8ng3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z+S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uOccYA&#10;AADdAAAADwAAAGRycy9kb3ducmV2LnhtbESPQUsDMRSE74L/ITzBm81a3WrXpqVUBSl4sArS22Pz&#10;urt08xKSZ3f990YQPA4z8w2zWI2uVyeKqfNs4HpSgCKuve24MfDx/nx1DyoJssXeMxn4pgSr5fnZ&#10;AivrB36j004alSGcKjTQioRK61S35DBNfCDO3sFHh5JlbLSNOGS46/W0KGbaYcd5ocVAm5bq4+7L&#10;GXgdnsL2blYewj7eTnV6tPK5EWMuL8b1AyihUf7Df+0Xa6As5z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uOc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nDpcMA&#10;AADdAAAADwAAAGRycy9kb3ducmV2LnhtbESP3YrCMBCF74V9hzALeyNrqqui1Sgiq4g3ou4DDM3Y&#10;FJtJaaLtvr0RBC8P5+fjzJetLcWdal84VtDvJSCIM6cLzhX8nTffExA+IGssHZOCf/KwXHx05phq&#10;1/CR7qeQizjCPkUFJoQqldJnhiz6nquIo3dxtcUQZZ1LXWMTx20pB0kylhYLjgSDFa0NZdfTzUbI&#10;4QcP+0tz3mxbbPB3b7i7Oir19dmuZiACteEdfrV3WsFoNB3C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nD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6znsYA&#10;AADdAAAADwAAAGRycy9kb3ducmV2LnhtbESPQUsDMRSE70L/Q3gFbzZrcatdm5bSKojgwSoUb4/N&#10;6+7i5iUkz+76740geBxm5htmtRldr84UU+fZwPWsAEVce9txY+D97fHqDlQSZIu9ZzLwTQk268nF&#10;CivrB36l80EalSGcKjTQioRK61S35DDNfCDO3slHh5JlbLSNOGS46/W8KBbaYcd5ocVAu5bqz8OX&#10;M/AyPITn20V5Ch/xZq7T3spxJ8ZcTsftPSihUf7Df+0na6As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6zn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yNl8YA&#10;AADdAAAADwAAAGRycy9kb3ducmV2LnhtbESPUWvCMBSF3wf+h3AHe5GZblJxnVF0EBQ2GLrBXi/N&#10;tS1rbkoSbf33ZiDs8XDO+Q5nsRpsK87kQ+NYwdMkA0FcOtNwpeD7Sz/OQYSIbLB1TAouFGC1HN0t&#10;sDCu5z2dD7ESCcKhQAV1jF0hZShrshgmriNO3tF5izFJX0njsU9w28rnLJtJiw2nhRo7equp/D2c&#10;rILNZ19N/bjcDO79uP3JtTb6Qyv1cD+sX0FEGuJ/+NbeGQV5/jKD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yNl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yScUA&#10;AADdAAAADwAAAGRycy9kb3ducmV2LnhtbESPUWvCMBSF3wf+h3AHe5vpxE6tRhGlMMZe7PYDLs21&#10;qTY3JYm1+/fLYLDHwznnO5zNbrSdGMiH1rGCl2kGgrh2uuVGwddn+bwEESKyxs4xKfimALvt5GGD&#10;hXZ3PtFQxUYkCIcCFZgY+0LKUBuyGKauJ07e2XmLMUnfSO3xnuC2k7Mse5UWW04LBns6GKqv1c0q&#10;KN9nH8P1pn3p9uPcUm4uy6NR6ulx3K9BRBrjf/iv/aYV5Plq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2HJJ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+8fsQA&#10;AADdAAAADwAAAGRycy9kb3ducmV2LnhtbERPW2vCMBR+H+w/hDPwZcx0G5WtGmUOwoQJ4gX2emiO&#10;bbE5KUm09d+bB2GPH999thhsKy7kQ+NYwes4A0FcOtNwpeCw1y8fIEJENtg6JgVXCrCYPz7MsDCu&#10;5y1ddrESKYRDgQrqGLtCylDWZDGMXUecuKPzFmOCvpLGY5/CbSvfsmwiLTacGmrs6Lum8rQ7WwXL&#10;TV+9++dyObjf489frrXRa63U6Gn4moKINMR/8d29Mgry/DPNTW/SE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/vH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tDoMQA&#10;AADdAAAADwAAAGRycy9kb3ducmV2LnhtbESPUWvCMBSF3wf+h3AF32aq2KHVKKIUxtjL1B9waa5N&#10;tbkpSazdv18Ggz0ezjnf4Wx2g21FTz40jhXMphkI4srphmsFl3P5ugQRIrLG1jEp+KYAu+3oZYOF&#10;dk/+ov4Ua5EgHApUYGLsCilDZchimLqOOHlX5y3GJH0ttcdngttWzrPsTVpsOC0Y7OhgqLqfHlZB&#10;+TH/7O8P7Uu3HxaWcnNbHo1Sk/GwX4OINMT/8F/7XSvI89UK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LQ6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sE4MAA&#10;AADdAAAADwAAAGRycy9kb3ducmV2LnhtbERP3WrCMBS+H/gO4QjerUnnWqQzigwq83LVBzg0Z22x&#10;OalNtPXtl4vBLj++/+1+tr140Og7xxrSRIEgrp3puNFwOZevGxA+IBvsHZOGJ3nY7xYvWyyMm/ib&#10;HlVoRAxhX6CGNoShkNLXLVn0iRuII/fjRoshwrGRZsQphttevimVS4sdx4YWB/psqb5Wd6vh/Tkd&#10;b1V2VaWxlJ7Ww4lDnWm9Ws6HDxCB5vAv/nN/GQ1ZruL++CY+Ab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sE4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W4Z8MA&#10;AADdAAAADwAAAGRycy9kb3ducmV2LnhtbESPzarCMBSE9xd8h3AEd9dUwXKtRhFFEVfe+rM+NMe2&#10;2JyUJmp9eyMILoeZ+YaZzltTiTs1rrSsYNCPQBBnVpecKzge1r9/IJxH1lhZJgVPcjCfdX6mmGj7&#10;4H+6pz4XAcIuQQWF93UipcsKMuj6tiYO3sU2Bn2QTS51g48AN5UcRlEsDZYcFgqsaVlQdk1vRsEt&#10;Pg+PfNnpfbp6bsar9cLJU65Ur9suJiA8tf4b/rS3WsEojg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W4Z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RZF8gA&#10;AADdAAAADwAAAGRycy9kb3ducmV2LnhtbESPT2vCQBTE74LfYXlCb7rR1qCpq7QFoXpQ6p+Dt2f2&#10;NYnNvo3ZVeO3dwuFHoeZ+Q0zmTWmFFeqXWFZQb8XgSBOrS44U7DbzrsjEM4jaywtk4I7OZhN260J&#10;Jtre+IuuG5+JAGGXoILc+yqR0qU5GXQ9WxEH79vWBn2QdSZ1jbcAN6UcRFEsDRYcFnKs6COn9Gdz&#10;MQr261E8Xr8vXk7L1RGfjT4fdBEr9dRp3l5BeGr8f/iv/akVDONoAL9vwhOQ0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9FkX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A+f8YA&#10;AADd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3hMohh+34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A+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H1s8UA&#10;AADdAAAADwAAAGRycy9kb3ducmV2LnhtbESPwWrDMBBE74X+g9hCb42cYIfWiRJKSSC3xk4/YLG2&#10;som1cizFdvP1VaDQ4zAzb5j1drKtGKj3jWMF81kCgrhyumGj4Ou0f3kF4QOyxtYxKfghD9vN48Ma&#10;c+1GLmgogxERwj5HBXUIXS6lr2qy6GeuI47et+sthih7I3WPY4TbVi6SZCktNhwXauzoo6bqXF6t&#10;gotbZHoqd/h53r0dG2PSy61IlXp+mt5XIAJN4T/81z5oBdkySeH+Jj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8fW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aQMUA&#10;AADdAAAADwAAAGRycy9kb3ducmV2LnhtbESPS2/CMBCE75X4D9ZW6g2cghJoGoMAqRJXHocet/bm&#10;0cbrEBtI++vrSkg9jmbmG02xGmwrrtT7xrGC50kCglg703Cl4HR8Gy9A+IBssHVMCr7Jw2o5eigw&#10;N+7Ge7oeQiUihH2OCuoQulxKr2uy6CeuI45e6XqLIcq+kqbHW4TbVk6TJJMWG44LNXa0rUl/HS5W&#10;wa75oDTT5YtdbPT+/eccZvNPo9TT47B+BRFoCP/he3tnFKRZksLfm/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nNp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3w8IA&#10;AADdAAAADwAAAGRycy9kb3ducmV2LnhtbERPXWvCMBR9H/gfwhV8m8mElVmNMgeDiZswFX29NNem&#10;2NyUJtb675fBYI/nmzNf9q4WHbWh8qzhaaxAEBfeVFxqOOzfH19AhIhssPZMGu4UYLkYPMwxN/7G&#10;39TtYilSCYccNdgYm1zKUFhyGMa+IU7a2bcOY4JtKU2Lt1TuajlRKpMOK04LFht6s1RcdlenocPt&#10;XZ3s6mu6rj6LyXZ13JjE69Gwf52BiNTHf/Nf+sNoeM5UBr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7f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sOM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vgdlX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wrD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+7cMA&#10;AADdAAAADwAAAGRycy9kb3ducmV2LnhtbERPW2vCMBR+H+w/hDPY25oqzEltKl5hDGXo9P3YHNtu&#10;yUlpMu3+vXkY+Pjx3fNpb424UOcbxwoGSQqCuHS64UrB4Wv9MgbhA7JG45gU/JGHafH4kGOm3ZV3&#10;dNmHSsQQ9hkqqENoMyl9WZNFn7iWOHJn11kMEXaV1B1eY7g1cpimI2mx4dhQY0uLmsqf/a9VsP5c&#10;mu/hdjc7yrBYvZ3M+GO+3Cj1/NTPJiAC9eEu/ne/awWvozTOjW/iE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R+7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Wz8UA&#10;AADdAAAADwAAAGRycy9kb3ducmV2LnhtbESPQYvCMBSE7wv+h/AEL8ua6qJoNYoIooKC6y54fTbP&#10;tti8lCZb6783guBxmJlvmOm8MYWoqXK5ZQW9bgSCOLE651TB3+/qawTCeWSNhWVScCcH81nrY4qx&#10;tjf+ofroUxEg7GJUkHlfxlK6JCODrmtL4uBdbGXQB1mlUld4C3BTyH4UDaXBnMNChiUtM0qux3+j&#10;oD7szummduX2Ovp0g+/zer3XJ6U67WYxAeGp8e/wq73RCgbDaAz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LxbP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VRsMA&#10;AADdAAAADwAAAGRycy9kb3ducmV2LnhtbERPTYvCMBC9C/6HMII3TRUVrUZRQfCysLp70NvYjG2x&#10;mdQkand//eaw4PHxvherxlTiSc6XlhUM+gkI4szqknMF31+73hSED8gaK8uk4Ic8rJbt1gJTbV98&#10;oOcx5CKGsE9RQRFCnUrps4IM+r6tiSN3tc5giNDlUjt8xXBTyWGSTKTBkmNDgTVtC8pux4dRsJlN&#10;N/fPEX/8Hi5nOp8ut/HQJUp1O816DiJQE97if/deKxhPBnF/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1VRsMAAADdAAAADwAAAAAAAAAAAAAAAACYAgAAZHJzL2Rv&#10;d25yZXYueG1sUEsFBgAAAAAEAAQA9QAAAIgDAAAAAA==&#10;" fillcolor="black" stroked="f"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gz08gA&#10;AADdAAAADwAAAGRycy9kb3ducmV2LnhtbESPS2vDMBCE74X8B7GF3BrZgZjgRgnNoxBIcsjj0OPW&#10;2trC1spYauL011eBQo/DzHzDzBa9bcSVOm8cK0hHCQjiwmnDpYLL+f1lCsIHZI2NY1JwJw+L+eBp&#10;hrl2Nz7S9RRKESHsc1RQhdDmUvqiIot+5Fri6H25zmKIsiul7vAW4baR4yTJpEXDcaHCllYVFfXp&#10;2yr42GVmejQ0/tz/LDd6P6mXh3Wt1PC5f3sFEagP/+G/9lYrmGRpCo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CDPT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TEcUA&#10;AADdAAAADwAAAGRycy9kb3ducmV2LnhtbESPQWsCMRSE74L/ITyhN80qVGRrFKmIvfRQtfT62Lxu&#10;trt5WZOoq7++EQSPw8x8w8yXnW3EmXyoHCsYjzIQxIXTFZcKDvvNcAYiRGSNjWNScKUAy0W/N8dc&#10;uwt/0XkXS5EgHHJUYGJscylDYchiGLmWOHm/zluMSfpSao+XBLeNnGTZVFqsOC0YbOndUFHvTlaB&#10;X/2s6xufvuvs9nkN27/uOEOj1MugW72BiNTFZ/jR/tAKXqfjC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5MR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TOMYA&#10;AADdAAAADwAAAGRycy9kb3ducmV2LnhtbESPUWsCMRCE3wv+h7AFX0rNaaltT6NIQSgogtYfsL2s&#10;d0eTzXHZ6umvN0LBx2FmvmGm8847daQ21oENDAcZKOIi2JpLA/vv5fM7qCjIFl1gMnCmCPNZ72GK&#10;uQ0n3tJxJ6VKEI45GqhEmlzrWFTkMQ5CQ5y8Q2g9SpJtqW2LpwT3To+ybKw91pwWKmzos6Lid/fn&#10;DbjRj/tYvcW1nPd6nV28bJ821pj+Y7eYgBLq5B7+b39ZA6/j4Qvc3qQn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eTO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ECMYA&#10;AADdAAAADwAAAGRycy9kb3ducmV2LnhtbESPQWsCMRSE74L/ITyht5pVWimrUWxF2EsPrhavz81z&#10;s5i8LJtUt/31jVDwOMzMN8xi1TsrrtSFxrOCyTgDQVx53XCt4LDfPr+BCBFZo/VMCn4owGo5HCww&#10;1/7GO7qWsRYJwiFHBSbGNpcyVIYchrFviZN39p3DmGRXS93hLcGdldMsm0mHDacFgy19GKou5bdT&#10;sClbOz0U5j0cvz5PJ1v8bum4Uepp1K/nICL18RH+bxdawets8g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IEC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nuIsQA&#10;AADdAAAADwAAAGRycy9kb3ducmV2LnhtbESPQWsCMRSE7wX/Q3iCt5pYcCurUUQUBE+1evD2SJ67&#10;q5uXZZO66783hUKPw8x8wyxWvavFg9pQedYwGSsQxMbbigsNp+/d+wxEiMgWa8+k4UkBVsvB2wJz&#10;6zv+oscxFiJBOOSooYyxyaUMpiSHYewb4uRdfeswJtkW0rbYJbir5YdSmXRYcVoosaFNSeZ+/HEa&#10;bjt58EahOZ/O3d5+XrYZ1Urr0bBfz0FE6uN/+K+9txqm2WQK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Z7iL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LSe8cA&#10;AADdAAAADwAAAGRycy9kb3ducmV2LnhtbESPzWrDMBCE74W+g9hAb42clBjjRjZpoVBaesgPoceN&#10;tbGNrZWRlMR9+6gQyHGYmW+YZTmaXpzJ+daygtk0AUFcWd1yrWC3/XjOQPiArLG3TAr+yENZPD4s&#10;Mdf2wms6b0ItIoR9jgqaEIZcSl81ZNBP7UAcvaN1BkOUrpba4SXCTS/nSZJKgy3HhQYHem+o6jYn&#10;o+D39M3Hn5evlXsLeztufTc/ZJ1ST5Nx9Qoi0Bju4Vv7UytYpLMU/t/EJy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S0nv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TNMscA&#10;AADdAAAADwAAAGRycy9kb3ducmV2LnhtbESPzWsCMRTE74L/Q3iCN80q9Ws1Si0UeinUj4Penpvn&#10;7uLmZZtE3favb4SCx2FmfsMsVo2pxI2cLy0rGPQTEMSZ1SXnCva7994UhA/IGivLpOCHPKyW7dYC&#10;U23vvKHbNuQiQtinqKAIoU6l9FlBBn3f1sTRO1tnMETpcqkd3iPcVHKYJGNpsOS4UGBNbwVll+3V&#10;KFjPpuvvrxf+/N2cjnQ8nC6joUuU6naa1zmIQE14hv/bH1rBaDyYwONNf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EzTLHAAAA3QAAAA8AAAAAAAAAAAAAAAAAmAIAAGRy&#10;cy9kb3ducmV2LnhtbFBLBQYAAAAABAAEAPUAAACMAwAAAAA=&#10;" fillcolor="black" stroked="f"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jQcIA&#10;AADdAAAADwAAAGRycy9kb3ducmV2LnhtbERPz2vCMBS+C/sfwhN209SNyahGKcLY2Knqxq7P5tkU&#10;m5eSZLH775eD4PHj+73ejrYXiXzoHCtYzAsQxI3THbcKvo5vs1cQISJr7B2Tgj8KsN08TNZYanfl&#10;PaVDbEUO4VCiAhPjUEoZGkMWw9wNxJk7O28xZuhbqT1ec7jt5VNRLKXFjnODwYF2hprL4dcqSKdd&#10;XT2nn2T2n75qvavfv0+1Uo/TsVqBiDTGu/jm/tAKXpaLPDe/y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6NB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mKMYA&#10;AADdAAAADwAAAGRycy9kb3ducmV2LnhtbESPQWvCQBSE7wX/w/IK3uomQkONrlJES+ulNRbq8ZF9&#10;zYZm34bsGqO/3i0Uehxm5htmsRpsI3rqfO1YQTpJQBCXTtdcKfg8bB+eQPiArLFxTAou5GG1HN0t&#10;MNfuzHvqi1CJCGGfowITQptL6UtDFv3EtcTR+3adxRBlV0nd4TnCbSOnSZJJizXHBYMtrQ2VP8XJ&#10;KvDpevO1s9dZf3wx/F68meyjMkqN74fnOYhAQ/gP/7VftYLHLJ3B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zmK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A326B" w:rsidRDefault="00DA326B" w:rsidP="00DA32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A326B" w:rsidRPr="00062C82" w:rsidRDefault="00DA326B" w:rsidP="00DA326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DA326B" w:rsidRPr="00062C82" w:rsidRDefault="00DA326B" w:rsidP="00DA326B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</w:rPr>
      </w:pPr>
    </w:p>
    <w:p w:rsidR="00DA326B" w:rsidRPr="00062C82" w:rsidRDefault="00DA326B" w:rsidP="00DA326B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</w:rPr>
      </w:pP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Клімчук</w:t>
      </w:r>
      <w:proofErr w:type="spellEnd"/>
      <w:r>
        <w:rPr>
          <w:rFonts w:ascii="Times New Roman" w:hAnsi="Times New Roman" w:cs="Times New Roman"/>
          <w:b/>
        </w:rPr>
        <w:t xml:space="preserve">  В.Й.</w:t>
      </w: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</w:rPr>
      </w:pPr>
    </w:p>
    <w:p w:rsidR="00DA326B" w:rsidRPr="00062C82" w:rsidRDefault="00DA326B" w:rsidP="00DA326B">
      <w:pPr>
        <w:tabs>
          <w:tab w:val="left" w:pos="4424"/>
        </w:tabs>
        <w:rPr>
          <w:rFonts w:ascii="Times New Roman" w:hAnsi="Times New Roman" w:cs="Times New Roman"/>
        </w:rPr>
      </w:pP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Клімчук</w:t>
      </w:r>
      <w:proofErr w:type="spellEnd"/>
      <w:r>
        <w:rPr>
          <w:rFonts w:ascii="Times New Roman" w:hAnsi="Times New Roman" w:cs="Times New Roman"/>
        </w:rPr>
        <w:t xml:space="preserve"> В.Й.,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DA326B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hAnsi="Times New Roman" w:cs="Times New Roman"/>
        </w:rPr>
        <w:t>Клімчук</w:t>
      </w:r>
      <w:proofErr w:type="spellEnd"/>
      <w:r>
        <w:rPr>
          <w:rFonts w:ascii="Times New Roman" w:hAnsi="Times New Roman" w:cs="Times New Roman"/>
        </w:rPr>
        <w:t xml:space="preserve">  Вірі Йосипівні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5652C0" w:rsidRPr="005652C0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5652C0" w:rsidRPr="005652C0">
        <w:rPr>
          <w:rFonts w:ascii="Times New Roman" w:hAnsi="Times New Roman" w:cs="Times New Roman"/>
        </w:rPr>
        <w:t>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0633га, (кадастровий номер: 68239840</w:t>
      </w:r>
      <w:r w:rsidRPr="00062C82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1:002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25</w:t>
      </w:r>
      <w:r w:rsidRPr="00062C82">
        <w:rPr>
          <w:rFonts w:ascii="Times New Roman" w:hAnsi="Times New Roman" w:cs="Times New Roman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Крупець</w:t>
      </w:r>
      <w:proofErr w:type="spellEnd"/>
      <w:r>
        <w:rPr>
          <w:rFonts w:ascii="Times New Roman" w:hAnsi="Times New Roman" w:cs="Times New Roman"/>
        </w:rPr>
        <w:t>, вулиця  Ватутіна, 27.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</w:rPr>
        <w:t>Клімчук</w:t>
      </w:r>
      <w:proofErr w:type="spellEnd"/>
      <w:r>
        <w:rPr>
          <w:rFonts w:ascii="Times New Roman" w:hAnsi="Times New Roman" w:cs="Times New Roman"/>
          <w:color w:val="auto"/>
        </w:rPr>
        <w:t xml:space="preserve"> В.Й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DA326B" w:rsidRPr="00DA326B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DA326B" w:rsidRPr="00062C82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406B31" w:rsidRPr="00DA326B" w:rsidRDefault="00DA326B" w:rsidP="00DA326B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406B31" w:rsidRPr="00DA326B" w:rsidSect="00406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A326B"/>
    <w:rsid w:val="00171A2E"/>
    <w:rsid w:val="00304C90"/>
    <w:rsid w:val="00406B31"/>
    <w:rsid w:val="00482052"/>
    <w:rsid w:val="004A3DDD"/>
    <w:rsid w:val="00505B6D"/>
    <w:rsid w:val="005652C0"/>
    <w:rsid w:val="006D3977"/>
    <w:rsid w:val="007D6C18"/>
    <w:rsid w:val="00BA0104"/>
    <w:rsid w:val="00D1641A"/>
    <w:rsid w:val="00DA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6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2020-02-13T11:14:00Z</dcterms:created>
  <dcterms:modified xsi:type="dcterms:W3CDTF">2020-02-13T12:11:00Z</dcterms:modified>
</cp:coreProperties>
</file>