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BE3" w:rsidRPr="00B623A8" w:rsidRDefault="002F7BE3" w:rsidP="002F7BE3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0D7C6F" wp14:editId="596B5A4E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90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90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3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BE3" w:rsidRDefault="002F7BE3" w:rsidP="002F7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m4cUA&#10;AADdAAAADwAAAGRycy9kb3ducmV2LnhtbESPQWvCQBSE7wX/w/IKvdVNFKtGNyJiiwdBYuv9kX0m&#10;odm3Ibsm6b93BaHHYWa+YdabwdSio9ZVlhXE4wgEcW51xYWCn+/P9wUI55E11pZJwR852KSjlzUm&#10;2vacUXf2hQgQdgkqKL1vEildXpJBN7YNcfCutjXog2wLqVvsA9zUchJFH9JgxWGhxIZ2JeW/55tR&#10;YKdfh+OlmGTTPc89b0+L62U4KvX2OmxXIDwN/j/8bB+0gtkyiuHxJjwBmd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q6bh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/8mMgA&#10;AADdAAAADwAAAGRycy9kb3ducmV2LnhtbESPW2sCMRSE3wv+h3CEvkjNVqjWrVGKsL34IHiBvh42&#10;x83azcmSpLr11xuh0MdhZr5hZovONuJEPtSOFTwOMxDEpdM1Vwr2u+LhGUSIyBobx6TglwIs5r27&#10;GebanXlDp22sRIJwyFGBibHNpQylIYth6Fri5B2ctxiT9JXUHs8Jbhs5yrKxtFhzWjDY0tJQ+b39&#10;sQqOxdp8LSeXNz+YbugyKFbvzedYqft+9/oCIlIX/8N/7Q+t4GmajeD2Jj0BOb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b/yY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s7fMUA&#10;AADdAAAADwAAAGRycy9kb3ducmV2LnhtbESPy2rDMBBF94H+g5hCN6GRW5PQuFGCKXUo2Zg8PmCw&#10;JpapNTKWart/XwUKWV7u43A3u8m2YqDeN44VvCwSEMSV0w3XCi7n4vkNhA/IGlvHpOCXPOy2D7MN&#10;ZtqNfKThFGoRR9hnqMCE0GVS+sqQRb9wHXH0rq63GKLsa6l7HOO4beVrkqykxYYjwWBHH4aq79OP&#10;jZAyxfJwHc/FfsIRPw+G5/lRqafHKX8HEWgK9/B/+0srWK6TFG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+zt8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l2qMYA&#10;AADdAAAADwAAAGRycy9kb3ducmV2LnhtbESPQUsDMRSE74L/IbyCN5ttaauuTYvUCiL0YC0Ub4/N&#10;6+7i5iUkr9313xtB8DjMzDfMcj24Tl0optazgcm4AEVcedtybeDw8XJ7DyoJssXOMxn4pgTr1fXV&#10;Ekvre36ny15qlSGcSjTQiIRS61Q15DCNfSDO3slHh5JlrLWN2Ge46/S0KBbaYct5ocFAm4aqr/3Z&#10;Gdj12/B2t5ifwmecTXV6tnLciDE3o+HpEZTQIP/hv/arNTB/KGb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l2q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4Gk8MA&#10;AADdAAAADwAAAGRycy9kb3ducmV2LnhtbESP3YrCMBCF7wXfIYywN7KmrihrNYrIKuJN8ecBhmZs&#10;is2kNFnbffuNIHh5OD8fZ7nubCUe1PjSsYLxKAFBnDtdcqHgetl9foPwAVlj5ZgU/JGH9arfW2Kq&#10;XcsnepxDIeII+xQVmBDqVEqfG7LoR64mjt7NNRZDlE0hdYNtHLeV/EqSmbRYciQYrGlrKL+ff22E&#10;ZBPMjrf2stt32OLP0fBwc1LqY9BtFiACdeEdfrUPWsF0nkzh+SY+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4Gk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dNRMYA&#10;AADdAAAADwAAAGRycy9kb3ducmV2LnhtbESPQUsDMRSE70L/Q3gFbzZrsatdm5bSKojgwSoUb4/N&#10;6+7i5iUkz+76740geBxm5htmtRldr84UU+fZwPWsAEVce9txY+D97fHqDlQSZIu9ZzLwTQk268nF&#10;CivrB36l80EalSGcKjTQioRK61S35DDNfCDO3slHh5JlbLSNOGS46/W8KErtsOO80GKgXUv15+HL&#10;GXgZHsLzbbk4hY94M9dpb+W4E2Mup+P2HpTQKP/hv/aTNbBYFi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dNR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tIoccA&#10;AADdAAAADwAAAGRycy9kb3ducmV2LnhtbESP3WoCMRSE7wu+QziF3hTNtsWqW6NUIVhoofgD3h42&#10;x93FzcmSRHf79qZQ6OUwM98w82VvG3ElH2rHCp5GGQjiwpmaSwWHvR5OQYSIbLBxTAp+KMByMbib&#10;Y25cx1u67mIpEoRDjgqqGNtcylBUZDGMXEucvJPzFmOSvpTGY5fgtpHPWfYqLdacFipsaV1Rcd5d&#10;rILVd1e++Mdi1bvP0+Y41troL63Uw33//gYiUh//w3/tD6NgPMsm8PsmPQ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7SKH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yGlsAA&#10;AADdAAAADwAAAGRycy9kb3ducmV2LnhtbERPy4rCMBTdC/MP4Q7MTtMRFa1GkZHCIG58fMCluTbV&#10;5qYksXb+frIQXB7Oe7XpbSM68qF2rOB7lIEgLp2uuVJwORfDOYgQkTU2jknBHwXYrD8GK8y1e/KR&#10;ulOsRArhkKMCE2ObSxlKQxbDyLXEibs6bzEm6CupPT5TuG3kOMtm0mLNqcFgSz+GyvvpYRUU+/Gh&#10;uz+0L9y2n1iamtt8Z5T6+uy3SxCR+vgWv9y/WsF0kaW56U16An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tyGls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h5SMYA&#10;AADdAAAADwAAAGRycy9kb3ducmV2LnhtbESPQWsCMRSE74L/IbyCF6nZWix1axQtBAsWSlXo9bF5&#10;7i7dvCxJdLf/vhEEj8PMfMMsVr1txIV8qB0reJpkIIgLZ2ouFRwP+vEVRIjIBhvHpOCPAqyWw8EC&#10;c+M6/qbLPpYiQTjkqKCKsc2lDEVFFsPEtcTJOzlvMSbpS2k8dgluGznNshdpsea0UGFL7xUVv/uz&#10;VbD56spnPy42vdudtj8zrY3+1EqNHvr1G4hIfbyHb+0Po2A2z+ZwfZOe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h5S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McTcAA&#10;AADdAAAADwAAAGRycy9kb3ducmV2LnhtbERPzYrCMBC+C75DGMHbmirrotUo4lJYZC+rPsDQjE21&#10;mZQk1vr2m4Pg8eP7X29724iOfKgdK5hOMhDEpdM1VwrOp+JjASJEZI2NY1LwpADbzXCwxly7B/9R&#10;d4yVSCEcclRgYmxzKUNpyGKYuJY4cRfnLcYEfSW1x0cKt42cZdmXtFhzajDY0t5QeTverYLiMPvt&#10;bnftC7frPy3NzXXxbZQaj/rdCkSkPr7FL/ePVjBfTtP+9CY9Ab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XMcTc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qj8MIA&#10;AADdAAAADwAAAGRycy9kb3ducmV2LnhtbESP0YrCMBRE3wX/IdwF32xateJ2jSKCiz5a/YBLc7ct&#10;Nje1ibb+/WZhwcdhZs4w6+1gGvGkztWWFSRRDIK4sLrmUsH1cpiuQDiPrLGxTApe5GC7GY/WmGnb&#10;85meuS9FgLDLUEHlfZtJ6YqKDLrItsTB+7GdQR9kV0rdYR/gppGzOF5KgzWHhQpb2ldU3PKHUbB4&#10;9d/3PL3FB20oOc3bE/siVWryMey+QHga/Dv83z5qBelnksDfm/A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eqPw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okm8QA&#10;AADdAAAADwAAAGRycy9kb3ducmV2LnhtbESPT4vCMBTE78J+h/CEvWlqQdGuqciKsnhaq+750bz+&#10;wealNFHrtzcLgsdhZn7DLFe9acSNOldbVjAZRyCIc6trLhWcjtvRHITzyBoby6TgQQ5W6cdgiYm2&#10;dz7QLfOlCBB2CSqovG8TKV1ekUE3ti1x8ArbGfRBdqXUHd4D3DQyjqKZNFhzWKiwpe+K8kt2NQqu&#10;s7/4xMVe/2abx26x2a6dPJdKfQ779RcIT71/h1/tH61gupjE8P8mPAGZ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6JJ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X+B8gA&#10;AADdAAAADwAAAGRycy9kb3ducmV2LnhtbESPS2/CMBCE75X6H6yt1FtxeEWQYlCpVAk4EPE6cNvG&#10;2yRtvE5jA+m/r5GQOI5m5hvNZNaaSpypcaVlBd1OBII4s7rkXMF+9/EyAuE8ssbKMin4Iwez6ePD&#10;BBNtL7yh89bnIkDYJaig8L5OpHRZQQZdx9bEwfuyjUEfZJNL3eAlwE0le1EUS4Mlh4UCa3ovKPvZ&#10;noyCQzqKx+l8OfherT+xb/TvUZexUs9P7dsrCE+tv4dv7YVWMBx3+3B9E56AnP4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1f4H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SkgMYA&#10;AADdAAAADwAAAGRycy9kb3ducmV2LnhtbESPQWvCQBSE74L/YXmF3sxGm4qmrtJWtOJJo9DrI/ua&#10;BLNvQ3ZrYn99t1DwOMzMN8xi1ZtaXKl1lWUF4ygGQZxbXXGh4HzajGYgnEfWWFsmBTdysFoOBwtM&#10;te34SNfMFyJA2KWooPS+SaV0eUkGXWQb4uB92dagD7ItpG6xC3BTy0kcT6XBisNCiQ29l5Rfsm+j&#10;4Gf6iQf3MXlbP2lPt2S2tfvDVqnHh/71BYSn3t/D/+2dVvA8Hyfw9yY8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Skg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BSo8UA&#10;AADdAAAADwAAAGRycy9kb3ducmV2LnhtbESPwWrDMBBE74H+g9hCb7EcE4fajRJKcKG3Nm4/YLG2&#10;som1ciwlcfP1UaGQ4zAzb5j1drK9ONPoO8cKFkkKgrhxumOj4Pvrbf4Mwgdkjb1jUvBLHrabh9ka&#10;S+0uvKdzHYyIEPYlKmhDGEopfdOSRZ+4gTh6P260GKIcjdQjXiLc9jJL05W02HFcaHGgXUvNoT5Z&#10;BUeX5XqqK/w4VMVnZ8zyeN0vlXp6nF5fQASawj38337XCvJikcPfm/g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0FK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NGvMUA&#10;AADdAAAADwAAAGRycy9kb3ducmV2LnhtbESPzW7CMBCE75V4B2uReitOigiQYlBBqsSVn0OPW3tJ&#10;UuJ1iE1I+/QYqVKPo5n5RrNY9bYWHbW+cqwgHSUgiLUzFRcKjoePlxkIH5AN1o5JwQ95WC0HTwvM&#10;jbvxjrp9KESEsM9RQRlCk0vpdUkW/cg1xNE7udZiiLItpGnxFuG2lq9JkkmLFceFEhvalKTP+6tV&#10;sK2+aJLp09zO1nr3+XsJ4+m3Uep52L+/gQjUh//wX3trFEzmaQaP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I0a8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YQ08IA&#10;AADdAAAADwAAAGRycy9kb3ducmV2LnhtbERPW2vCMBR+F/YfwhnsTVOFeemMMgeDiRfwgr4emrOm&#10;rDkpTVbrvzeC4ON355vOW1uKhmpfOFbQ7yUgiDOnC84VHA/f3TEIH5A1lo5JwZU8zGcvnSmm2l14&#10;R80+5CKWsE9RgQmhSqX0mSGLvucq4qj9utpiiLDOpa7xEsttKQdJMpQWC44LBiv6MpT97f+tgga3&#10;1+RsFpvJslhng+3itNKRV2+v7ecHiEBteJof6R+t4H3SH8H9TXwCcn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ZhDT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I6wcIA&#10;AADdAAAADwAAAGRycy9kb3ducmV2LnhtbERPPU/DMBDdkfofrKvERp1GAtFQt6qQihghdOh4xNc4&#10;bXwX2aYJ/Ho8IDE+ve/1dvK9ulKInbCB5aIARdyI7bg1cPjY3z2CignZYi9MBr4pwnYzu1ljZWXk&#10;d7rWqVU5hGOFBlxKQ6V1bBx5jAsZiDN3kuAxZRhabQOOOdz3uiyKB+2x49zgcKBnR82l/vIGxpfm&#10;81yejtb9hEH29Zucy16MuZ1PuydQiab0L/5zv1oD96tl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wjrB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XZ/ccA&#10;AADdAAAADwAAAGRycy9kb3ducmV2LnhtbESPW2sCMRSE34X+h3AKvmlWoVW3RrFeoIileOn7cXPc&#10;XU1Olk2q679vhEIfh5n5hhlPG2vElWpfOlbQ6yYgiDOnS84VHParzhCED8gajWNScCcP08lTa4yp&#10;djfe0nUXchEh7FNUUIRQpVL6rCCLvusq4uidXG0xRFnnUtd4i3BrZD9JXqXFkuNCgRXNC8ouux+r&#10;YPW1MOf+53b2LcN8OTia4fp9sVGq/dzM3kAEasJ/+K/9oRW8jHojeLyJT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l2f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R3ZMUA&#10;AADdAAAADwAAAGRycy9kb3ducmV2LnhtbERPTWvCQBC9F/oflin0Is1GixKjqxShRKGFmgpex+w0&#10;CWZnQ3abxH/fPQg9Pt73ejuaRvTUudqygmkUgyAurK65VHD6fn9JQDiPrLGxTApu5GC7eXxYY6rt&#10;wEfqc1+KEMIuRQWV920qpSsqMugi2xIH7sd2Bn2AXSl1h0MIN42cxfFCGqw5NFTY0q6i4pr/GgX9&#10;18el3PeuPVyTiZu/XrLsU5+Ven4a31YgPI3+X3x377WC+XIW9oc34Qn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FHdk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muNscA&#10;AADdAAAADwAAAGRycy9kb3ducmV2LnhtbESPQWsCMRSE74L/IbyCN826aNGtUVQQvAhqe6i35+Z1&#10;d3HzsiZRt/31jVDocZiZb5jZojW1uJPzlWUFw0ECgji3uuJCwcf7pj8B4QOyxtoyKfgmD4t5tzPD&#10;TNsHH+h+DIWIEPYZKihDaDIpfV6SQT+wDXH0vqwzGKJ0hdQOHxFuapkmyas0WHFcKLGhdUn55Xgz&#10;ClbTyeq6H/Hu53A+0enzfBmnLlGq99Iu30AEasN/+K+91QrG03QIz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35rjbHAAAA3QAAAA8AAAAAAAAAAAAAAAAAmAIAAGRy&#10;cy9kb3ducmV2LnhtbFBLBQYAAAAABAAEAPUAAACMAwAAAAA=&#10;" fillcolor="black" stroked="f"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LzT8cA&#10;AADdAAAADwAAAGRycy9kb3ducmV2LnhtbESPT2vCQBTE74V+h+UVequbBhSNrqLVQkF78M/B4zP7&#10;TJZk34bsVtN+elcQehxm5jfMZNbZWlyo9caxgvdeAoI4d9pwoeCw/3wbgvABWWPtmBT8kofZ9Plp&#10;gpl2V97SZRcKESHsM1RQhtBkUvq8JIu+5xri6J1dazFE2RZSt3iNcFvLNEkG0qLhuFBiQx8l5dXu&#10;xyo4rgdmuDWUnjZ/i5Xe9KvF97JS6vWlm49BBOrCf/jR/tIK+qM0hfub+ATk9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0C80/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toYcYA&#10;AADdAAAADwAAAGRycy9kb3ducmV2LnhtbESPQWsCMRSE74L/ITzBm2arVOzWKKJIe+lB29LrY/O6&#10;2e7mZU2irv76piD0OMzMN8xi1dlGnMmHyrGCh3EGgrhwuuJSwcf7bjQHESKyxsYxKbhSgNWy31tg&#10;rt2F93Q+xFIkCIccFZgY21zKUBiyGMauJU7et/MWY5K+lNrjJcFtIydZNpMWK04LBlvaGCrqw8kq&#10;8OuvbX3j02ed3d6u4eWnO87RKDUcdOtnEJG6+B++t1+1gsenyRT+3q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toY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ZVp8YA&#10;AADdAAAADwAAAGRycy9kb3ducmV2LnhtbESPUWvCQBCE3wv9D8cKfSl6aWirRk8phUJBEbT+gDW3&#10;JsG7vZDbauyv9wqFPg4z8w0zX/beqTN1sQls4GmUgSIug224MrD/+hhOQEVBtugCk4ErRVgu7u/m&#10;WNhw4S2dd1KpBOFYoIFapC20jmVNHuMotMTJO4bOoyTZVdp2eElw73SeZa/aY8NpocaW3msqT7tv&#10;b8DlBzddjeNarnu9zn68bB831piHQf82AyXUy3/4r/1pDbxM82f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BZVp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b/eMYA&#10;AADdAAAADwAAAGRycy9kb3ducmV2LnhtbESPzWrDMBCE74W+g9hCbo0cQ0rjRgn5IeBLD3VSct1Y&#10;W8tUWhlLSZw8fVUo9DjMzDfMfDk4Ky7Uh9azgsk4A0Fce91yo+Cw3z2/gggRWaP1TApuFGC5eHyY&#10;Y6H9lT/oUsVGJAiHAhWYGLtCylAbchjGviNO3pfvHcYk+0bqHq8J7qzMs+xFOmw5LRjsaGOo/q7O&#10;TsG26mx+KM06HD/fTydb3nd03Co1ehpWbyAiDfE//NcutYLpLJ/C75v0BO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b/e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MuvsUA&#10;AADdAAAADwAAAGRycy9kb3ducmV2LnhtbESPT2sCMRTE7wW/Q3iCt5oouNXVKCIVhJ7qn4O3R/Lc&#10;Xd28LJvU3X77plDocZiZ3zCrTe9q8aQ2VJ41TMYKBLHxtuJCw/m0f52DCBHZYu2ZNHxTgM168LLC&#10;3PqOP+l5jIVIEA45aihjbHIpgynJYRj7hjh5N986jEm2hbQtdgnuajlVKpMOK04LJTa0K8k8jl9O&#10;w30vP7xRaC7nS3ewb9f3jGql9WjYb5cgIvXxP/zXPlgNs8U0g9836Qn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ky6+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YpC8cA&#10;AADdAAAADwAAAGRycy9kb3ducmV2LnhtbESPT2vCQBTE7wW/w/KE3urGlPonuootFErFQ1XE4zP7&#10;TEKyb8Puqum37wpCj8PM/IaZLzvTiCs5X1lWMBwkIIhzqysuFOx3ny8TED4ga2wsk4Jf8rBc9J7m&#10;mGl74x+6bkMhIoR9hgrKENpMSp+XZNAPbEscvbN1BkOUrpDa4S3CTSPTJBlJgxXHhRJb+igpr7cX&#10;o+B4WfN58/q9cu/hYLudr9PTpFbqud+tZiACdeE//Gh/aQVv03QM9zfxCc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GKQv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MHq8UA&#10;AADdAAAADwAAAGRycy9kb3ducmV2LnhtbERPz2vCMBS+D/Y/hDfwNtMVHbUzyioIuwzU7TBvz+at&#10;LTYvNYm1+tebw2DHj+/3fDmYVvTkfGNZwcs4AUFcWt1wpeD7a/2cgfABWWNrmRRcycNy8fgwx1zb&#10;C2+p34VKxBD2OSqoQ+hyKX1Zk0E/th1x5H6tMxgidJXUDi8x3LQyTZJXabDh2FBjR6uayuPubBQU&#10;s6w4bSb8edse9rT/ORynqUuUGj0N728gAg3hX/zn/tAKprM0zo1v4hO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werxQAAAN0AAAAPAAAAAAAAAAAAAAAAAJgCAABkcnMv&#10;ZG93bnJldi54bWxQSwUGAAAAAAQABAD1AAAAigMAAAAA&#10;" fillcolor="black" stroked="f"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NYMcUA&#10;AADdAAAADwAAAGRycy9kb3ducmV2LnhtbESPQUsDMRSE70L/Q3gFbzbbimK3TctSKIqnbVV6fd08&#10;N4ublyWJ6frvjSD0OMzMN8x6O9peJPKhc6xgPitAEDdOd9wqeH/b3z2BCBFZY++YFPxQgO1mcrPG&#10;UrsLHygdYysyhEOJCkyMQyllaAxZDDM3EGfv03mLMUvfSu3xkuG2l4uieJQWO84LBgfaGWq+jt9W&#10;QTrv6uo+nZI5vPqq9a5+/jjXSt1Ox2oFItIYr+H/9otW8LBcLOH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81gx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eHg8QA&#10;AADdAAAADwAAAGRycy9kb3ducmV2LnhtbERPz2vCMBS+C/4P4Qm7aerGZK1GEdnG5kXXDfT4aJ5N&#10;sXkpTVa7/fXmIHj8+H4vVr2tRUetrxwrmE4SEMSF0xWXCn6+38YvIHxA1lg7JgV/5GG1HA4WmGl3&#10;4S/q8lCKGMI+QwUmhCaT0heGLPqJa4gjd3KtxRBhW0rd4iWG21o+JslMWqw4NhhsaGOoOOe/VoGf&#10;bl4PW/ufdsd3w7v808z2pVHqYdSv5yAC9eEuvrk/tILn9Cnuj2/iE5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Xh4P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F7BE3" w:rsidRDefault="002F7BE3" w:rsidP="002F7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F7BE3" w:rsidRDefault="002F7BE3" w:rsidP="002F7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7BE3" w:rsidRDefault="002F7BE3" w:rsidP="002F7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7BE3" w:rsidRDefault="002F7BE3" w:rsidP="002F7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7BE3" w:rsidRDefault="002F7BE3" w:rsidP="002F7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7BE3" w:rsidRDefault="002F7BE3" w:rsidP="002F7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F7BE3" w:rsidRDefault="002F7BE3" w:rsidP="002F7BE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F7BE3" w:rsidRDefault="002F7BE3" w:rsidP="002F7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F7BE3" w:rsidRDefault="002F7BE3" w:rsidP="002F7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F7BE3" w:rsidRDefault="002F7BE3" w:rsidP="002F7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7BE3" w:rsidRDefault="002F7BE3" w:rsidP="002F7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F7BE3" w:rsidRDefault="002F7BE3" w:rsidP="002F7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7BE3" w:rsidRDefault="002F7BE3" w:rsidP="002F7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F7BE3" w:rsidRDefault="002F7BE3" w:rsidP="002F7BE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F7BE3" w:rsidRPr="00E9192E" w:rsidRDefault="002F7BE3" w:rsidP="002F7BE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№18</w:t>
      </w:r>
    </w:p>
    <w:p w:rsidR="002F7BE3" w:rsidRPr="0092408B" w:rsidRDefault="002F7BE3" w:rsidP="002F7BE3">
      <w:pPr>
        <w:spacing w:after="0"/>
      </w:pPr>
    </w:p>
    <w:p w:rsidR="002F7BE3" w:rsidRDefault="002F7BE3" w:rsidP="002F7BE3">
      <w:pPr>
        <w:spacing w:after="0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2F7BE3" w:rsidRPr="00A31AA4" w:rsidRDefault="002F7BE3" w:rsidP="002F7BE3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2F7BE3" w:rsidRPr="00A31AA4" w:rsidRDefault="002F7BE3" w:rsidP="002F7BE3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2F7BE3" w:rsidRPr="00243225" w:rsidRDefault="002F7BE3" w:rsidP="002F7BE3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О.В.</w:t>
      </w:r>
    </w:p>
    <w:p w:rsidR="002F7BE3" w:rsidRPr="00A31AA4" w:rsidRDefault="002F7BE3" w:rsidP="002F7BE3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F7BE3" w:rsidRPr="00A31AA4" w:rsidRDefault="002F7BE3" w:rsidP="002F7BE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Нік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ітчука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О.В.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2F7BE3" w:rsidRPr="00A31AA4" w:rsidRDefault="002F7BE3" w:rsidP="002F7BE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2F7BE3" w:rsidRPr="00A31AA4" w:rsidRDefault="002F7BE3" w:rsidP="002F7BE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Олександру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Васильовичу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0,2500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</w:t>
      </w:r>
      <w:r>
        <w:rPr>
          <w:rFonts w:ascii="Times New Roman" w:eastAsia="Arial Unicode MS" w:hAnsi="Times New Roman"/>
          <w:color w:val="000000"/>
          <w:sz w:val="24"/>
          <w:szCs w:val="24"/>
        </w:rPr>
        <w:t>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  <w:proofErr w:type="gramEnd"/>
    </w:p>
    <w:p w:rsidR="002F7BE3" w:rsidRDefault="002F7BE3" w:rsidP="002F7BE3">
      <w:pPr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  </w:t>
      </w:r>
      <w:proofErr w:type="gramStart"/>
      <w:r w:rsidRPr="004E3D91">
        <w:rPr>
          <w:rFonts w:ascii="Times New Roman" w:eastAsia="Arial Unicode MS" w:hAnsi="Times New Roman"/>
          <w:sz w:val="24"/>
          <w:szCs w:val="24"/>
        </w:rPr>
        <w:t>2.Передат</w:t>
      </w:r>
      <w:r>
        <w:rPr>
          <w:rFonts w:ascii="Times New Roman" w:eastAsia="Arial Unicode MS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Олександру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Васильовичу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, 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я</w:t>
      </w:r>
      <w:r>
        <w:rPr>
          <w:rFonts w:ascii="Times New Roman" w:eastAsia="Arial Unicode MS" w:hAnsi="Times New Roman"/>
          <w:sz w:val="24"/>
          <w:szCs w:val="24"/>
        </w:rPr>
        <w:t>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зареєстрований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: </w:t>
      </w:r>
      <w:r w:rsidR="00F10339">
        <w:rPr>
          <w:rFonts w:ascii="Times New Roman" w:eastAsia="Arial Unicode MS" w:hAnsi="Times New Roman"/>
          <w:sz w:val="24"/>
          <w:szCs w:val="24"/>
        </w:rPr>
        <w:t>_______________</w:t>
      </w:r>
      <w:r>
        <w:rPr>
          <w:rFonts w:ascii="Times New Roman" w:eastAsia="Arial Unicode MS" w:hAnsi="Times New Roman"/>
          <w:sz w:val="24"/>
          <w:szCs w:val="24"/>
        </w:rPr>
        <w:t>,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ідентифікаційний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 </w:t>
      </w:r>
      <w:r w:rsidR="00F10339">
        <w:rPr>
          <w:rFonts w:ascii="Times New Roman" w:eastAsia="Arial Unicode MS" w:hAnsi="Times New Roman"/>
          <w:sz w:val="24"/>
          <w:szCs w:val="24"/>
        </w:rPr>
        <w:t>__________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</w:rPr>
        <w:t xml:space="preserve">, у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0,2500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га,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номер: 68239840</w:t>
      </w:r>
      <w:r w:rsidRPr="004E3D91">
        <w:rPr>
          <w:rFonts w:ascii="Times New Roman" w:eastAsia="Arial Unicode MS" w:hAnsi="Times New Roman"/>
          <w:sz w:val="24"/>
          <w:szCs w:val="24"/>
        </w:rPr>
        <w:t>00:0</w:t>
      </w:r>
      <w:r>
        <w:rPr>
          <w:rFonts w:ascii="Times New Roman" w:eastAsia="Arial Unicode MS" w:hAnsi="Times New Roman"/>
          <w:sz w:val="24"/>
          <w:szCs w:val="24"/>
        </w:rPr>
        <w:t>1:003:0011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</w:t>
      </w:r>
      <w:r w:rsidRPr="004E3D91">
        <w:rPr>
          <w:rFonts w:ascii="Times New Roman" w:eastAsia="Arial Unicode MS" w:hAnsi="Times New Roman"/>
          <w:sz w:val="24"/>
          <w:szCs w:val="24"/>
        </w:rPr>
        <w:t>, яка</w:t>
      </w:r>
      <w:proofErr w:type="gramEnd"/>
      <w:r w:rsidRPr="004E3D9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2F7BE3" w:rsidRPr="00A31AA4" w:rsidRDefault="002F7BE3" w:rsidP="002F7BE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О.В.,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2F7BE3" w:rsidRPr="00A31AA4" w:rsidRDefault="002F7BE3" w:rsidP="002F7BE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 xml:space="preserve">          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2F7BE3" w:rsidRPr="00A31AA4" w:rsidRDefault="002F7BE3" w:rsidP="002F7BE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F7BE3" w:rsidRDefault="002F7BE3" w:rsidP="002F7BE3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1E700F" w:rsidRDefault="001E700F"/>
    <w:sectPr w:rsidR="001E700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BE3"/>
    <w:rsid w:val="00171A2E"/>
    <w:rsid w:val="001E700F"/>
    <w:rsid w:val="002F7BE3"/>
    <w:rsid w:val="00304C90"/>
    <w:rsid w:val="00505B6D"/>
    <w:rsid w:val="006D3977"/>
    <w:rsid w:val="007D6C18"/>
    <w:rsid w:val="00D1641A"/>
    <w:rsid w:val="00F1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BE3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F7BE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F7BE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F7BE3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BE3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F7BE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F7BE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F7BE3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9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3</cp:revision>
  <dcterms:created xsi:type="dcterms:W3CDTF">2020-11-30T15:26:00Z</dcterms:created>
  <dcterms:modified xsi:type="dcterms:W3CDTF">2020-12-01T06:56:00Z</dcterms:modified>
</cp:coreProperties>
</file>