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2A1" w:rsidRDefault="00C252A1" w:rsidP="00C252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252A1" w:rsidRDefault="00C252A1" w:rsidP="00C252A1"/>
    <w:p w:rsidR="00C252A1" w:rsidRDefault="00C252A1" w:rsidP="00C252A1"/>
    <w:p w:rsidR="00C252A1" w:rsidRDefault="00C252A1" w:rsidP="00C252A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252A1" w:rsidRDefault="00C252A1" w:rsidP="00C252A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252A1" w:rsidRDefault="00C252A1" w:rsidP="00C252A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252A1" w:rsidRDefault="00C252A1" w:rsidP="00C252A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252A1" w:rsidRDefault="00C252A1" w:rsidP="00C252A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52A1" w:rsidRDefault="00C252A1" w:rsidP="00C252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252A1" w:rsidRDefault="00C252A1" w:rsidP="00C252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252A1" w:rsidRDefault="00C252A1" w:rsidP="00C252A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252A1" w:rsidRPr="007256E4" w:rsidRDefault="00C252A1" w:rsidP="00C252A1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</w:p>
    <w:p w:rsidR="00C252A1" w:rsidRPr="00E47473" w:rsidRDefault="00C252A1" w:rsidP="00C252A1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C252A1" w:rsidRPr="00E47473" w:rsidRDefault="00C252A1" w:rsidP="00C252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4747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47473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C252A1" w:rsidRPr="00E47473" w:rsidRDefault="00C252A1" w:rsidP="00C252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474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E474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474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E47473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C252A1" w:rsidRPr="00E47473" w:rsidRDefault="00C252A1" w:rsidP="00C252A1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E47473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E47473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E47473">
        <w:rPr>
          <w:rFonts w:ascii="Times New Roman" w:hAnsi="Times New Roman" w:cs="Times New Roman"/>
          <w:b/>
          <w:sz w:val="24"/>
          <w:szCs w:val="24"/>
        </w:rPr>
        <w:t xml:space="preserve">  Паращуку І.І.</w:t>
      </w:r>
    </w:p>
    <w:p w:rsidR="00C252A1" w:rsidRPr="00E47473" w:rsidRDefault="00C252A1" w:rsidP="00C252A1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252A1" w:rsidRPr="00E47473" w:rsidRDefault="00C252A1" w:rsidP="00C252A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7473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E47473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                Паращука І.І.,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47473">
        <w:rPr>
          <w:rFonts w:ascii="Times New Roman" w:hAnsi="Times New Roman" w:cs="Times New Roman"/>
          <w:sz w:val="24"/>
          <w:szCs w:val="24"/>
        </w:rPr>
        <w:t>ільська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C252A1" w:rsidRPr="00E47473" w:rsidRDefault="00C252A1" w:rsidP="00C252A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7473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C252A1" w:rsidRPr="00E47473" w:rsidRDefault="00C252A1" w:rsidP="00C252A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7473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Паращуку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Іллі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Ігоровичу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для 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1,9000 га, яка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рада.</w:t>
      </w:r>
    </w:p>
    <w:p w:rsidR="00C252A1" w:rsidRPr="00E47473" w:rsidRDefault="00C252A1" w:rsidP="00C252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7473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Паращуку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Іллі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Ігоровичу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: </w:t>
      </w:r>
      <w:r w:rsidR="001D45A2">
        <w:rPr>
          <w:rFonts w:ascii="Times New Roman" w:hAnsi="Times New Roman" w:cs="Times New Roman"/>
          <w:sz w:val="24"/>
          <w:szCs w:val="24"/>
          <w:lang w:val="en-US"/>
        </w:rPr>
        <w:t>________________</w:t>
      </w:r>
      <w:r w:rsidRPr="00E4747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1D45A2">
        <w:rPr>
          <w:rFonts w:ascii="Times New Roman" w:hAnsi="Times New Roman" w:cs="Times New Roman"/>
          <w:sz w:val="24"/>
          <w:szCs w:val="24"/>
          <w:lang w:val="en-US"/>
        </w:rPr>
        <w:t>______________</w:t>
      </w:r>
      <w:bookmarkStart w:id="0" w:name="_GoBack"/>
      <w:bookmarkEnd w:id="0"/>
      <w:r w:rsidRPr="00E47473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1,900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E47473">
        <w:rPr>
          <w:rFonts w:ascii="Times New Roman" w:hAnsi="Times New Roman" w:cs="Times New Roman"/>
          <w:sz w:val="24"/>
          <w:szCs w:val="24"/>
        </w:rPr>
        <w:t xml:space="preserve"> га,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номер: 6823984700:05:002:0058, для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рада.</w:t>
      </w:r>
    </w:p>
    <w:p w:rsidR="00C252A1" w:rsidRPr="00E47473" w:rsidRDefault="00C252A1" w:rsidP="00C252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7473">
        <w:rPr>
          <w:rFonts w:ascii="Times New Roman" w:hAnsi="Times New Roman" w:cs="Times New Roman"/>
          <w:sz w:val="24"/>
          <w:szCs w:val="24"/>
        </w:rPr>
        <w:t xml:space="preserve">          3. Паращуку І.І.,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47473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C252A1" w:rsidRPr="00E47473" w:rsidRDefault="00C252A1" w:rsidP="00C252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7473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4747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4747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C252A1" w:rsidRPr="00C252A1" w:rsidRDefault="00C252A1" w:rsidP="00C252A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23B6A" w:rsidRPr="00C252A1" w:rsidRDefault="00C252A1" w:rsidP="00C252A1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23B6A" w:rsidRPr="00C252A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2A1"/>
    <w:rsid w:val="00171A2E"/>
    <w:rsid w:val="001D45A2"/>
    <w:rsid w:val="00304C90"/>
    <w:rsid w:val="00505B6D"/>
    <w:rsid w:val="006D3977"/>
    <w:rsid w:val="007D6C18"/>
    <w:rsid w:val="00A23B6A"/>
    <w:rsid w:val="00C252A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284</Words>
  <Characters>1620</Characters>
  <Application>Microsoft Office Word</Application>
  <DocSecurity>0</DocSecurity>
  <Lines>13</Lines>
  <Paragraphs>3</Paragraphs>
  <ScaleCrop>false</ScaleCrop>
  <Company>Microsoft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2020-05-20T14:17:00Z</dcterms:created>
  <dcterms:modified xsi:type="dcterms:W3CDTF">2020-05-20T14:19:00Z</dcterms:modified>
</cp:coreProperties>
</file>