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D19" w:rsidRDefault="00BD6D19" w:rsidP="00BD6D19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D6D19" w:rsidRDefault="00BD6D19" w:rsidP="00BD6D19"/>
    <w:p w:rsidR="00BD6D19" w:rsidRDefault="00BD6D19" w:rsidP="00BD6D19"/>
    <w:p w:rsidR="00BD6D19" w:rsidRDefault="00BD6D19" w:rsidP="00BD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D6D19" w:rsidRDefault="00BD6D19" w:rsidP="00BD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D6D19" w:rsidRDefault="00BD6D19" w:rsidP="00BD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D6D19" w:rsidRDefault="00BD6D19" w:rsidP="00BD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D6D19" w:rsidRDefault="00BD6D19" w:rsidP="00BD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D19" w:rsidRDefault="00BD6D19" w:rsidP="00BD6D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D6D19" w:rsidRDefault="00BD6D19" w:rsidP="00BD6D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6D19" w:rsidRDefault="00BD6D19" w:rsidP="00BD6D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D6D19" w:rsidRDefault="00BD6D19" w:rsidP="00BD6D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D6D19" w:rsidRPr="006A5B10" w:rsidRDefault="00BD6D19" w:rsidP="00BD6D19">
      <w:pPr>
        <w:tabs>
          <w:tab w:val="left" w:pos="21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№125</w:t>
      </w:r>
    </w:p>
    <w:p w:rsidR="00BD6D19" w:rsidRPr="006A5B10" w:rsidRDefault="00BD6D19" w:rsidP="00BD6D19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D6D19" w:rsidRPr="006A5B10" w:rsidRDefault="00BD6D19" w:rsidP="00BD6D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5B1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6A5B1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</w:p>
    <w:p w:rsidR="00BD6D19" w:rsidRPr="006A5B10" w:rsidRDefault="00BD6D19" w:rsidP="00BD6D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5B10">
        <w:rPr>
          <w:rFonts w:ascii="Times New Roman" w:hAnsi="Times New Roman" w:cs="Times New Roman"/>
          <w:b/>
          <w:sz w:val="24"/>
          <w:szCs w:val="24"/>
        </w:rPr>
        <w:t>№30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24.04.2020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b/>
          <w:sz w:val="24"/>
          <w:szCs w:val="24"/>
        </w:rPr>
        <w:t xml:space="preserve">року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6D19" w:rsidRPr="006A5B10" w:rsidRDefault="00BD6D19" w:rsidP="00BD6D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r w:rsidRPr="006A5B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A5B10"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BD6D19" w:rsidRPr="006A5B10" w:rsidRDefault="00BD6D19" w:rsidP="00BD6D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D19" w:rsidRPr="006A5B10" w:rsidRDefault="00BD6D19" w:rsidP="00BD6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 1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26,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  Земельного кодексу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 ст.21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Х «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 Земельного кодексу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Н.Я., Леонова Н.В.,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В.Я.,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BD6D19" w:rsidRPr="006A5B10" w:rsidRDefault="00BD6D19" w:rsidP="00BD6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>ВИРІШИЛА:</w:t>
      </w:r>
    </w:p>
    <w:p w:rsidR="00BD6D19" w:rsidRPr="006A5B10" w:rsidRDefault="00BD6D19" w:rsidP="00BD6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 1.Внести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пункт 1.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№29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24.04.2020 року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6A5B1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A5B10"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 меж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Н.Я., Леонова Н.В.,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В.Я. »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доповнити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словами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виклавши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п.1, 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D6D19" w:rsidRPr="006A5B10" w:rsidRDefault="00BD6D19" w:rsidP="00BD6D1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A5B1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передати:Поліщук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Яковлівні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  <w:r w:rsidR="00E32538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32538">
        <w:rPr>
          <w:rFonts w:ascii="Times New Roman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6A5B1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⅙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3,4080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га;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Яківні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A5B1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вул.Г.Охман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57,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 2155623521, 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>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3,4080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га, 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Леоновій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вул.Г.Охман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>, 57,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 3150519583, 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⅙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3,4080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A5B10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номер: 6823984000:03:002:0167), для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область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район,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BD6D19" w:rsidRPr="006A5B10" w:rsidRDefault="00BD6D19" w:rsidP="00BD6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lastRenderedPageBreak/>
        <w:t xml:space="preserve">          2. Контроль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BD6D19" w:rsidRPr="006A5B10" w:rsidRDefault="00BD6D19" w:rsidP="00BD6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6D19" w:rsidRPr="006A5B10" w:rsidRDefault="00BD6D19" w:rsidP="00BD6D19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 голова                                                                                              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5228C" w:rsidRDefault="0035228C"/>
    <w:sectPr w:rsidR="0035228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19"/>
    <w:rsid w:val="00171A2E"/>
    <w:rsid w:val="00304C90"/>
    <w:rsid w:val="0035228C"/>
    <w:rsid w:val="00505B6D"/>
    <w:rsid w:val="006D3977"/>
    <w:rsid w:val="007D6C18"/>
    <w:rsid w:val="00BD6D19"/>
    <w:rsid w:val="00D1641A"/>
    <w:rsid w:val="00E3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Microsoft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2020-07-02T12:24:00Z</dcterms:created>
  <dcterms:modified xsi:type="dcterms:W3CDTF">2020-07-02T13:36:00Z</dcterms:modified>
</cp:coreProperties>
</file>