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42" w:rsidRPr="000676D9" w:rsidRDefault="00D67342" w:rsidP="00D673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7342" w:rsidRDefault="00D67342" w:rsidP="00D673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67342" w:rsidRDefault="00D67342" w:rsidP="00D67342"/>
    <w:p w:rsidR="00D67342" w:rsidRDefault="00D67342" w:rsidP="00D67342"/>
    <w:p w:rsidR="00D67342" w:rsidRDefault="00D67342" w:rsidP="00D673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67342" w:rsidRDefault="00D67342" w:rsidP="00D673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67342" w:rsidRDefault="00D67342" w:rsidP="00D673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67342" w:rsidRDefault="00D67342" w:rsidP="00D673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67342" w:rsidRDefault="00D67342" w:rsidP="00D673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342" w:rsidRDefault="00D67342" w:rsidP="00D673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67342" w:rsidRDefault="00D67342" w:rsidP="00D673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7342" w:rsidRDefault="00D67342" w:rsidP="00D673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67342" w:rsidRPr="00685040" w:rsidRDefault="00D67342" w:rsidP="00D6734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№104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67342" w:rsidRPr="00555B37" w:rsidRDefault="00D67342" w:rsidP="00D673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розгляд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заяви Данилюк Л.М.</w:t>
      </w:r>
    </w:p>
    <w:p w:rsidR="00D67342" w:rsidRPr="00555B37" w:rsidRDefault="00D67342" w:rsidP="00D673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</w:t>
      </w:r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т.141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Данилюк Л.М.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 </w:t>
      </w: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зв’язку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добровільною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Данилюк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Любові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Михайлівни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4F054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припинити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0,27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.Г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оловлі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та перевести в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запасу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ради. </w:t>
      </w: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Pr="00555B37" w:rsidRDefault="00D67342" w:rsidP="00D6734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342" w:rsidRDefault="00D67342" w:rsidP="00D6734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C50E9" w:rsidRDefault="00AC50E9"/>
    <w:sectPr w:rsidR="00AC50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42"/>
    <w:rsid w:val="00171A2E"/>
    <w:rsid w:val="00304C90"/>
    <w:rsid w:val="004F054B"/>
    <w:rsid w:val="00505B6D"/>
    <w:rsid w:val="006D3977"/>
    <w:rsid w:val="007D6C18"/>
    <w:rsid w:val="00AC50E9"/>
    <w:rsid w:val="00D1641A"/>
    <w:rsid w:val="00D6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2020-05-27T16:59:00Z</dcterms:created>
  <dcterms:modified xsi:type="dcterms:W3CDTF">2020-05-27T17:42:00Z</dcterms:modified>
</cp:coreProperties>
</file>