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7A5" w:rsidRDefault="006D17A5" w:rsidP="006D17A5">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b/>
          <w:color w:val="000000"/>
          <w:sz w:val="24"/>
          <w:szCs w:val="24"/>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89" name="Группа 3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90"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391"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392"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393"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394"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395"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396"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397"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398"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399"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400"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01"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402"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03"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404"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05"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406"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07"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408"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09"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D17A5" w:rsidRDefault="006D17A5" w:rsidP="006D17A5"/>
                          </w:txbxContent>
                        </wps:txbx>
                        <wps:bodyPr rot="0" vert="horz" wrap="square" lIns="91440" tIns="45720" rIns="91440" bIns="45720" anchor="t" anchorCtr="0" upright="1">
                          <a:noAutofit/>
                        </wps:bodyPr>
                      </wps:wsp>
                      <wps:wsp>
                        <wps:cNvPr id="3410"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1"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2"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3"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4"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5"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6"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7"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8"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s:wsp>
                        <wps:cNvPr id="3419"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7A5" w:rsidRDefault="006D17A5" w:rsidP="006D17A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89"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BazbHQ&#10;ZXcAAEBZBAAOAAAAAAAAAAAAAAAAAC4CAABkcnMvZTJvRG9jLnhtbFBLAQItABQABgAIAAAAIQCy&#10;HUyb4AAAAAoBAAAPAAAAAAAAAAAAAAAAAL95AABkcnMvZG93bnJldi54bWxQSwUGAAAAAAQABADz&#10;AAAAzHo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NbDb4A&#10;AADdAAAADwAAAGRycy9kb3ducmV2LnhtbERPyQrCMBC9C/5DGMGbplpwqUYRUfEgiNt9aMa22ExK&#10;E7X+vTkIHh9vny8bU4oX1a6wrGDQj0AQp1YXnCm4Xra9CQjnkTWWlknBhxwsF+3WHBNt33yi19ln&#10;IoSwS1BB7n2VSOnSnAy6vq2IA3e3tUEfYJ1JXeM7hJtSDqNoJA0WHBpyrGidU/o4P40CG+/2h1s2&#10;PMUbHnteHSf3W3NQqttpVjMQnhr/F//ce60gjqdhf3gTnoBc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jjWw2+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D17A5" w:rsidRDefault="006D17A5" w:rsidP="006D17A5"/>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k6mMgA&#10;AADdAAAADwAAAGRycy9kb3ducmV2LnhtbESPW2sCMRSE34X+h3AKfRHNquBlaxQRtreHghfw9bA5&#10;3Wy7OVmSVLf++qZQ8HGYmW+Y5bqzjTiTD7VjBaNhBoK4dLrmSsHxUAzmIEJE1tg4JgU/FGC9uust&#10;Mdfuwjs672MlEoRDjgpMjG0uZSgNWQxD1xIn78N5izFJX0nt8ZLgtpHjLJtKizWnBYMtbQ2VX/tv&#10;q+CzeDen7ez65PuLHV37xdtz8zpV6uG+2zyCiNTFW/i//aIVTCaLEfy9SU9Ar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luTqY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D17A5" w:rsidRDefault="006D17A5" w:rsidP="006D17A5"/>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PGkMQA&#10;AADdAAAADwAAAGRycy9kb3ducmV2LnhtbESPTWrDMBCF94HeQUyhm9DIiaGkbhRjSl2CN8FJDzBY&#10;E8vUGhlLid3bR4VCl4/38/F2+Wx7caPRd44VrFcJCOLG6Y5bBV/n8nkLwgdkjb1jUvBDHvL9w2KH&#10;mXYT13Q7hVbEEfYZKjAhDJmUvjFk0a/cQBy9ixsthijHVuoRpzhue7lJkhdpseNIMDjQu6Hm+3S1&#10;EXJM8VhdpnP5OeOEH5XhZVEr9fQ4F28gAs3hP/zXPmgFafq6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zxpD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D17A5" w:rsidRDefault="006D17A5" w:rsidP="006D17A5"/>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S2q8YA&#10;AADdAAAADwAAAGRycy9kb3ducmV2LnhtbESPQUsDMRSE74L/ITzBm83a1WrXpqVUBSl4sArS22Pz&#10;urt08xKSZ3f990YQPA4z8w2zWI2uVyeKqfNs4HpSgCKuve24MfDx/nx1DyoJssXeMxn4pgSr5fnZ&#10;AivrB36j004alSGcKjTQioRK61S35DBNfCDO3sFHh5JlbLSNOGS46/W0KGbaYcd5ocVAm5bq4+7L&#10;GXgdnsL2bnZ7CPt4M9Xp0crnRoy5vBjXD6CERvkP/7VfrIGynJfw+yY/Ab3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S2q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D17A5" w:rsidRDefault="006D17A5" w:rsidP="006D17A5"/>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7f8UA&#10;AADdAAAADwAAAGRycy9kb3ducmV2LnhtbESP32rCMBTG7wd7h3AG3gxNZ4e4zigy7BjeiO0e4NAc&#10;m7LmpDSxrW9vBoNdfnx/fnyb3WRbMVDvG8cKXhYJCOLK6YZrBd9lPl+D8AFZY+uYFNzIw277+LDB&#10;TLuRzzQUoRZxhH2GCkwIXSalrwxZ9AvXEUfv4nqLIcq+lrrHMY7bVi6TZCUtNhwJBjv6MFT9FFcb&#10;IacUT8fLWOafE454OBp+3p+Vmj1N+3cQgabwH/5rf2kFafr2Cr9v4hOQ2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Fvt/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D17A5" w:rsidRDefault="006D17A5" w:rsidP="006D17A5"/>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GLRMYA&#10;AADdAAAADwAAAGRycy9kb3ducmV2LnhtbESPQUsDMRSE70L/Q3iCN5u1tbWuTYtUBRE8WAult8fm&#10;dXfp5iUkz+76740geBxm5htmuR5cp84UU+vZwM24AEVcedtybWD3+XK9AJUE2WLnmQx8U4L1anSx&#10;xNL6nj/ovJVaZQinEg00IqHUOlUNOUxjH4izd/TRoWQZa20j9hnuOj0pirl22HJeaDDQpqHqtP1y&#10;Bt775/B2N58dwyHeTnR6srLfiDFXl8PjAyihQf7Df+1Xa2A6vZ/B75v8BP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GLRM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D17A5" w:rsidRDefault="006D17A5" w:rsidP="006D17A5"/>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O1TccA&#10;AADdAAAADwAAAGRycy9kb3ducmV2LnhtbESPzWrDMBCE74W8g9hCLyGRW9OQuFFCUhAttFDyA70u&#10;1sY2tVZGUmPn7aNCoMdhZr5hluvBtuJMPjSOFTxOMxDEpTMNVwqOBz2ZgwgR2WDrmBRcKMB6Nbpb&#10;YmFczzs672MlEoRDgQrqGLtCylDWZDFMXUecvJPzFmOSvpLGY5/gtpVPWTaTFhtOCzV29FpT+bP/&#10;tQq2X32V+3G5HdzH6e37WWujP7VSD/fD5gVEpCH+h2/td6Mgzxcz+HuTno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yztU3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D17A5" w:rsidRDefault="006D17A5" w:rsidP="006D17A5"/>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Kk8UA&#10;AADdAAAADwAAAGRycy9kb3ducmV2LnhtbESP0WoCMRRE3wv+Q7iCbzWrttauRhFloRRftP2Ay+a6&#10;Wd3cLElc179vCoU+DjNzhlltetuIjnyoHSuYjDMQxKXTNVcKvr+K5wWIEJE1No5JwYMCbNaDpxXm&#10;2t35SN0pViJBOOSowMTY5lKG0pDFMHYtcfLOzluMSfpKao/3BLeNnGbZXFqsOS0YbGlnqLyeblZB&#10;8Tk9dNeb9oXb9i+WXs1lsTdKjYb9dgkiUh//w3/tD61gNnt/g9836Qn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0qTxQAAAN0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D17A5" w:rsidRDefault="006D17A5" w:rsidP="006D17A5"/>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CEpMQA&#10;AADdAAAADwAAAGRycy9kb3ducmV2LnhtbERPW2vCMBR+H+w/hDPwRWa6FWWrRpmDMGGCeIG9Hppj&#10;W2xOShJt9+/Nw2CPH999sRpsK27kQ+NYwcskA0FcOtNwpeB01M9vIEJENtg6JgW/FGC1fHxYYGFc&#10;z3u6HWIlUgiHAhXUMXaFlKGsyWKYuI44cWfnLcYEfSWNxz6F21a+ZtlMWmw4NdTY0WdN5eVwtQrW&#10;u77K/bhcD+77/PUz1drorVZq9DR8zEFEGuK/+M+9MQry/D3NTW/SE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ghKT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D17A5" w:rsidRDefault="006D17A5" w:rsidP="006D17A5"/>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R7esQA&#10;AADdAAAADwAAAGRycy9kb3ducmV2LnhtbESP0WoCMRRE3wv+Q7hC32pWbUW3RhHLQpG+qP2Ay+Z2&#10;s3VzsyRxXf/eCIKPw8ycYZbr3jaiIx9qxwrGowwEcel0zZWC32PxNgcRIrLGxjEpuFKA9WrwssRc&#10;uwvvqTvESiQIhxwVmBjbXMpQGrIYRq4lTt6f8xZjkr6S2uMlwW0jJ1k2kxZrTgsGW9oaKk+Hs1VQ&#10;7CY/3emsfeE2/bulD/M//zJKvQ77zSeISH18hh/tb61gOl0s4P4mPQG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Ue3r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D17A5" w:rsidRDefault="006D17A5" w:rsidP="006D17A5"/>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uQI78A&#10;AADdAAAADwAAAGRycy9kb3ducmV2LnhtbERPy4rCMBTdC/5DuMLsbOJrGDqNIoKDLq1+wKW505Y2&#10;N7XJ2Pr3k4Xg8nDe2W60rXhQ72vHGhaJAkFcOFNzqeF2Pc6/QPiAbLB1TBqe5GG3nU4yTI0b+EKP&#10;PJQihrBPUUMVQpdK6YuKLPrEdcSR+3W9xRBhX0rT4xDDbSuXSn1KizXHhgo7OlRUNPmf1bB+Dj/3&#10;fNOoo7G0OK+6M4dio/XHbNx/gwg0hrf45T4ZDau1ivvjm/gE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S5AjvwAAAN0AAAAPAAAAAAAAAAAAAAAAAJgCAABkcnMvZG93bnJl&#10;di54bWxQSwUGAAAAAAQABAD1AAAAhA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D17A5" w:rsidRDefault="006D17A5" w:rsidP="006D17A5"/>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spMYA&#10;AADdAAAADwAAAGRycy9kb3ducmV2LnhtbESPT2vCQBTE7wW/w/KE3uomKtKm2YSgWKSnNlXPj+zL&#10;H5p9G7Krxm/fLRR6HGbmN0yaT6YXVxpdZ1lBvIhAEFdWd9woOH7tn55BOI+ssbdMCu7kIM9mDykm&#10;2t74k66lb0SAsEtQQev9kEjpqpYMuoUdiINX29GgD3JspB7xFuCml8so2kiDHYeFFgfatlR9lxej&#10;4LI5L49cv+uPcnd/e9ntCydPjVKP86l4BeFp8v/hv/ZBK1itoxh+34QnIL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spMYAAADdAAAADwAAAAAAAAAAAAAAAACYAgAAZHJz&#10;L2Rvd25yZXYueG1sUEsFBgAAAAAEAAQA9QAAAIs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D17A5" w:rsidRDefault="006D17A5" w:rsidP="006D17A5"/>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TN1McA&#10;AADdAAAADwAAAGRycy9kb3ducmV2LnhtbESPQWvCQBSE70L/w/IKvemmUYJNXUWFQu2hQauH3p7Z&#10;Z5KafZtmV03/vVsQPA4z8w0zmXWmFmdqXWVZwfMgAkGcW11xoWD79dYfg3AeWWNtmRT8kYPZ9KE3&#10;wVTbC6/pvPGFCBB2KSoovW9SKV1ekkE3sA1x8A62NeiDbAupW7wEuKllHEWJNFhxWCixoWVJ+XFz&#10;Mgp22Th5yRar0c/H5x6HRv9+6ypR6umxm7+C8NT5e/jWftcKhqMohv8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kzdT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D17A5" w:rsidRDefault="006D17A5" w:rsidP="006D17A5"/>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CqvMUA&#10;AADdAAAADwAAAGRycy9kb3ducmV2LnhtbESPQWvCQBSE7wX/w/IKvTWbJiISXaW21EpPGgWvj+wz&#10;Cc2+DdltjP56Vyh4HGbmG2a+HEwjeupcbVnBWxSDIC6srrlUcNh/vU5BOI+ssbFMCi7kYLkYPc0x&#10;0/bMO+pzX4oAYZehgsr7NpPSFRUZdJFtiYN3sp1BH2RXSt3hOcBNI5M4nkiDNYeFClv6qKj4zf+M&#10;guvkiFv3naw+U+3pMp6u7c92rdTL8/A+A+Fp8I/wf3ujFaTjOIX7m/A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0Kq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D17A5" w:rsidRDefault="006D17A5" w:rsidP="006D17A5"/>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hcMUA&#10;AADdAAAADwAAAGRycy9kb3ducmV2LnhtbESP0WrCQBRE3wv+w3IF35qNmoqmriIlQt9a037AJXu7&#10;CWbvxuw2xn59t1DwcZiZM8x2P9pWDNT7xrGCeZKCIK6cbtgo+Pw4Pq5B+ICssXVMCm7kYb+bPGwx&#10;1+7KJxrKYESEsM9RQR1Cl0vpq5os+sR1xNH7cr3FEGVvpO7xGuG2lYs0XUmLDceFGjt6qak6l99W&#10;wcUtnvRYFvh2LjbvjTHZ5eeUKTWbjodnEIHGcA//t1+1gmWWZvD3Jj4B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4WFw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D17A5" w:rsidRDefault="006D17A5" w:rsidP="006D17A5"/>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Og8QA&#10;AADdAAAADwAAAGRycy9kb3ducmV2LnhtbESPzW7CMBCE75V4B2uReisO/xAwiFZC4gr00ONiL0na&#10;eB1iFwJPj5GQOI5m5hvNfNnYUpyp9oVjBd1OAoJYO1NwpuB7v/6YgPAB2WDpmBRcycNy0XqbY2rc&#10;hbd03oVMRAj7FBXkIVSplF7nZNF3XEUcvaOrLYYo60yaGi8RbkvZS5KRtFhwXMixoq+c9N/u3yrY&#10;FAcajvRxaiefevtzO4X++Nco9d5uVjMQgZrwCj/bG6OgP0iG8HgTn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MToP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D17A5" w:rsidRDefault="006D17A5" w:rsidP="006D17A5"/>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jAMIA&#10;AADdAAAADwAAAGRycy9kb3ducmV2LnhtbERPW2vCMBR+H+w/hCPsbSY6kVmNMgeDDafgBX09NMem&#10;rDkpTVbrvzfCYI/fnW+26FwlWmpC6VnDoK9AEOfelFxoOOw/nl9BhIhssPJMGq4UYDF/fJhhZvyF&#10;t9TuYiFSCYcMNdgY60zKkFtyGPq+Jk7a2TcOY4JNIU2Dl1TuKjlUaiwdlpwWLNb0bin/2f06DS1u&#10;rupkl+vJV/mdDzfL48okXj/1urcpiEhd/Df/pT+NhpeRGsP9TXoCc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VyMA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D17A5" w:rsidRDefault="006D17A5" w:rsidP="006D17A5"/>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A4+8UA&#10;AADdAAAADwAAAGRycy9kb3ducmV2LnhtbESPQUvDQBSE70L/w/IEb3ZjKippt6UILR41evD4zL5m&#10;02bfC7trE/31riB4HGbmG2a1mXyvzhRiJ2zgZl6AIm7EdtwaeHvdXT+AignZYi9MBr4owmY9u1hh&#10;ZWXkFzrXqVUZwrFCAy6lodI6No48xrkMxNk7SPCYsgyttgHHDPe9LoviTnvsOC84HOjRUXOqP72B&#10;cd98HMvDu3XfYZBd/SzHshdjri6n7RJUoin9h//aT9bA4ra4h983+Qn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Dj7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D17A5" w:rsidRDefault="006D17A5" w:rsidP="006D17A5"/>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TqLsMA&#10;AADdAAAADwAAAGRycy9kb3ducmV2LnhtbERPy2oCMRTdC/5DuII7zailymgUn1BKi2jr/nZyOzOa&#10;3AyTqNO/bxaCy8N5zxaNNeJGtS8dKxj0ExDEmdMl5wq+v3a9CQgfkDUax6Tgjzws5u3WDFPt7nyg&#10;2zHkIoawT1FBEUKVSumzgiz6vquII/fraoshwjqXusZ7DLdGDpPkVVosOTYUWNG6oOxyvFoFu/3G&#10;nIefh+VJhvV2/GMm76vNh1LdTrOcggjUhKf44X7TCkYvSZwb38Qn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TqLsMAAADdAAAADwAAAAAAAAAAAAAAAACYAgAAZHJzL2Rv&#10;d25yZXYueG1sUEsFBgAAAAAEAAQA9QAAAIg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D17A5" w:rsidRDefault="006D17A5" w:rsidP="006D17A5"/>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CDMcA&#10;AADdAAAADwAAAGRycy9kb3ducmV2LnhtbESPQWvCQBSE70L/w/IKvYhuWlvRmFVKoahgoU0LXl+y&#10;zySYfRuya4z/3i0IHoeZ+YZJVr2pRUetqywreB5HIIhzqysuFPz9fo5mIJxH1lhbJgUXcrBaPgwS&#10;jLU98w91qS9EgLCLUUHpfRNL6fKSDLqxbYiDd7CtQR9kW0jd4jnATS1fomgqDVYcFkps6KOk/Jie&#10;jILue5cVm8412+Ns6N4m2Xr9pfdKPT327wsQnnp/D9/aG61g8hrN4f9NeAJye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ggz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D17A5" w:rsidRDefault="006D17A5" w:rsidP="006D17A5"/>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3BhcUA&#10;AADdAAAADwAAAGRycy9kb3ducmV2LnhtbERPu27CMBTdK/UfrFuJrTgEWkGKiQoSEkul8hhgu8S3&#10;SUR8ndoGUr4eD0gdj857mnemERdyvrasYNBPQBAXVtdcKthtl69jED4ga2wsk4I/8pDPnp+mmGl7&#10;5TVdNqEUMYR9hgqqENpMSl9UZND3bUscuR/rDIYIXSm1w2sMN41Mk+RdGqw5NlTY0qKi4rQ5GwXz&#10;yXj++z3ir9v6eKDD/nh6S12iVO+l+/wAEagL/+KHe6UVDEeDuD++iU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cGFxQAAAN0AAAAPAAAAAAAAAAAAAAAAAJgCAABkcnMv&#10;ZG93bnJldi54bWxQSwUGAAAAAAQABAD1AAAAigMAAAAA&#10;" fillcolor="black" stroked="f">
                  <v:textbox>
                    <w:txbxContent>
                      <w:p w:rsidR="006D17A5" w:rsidRDefault="006D17A5" w:rsidP="006D17A5"/>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inEMcA&#10;AADdAAAADwAAAGRycy9kb3ducmV2LnhtbESPT2vCQBTE74LfYXmF3nQTa0VSV/EvFGoP2h56fM2+&#10;Jkuyb0N21dRP7wqFHoeZ+Q0zW3S2FmdqvXGsIB0mIIhzpw0XCj4/doMpCB+QNdaOScEveVjM+70Z&#10;Ztpd+EDnYyhEhLDPUEEZQpNJ6fOSLPqha4ij9+NaiyHKtpC6xUuE21qOkmQiLRqOCyU2tC4pr44n&#10;q+DrbWKmB0Oj7/11tdX752r1vqmUenzoli8gAnXhP/zXftUKnsZpCvc38Qn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YpxD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D17A5" w:rsidRDefault="006D17A5" w:rsidP="006D17A5"/>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8H0sYA&#10;AADdAAAADwAAAGRycy9kb3ducmV2LnhtbESPT2sCMRTE74V+h/AK3jSrLUW2RhFF6qUH/9HrY/O6&#10;2e7mZU2irn56UxB6HGbmN8xk1tlGnMmHyrGC4SADQVw4XXGpYL9b9ccgQkTW2DgmBVcKMJs+P00w&#10;1+7CGzpvYykShEOOCkyMbS5lKAxZDAPXEifvx3mLMUlfSu3xkuC2kaMse5cWK04LBltaGCrq7ckq&#10;8PPvZX3j06HObl/X8PnbHcdolOq9dPMPEJG6+B9+tNdawevbcAR/b9ITk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8H0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D17A5" w:rsidRDefault="006D17A5" w:rsidP="006D17A5"/>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cH+8YA&#10;AADdAAAADwAAAGRycy9kb3ducmV2LnhtbESPUWsCMRCE3wv+h7AFX0rNqcW2p1FEEAqKoPUHbC/r&#10;3dFkc1xWPfvrTaHQx2FmvmFmi847daE21oENDAcZKOIi2JpLA8fP9fMbqCjIFl1gMnCjCIt572GG&#10;uQ1X3tPlIKVKEI45GqhEmlzrWFTkMQ5CQ5y8U2g9SpJtqW2L1wT3To+ybKI91pwWKmxoVVHxfTh7&#10;A2705d43r3Ert6PeZj9e9k87a0z/sVtOQQl18h/+a39YA+OX4Rh+36Qno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cH+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D17A5" w:rsidRDefault="006D17A5" w:rsidP="006D17A5"/>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KQy8YA&#10;AADdAAAADwAAAGRycy9kb3ducmV2LnhtbESPQWsCMRSE7wX/Q3hCb5rVipTVKLYi7KUHV4vX5+a5&#10;WUxelk2q2/56Uyj0OMzMN8xy3TsrbtSFxrOCyTgDQVx53XCt4HjYjV5BhIis0XomBd8UYL0aPC0x&#10;1/7Oe7qVsRYJwiFHBSbGNpcyVIYchrFviZN38Z3DmGRXS93hPcGdldMsm0uHDacFgy29G6qu5ZdT&#10;sC1bOz0W5i2cPj/OZ1v87Oi0Vep52G8WICL18T/81y60gpfZZAa/b9ITkK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KQy8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D17A5" w:rsidRDefault="006D17A5" w:rsidP="006D17A5"/>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l64cUA&#10;AADdAAAADwAAAGRycy9kb3ducmV2LnhtbESPT2sCMRTE7wW/Q3hCbzXR1j+sRhGpIPSk1YO3R/Lc&#10;Xd28LJvU3X77RhB6HGbmN8xi1blK3KkJpWcNw4ECQWy8LTnXcPzevs1AhIhssfJMGn4pwGrZe1lg&#10;Zn3Le7ofYi4ShEOGGooY60zKYApyGAa+Jk7exTcOY5JNLm2DbYK7So6UmkiHJaeFAmvaFGRuhx+n&#10;4bqVX94oNKfjqd3Z6flzQpXS+rXfrecgInXxP/xs76yG94/hGB5v0hO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iXrh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D17A5" w:rsidRDefault="006D17A5" w:rsidP="006D17A5"/>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JGuMUA&#10;AADdAAAADwAAAGRycy9kb3ducmV2LnhtbESPW4vCMBSE34X9D+Es7JumXhCpRnEXBFnxwQvLPh6b&#10;Y1vanJQkav33RhB8HGbmG2a2aE0truR8aVlBv5eAIM6sLjlXcDysuhMQPiBrrC2Tgjt5WMw/OjNM&#10;tb3xjq77kIsIYZ+igiKEJpXSZwUZ9D3bEEfvbJ3BEKXLpXZ4i3BTy0GSjKXBkuNCgQ39FJRV+4tR&#10;8H/Z8Hk7/F267/Bn24OvBqdJpdTXZ7ucggjUhnf41V5rBcNRfwzP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ka4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D17A5" w:rsidRDefault="006D17A5" w:rsidP="006D17A5"/>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RZ8ccA&#10;AADdAAAADwAAAGRycy9kb3ducmV2LnhtbESPT2sCMRTE74LfITyhN81qrdqtUapQ6KXgv0O9PTev&#10;u4ubl20SdeunbwTB4zAzv2Gm88ZU4kzOl5YV9HsJCOLM6pJzBbvtR3cCwgdkjZVlUvBHHuazdmuK&#10;qbYXXtN5E3IRIexTVFCEUKdS+qwgg75na+Lo/VhnMETpcqkdXiLcVHKQJCNpsOS4UGBNy4Ky4+Zk&#10;FCxeJ4vf1ZC/ruvDnvbfh+PLwCVKPXWa9zcQgZrwCN/bn1rB87A/htub+ATk7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UWfHHAAAA3QAAAA8AAAAAAAAAAAAAAAAAmAIAAGRy&#10;cy9kb3ducmV2LnhtbFBLBQYAAAAABAAEAPUAAACMAwAAAAA=&#10;" fillcolor="black" stroked="f">
                  <v:textbox>
                    <w:txbxContent>
                      <w:p w:rsidR="006D17A5" w:rsidRDefault="006D17A5" w:rsidP="006D17A5"/>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3gsIA&#10;AADdAAAADwAAAGRycy9kb3ducmV2LnhtbERPz2vCMBS+D/Y/hDfwNlOnyOiMUoSx4anqxq7P5q0p&#10;a15KksX635uD4PHj+73ajLYXiXzoHCuYTQsQxI3THbcKvo7vz68gQkTW2DsmBRcKsFk/Pqyw1O7M&#10;e0qH2IocwqFEBSbGoZQyNIYshqkbiDP367zFmKFvpfZ4zuG2ly9FsZQWO84NBgfaGmr+Dv9WQTpt&#10;62qefpLZ73zVeld/fJ9qpSZPY/UGItIY7+Kb+1MrmC9meW5+k5+AX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dzeCwgAAAN0AAAAPAAAAAAAAAAAAAAAAAJgCAABkcnMvZG93&#10;bnJldi54bWxQSwUGAAAAAAQABAD1AAAAhw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D17A5" w:rsidRDefault="006D17A5" w:rsidP="006D17A5"/>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xy68cA&#10;AADdAAAADwAAAGRycy9kb3ducmV2LnhtbESPQWvCQBSE7wX/w/IKvekmbZEaXaWISu3FNhX0+Mi+&#10;ZoPZtyG7xthf3y0IPQ4z8w0zW/S2Fh21vnKsIB0lIIgLpysuFey/1sMXED4ga6wdk4IreVjMB3cz&#10;zLS78Cd1eShFhLDPUIEJocmk9IUhi37kGuLofbvWYoiyLaVu8RLhtpaPSTKWFiuOCwYbWhoqTvnZ&#10;KvDpcnV4tz+T7rgxvMu3ZvxRGqUe7vvXKYhAffgP39pvWsHTczqBvzfxCc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8cuv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6D17A5" w:rsidRDefault="006D17A5" w:rsidP="006D17A5"/>
                    </w:txbxContent>
                  </v:textbox>
                </v:shape>
                <w10:wrap anchorx="margin"/>
              </v:group>
            </w:pict>
          </mc:Fallback>
        </mc:AlternateContent>
      </w:r>
    </w:p>
    <w:p w:rsidR="006D17A5" w:rsidRDefault="006D17A5" w:rsidP="006D17A5">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b/>
          <w:color w:val="000000"/>
          <w:sz w:val="24"/>
          <w:szCs w:val="24"/>
        </w:rPr>
      </w:pP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6D17A5" w:rsidRDefault="006D17A5" w:rsidP="006D17A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РІШЕННЯ</w:t>
      </w:r>
    </w:p>
    <w:p w:rsidR="006D17A5" w:rsidRDefault="006D17A5" w:rsidP="006D17A5">
      <w:pPr>
        <w:tabs>
          <w:tab w:val="left" w:pos="708"/>
        </w:tabs>
        <w:spacing w:after="0" w:line="240" w:lineRule="auto"/>
        <w:jc w:val="center"/>
        <w:rPr>
          <w:rFonts w:ascii="Times New Roman" w:eastAsia="Arial Unicode MS" w:hAnsi="Times New Roman"/>
          <w:b/>
          <w:color w:val="000000"/>
          <w:sz w:val="24"/>
          <w:szCs w:val="24"/>
        </w:rPr>
      </w:pPr>
    </w:p>
    <w:p w:rsidR="006D17A5" w:rsidRDefault="006D17A5" w:rsidP="006D17A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6D17A5" w:rsidRDefault="006D17A5" w:rsidP="006D17A5">
      <w:pPr>
        <w:tabs>
          <w:tab w:val="left" w:pos="708"/>
        </w:tabs>
        <w:spacing w:after="0" w:line="240" w:lineRule="auto"/>
        <w:rPr>
          <w:rFonts w:ascii="Times New Roman" w:eastAsia="Arial Unicode MS" w:hAnsi="Times New Roman"/>
          <w:color w:val="000000"/>
          <w:sz w:val="24"/>
          <w:szCs w:val="24"/>
        </w:rPr>
      </w:pPr>
    </w:p>
    <w:p w:rsidR="006D17A5" w:rsidRDefault="006D17A5" w:rsidP="006D17A5">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30.06.2021 року                                            Крупець                                                       №14</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схвалення звернення </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до Верховної Ради України,</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Кабінету Міністрів України</w:t>
      </w:r>
    </w:p>
    <w:p w:rsidR="006D17A5" w:rsidRPr="00DC5633"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6D17A5" w:rsidRPr="00DC5633" w:rsidRDefault="006D17A5" w:rsidP="006D17A5">
      <w:pPr>
        <w:pStyle w:val="af3"/>
        <w:tabs>
          <w:tab w:val="left" w:pos="720"/>
        </w:tabs>
        <w:spacing w:before="0" w:beforeAutospacing="0" w:after="0" w:afterAutospacing="0" w:line="276" w:lineRule="auto"/>
        <w:jc w:val="both"/>
        <w:rPr>
          <w:lang w:val="uk-UA"/>
        </w:rPr>
      </w:pPr>
      <w:r>
        <w:tab/>
      </w:r>
      <w:r>
        <w:rPr>
          <w:lang w:val="uk-UA"/>
        </w:rPr>
        <w:t>К</w:t>
      </w:r>
      <w:proofErr w:type="spellStart"/>
      <w:r>
        <w:t>еруючись</w:t>
      </w:r>
      <w:proofErr w:type="spellEnd"/>
      <w:r>
        <w:t xml:space="preserve"> </w:t>
      </w:r>
      <w:proofErr w:type="spellStart"/>
      <w:r>
        <w:t>статтями</w:t>
      </w:r>
      <w:proofErr w:type="spellEnd"/>
      <w:r>
        <w:t xml:space="preserve"> 10, 25, 59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w:t>
      </w:r>
      <w:r>
        <w:rPr>
          <w:lang w:val="uk-UA"/>
        </w:rPr>
        <w:t xml:space="preserve"> в</w:t>
      </w:r>
      <w:proofErr w:type="spellStart"/>
      <w:r>
        <w:t>ід</w:t>
      </w:r>
      <w:proofErr w:type="spellEnd"/>
      <w:r>
        <w:t xml:space="preserve"> </w:t>
      </w:r>
      <w:proofErr w:type="spellStart"/>
      <w:r>
        <w:t>імені</w:t>
      </w:r>
      <w:proofErr w:type="spellEnd"/>
      <w:r>
        <w:t xml:space="preserve"> та в </w:t>
      </w:r>
      <w:proofErr w:type="spellStart"/>
      <w:r>
        <w:t>інтересах</w:t>
      </w:r>
      <w:proofErr w:type="spellEnd"/>
      <w:r>
        <w:t xml:space="preserve"> </w:t>
      </w:r>
      <w:proofErr w:type="spellStart"/>
      <w:r>
        <w:t>Крупецької</w:t>
      </w:r>
      <w:proofErr w:type="spellEnd"/>
      <w:r>
        <w:rPr>
          <w:lang w:val="uk-UA"/>
        </w:rPr>
        <w:t xml:space="preserve"> </w:t>
      </w:r>
      <w:proofErr w:type="spellStart"/>
      <w:r>
        <w:t>територіальної</w:t>
      </w:r>
      <w:proofErr w:type="spellEnd"/>
      <w:r>
        <w:t xml:space="preserve"> </w:t>
      </w:r>
      <w:proofErr w:type="spellStart"/>
      <w:r>
        <w:t>громади</w:t>
      </w:r>
      <w:proofErr w:type="spellEnd"/>
      <w:r>
        <w:t>, з</w:t>
      </w:r>
      <w:r>
        <w:rPr>
          <w:color w:val="000000"/>
        </w:rPr>
        <w:t xml:space="preserve"> метою  </w:t>
      </w:r>
      <w:proofErr w:type="spellStart"/>
      <w:r>
        <w:rPr>
          <w:color w:val="000000"/>
        </w:rPr>
        <w:t>захисту</w:t>
      </w:r>
      <w:proofErr w:type="spellEnd"/>
      <w:r>
        <w:rPr>
          <w:color w:val="000000"/>
        </w:rPr>
        <w:t xml:space="preserve"> </w:t>
      </w:r>
      <w:proofErr w:type="spellStart"/>
      <w:r>
        <w:rPr>
          <w:color w:val="000000"/>
        </w:rPr>
        <w:t>інтересів</w:t>
      </w:r>
      <w:proofErr w:type="spellEnd"/>
      <w:r>
        <w:rPr>
          <w:color w:val="000000"/>
        </w:rPr>
        <w:t xml:space="preserve"> та </w:t>
      </w:r>
      <w:proofErr w:type="spellStart"/>
      <w:r>
        <w:rPr>
          <w:color w:val="000000"/>
        </w:rPr>
        <w:t>законних</w:t>
      </w:r>
      <w:proofErr w:type="spellEnd"/>
      <w:r>
        <w:rPr>
          <w:color w:val="000000"/>
        </w:rPr>
        <w:t xml:space="preserve"> прав </w:t>
      </w:r>
      <w:proofErr w:type="spellStart"/>
      <w:r>
        <w:rPr>
          <w:color w:val="000000"/>
        </w:rPr>
        <w:t>населення</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постійно</w:t>
      </w:r>
      <w:proofErr w:type="spellEnd"/>
      <w:r>
        <w:rPr>
          <w:color w:val="000000"/>
        </w:rPr>
        <w:t xml:space="preserve"> </w:t>
      </w:r>
      <w:proofErr w:type="spellStart"/>
      <w:r>
        <w:rPr>
          <w:color w:val="000000"/>
        </w:rPr>
        <w:t>проживають</w:t>
      </w:r>
      <w:proofErr w:type="spellEnd"/>
      <w:r>
        <w:rPr>
          <w:color w:val="000000"/>
        </w:rPr>
        <w:t xml:space="preserve"> у 30-ти </w:t>
      </w:r>
      <w:proofErr w:type="spellStart"/>
      <w:r>
        <w:rPr>
          <w:color w:val="000000"/>
        </w:rPr>
        <w:t>кілометровій</w:t>
      </w:r>
      <w:proofErr w:type="spellEnd"/>
      <w:r>
        <w:rPr>
          <w:color w:val="000000"/>
        </w:rPr>
        <w:t xml:space="preserve"> </w:t>
      </w:r>
      <w:proofErr w:type="spellStart"/>
      <w:r>
        <w:rPr>
          <w:color w:val="000000"/>
        </w:rPr>
        <w:t>зоні</w:t>
      </w:r>
      <w:proofErr w:type="spellEnd"/>
      <w:r>
        <w:rPr>
          <w:color w:val="000000"/>
        </w:rPr>
        <w:t xml:space="preserve"> </w:t>
      </w:r>
      <w:proofErr w:type="spellStart"/>
      <w:r>
        <w:rPr>
          <w:color w:val="000000"/>
        </w:rPr>
        <w:t>атомних</w:t>
      </w:r>
      <w:proofErr w:type="spellEnd"/>
      <w:r>
        <w:rPr>
          <w:color w:val="000000"/>
        </w:rPr>
        <w:t xml:space="preserve"> </w:t>
      </w:r>
      <w:proofErr w:type="spellStart"/>
      <w:r>
        <w:rPr>
          <w:color w:val="000000"/>
        </w:rPr>
        <w:t>електростанцій</w:t>
      </w:r>
      <w:proofErr w:type="spellEnd"/>
      <w:r>
        <w:t xml:space="preserve">, </w:t>
      </w:r>
      <w:proofErr w:type="spellStart"/>
      <w:r>
        <w:t>сільська</w:t>
      </w:r>
      <w:proofErr w:type="spellEnd"/>
      <w:r>
        <w:t xml:space="preserve"> рада </w:t>
      </w:r>
    </w:p>
    <w:p w:rsidR="006D17A5" w:rsidRPr="00DC5633" w:rsidRDefault="006D17A5" w:rsidP="006D17A5">
      <w:pPr>
        <w:pStyle w:val="af3"/>
        <w:tabs>
          <w:tab w:val="left" w:pos="720"/>
        </w:tabs>
        <w:spacing w:before="0" w:beforeAutospacing="0" w:after="0" w:afterAutospacing="0" w:line="276" w:lineRule="auto"/>
        <w:jc w:val="both"/>
        <w:rPr>
          <w:lang w:val="uk-UA"/>
        </w:rPr>
      </w:pPr>
      <w:r>
        <w:t>ВИРІШИЛА:</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color w:val="000000"/>
          <w:spacing w:val="-2"/>
          <w:sz w:val="24"/>
          <w:szCs w:val="24"/>
        </w:rPr>
      </w:pPr>
      <w:r>
        <w:rPr>
          <w:rFonts w:ascii="Times New Roman" w:hAnsi="Times New Roman" w:cs="Times New Roman"/>
          <w:sz w:val="24"/>
          <w:szCs w:val="24"/>
        </w:rPr>
        <w:t xml:space="preserve">           1. Схвалити звернення до Верховної Ради України, Кабінету Міністрів України (додається).</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Сільському голові Валерію </w:t>
      </w:r>
      <w:proofErr w:type="spellStart"/>
      <w:r>
        <w:rPr>
          <w:rFonts w:ascii="Times New Roman" w:hAnsi="Times New Roman" w:cs="Times New Roman"/>
          <w:sz w:val="24"/>
          <w:szCs w:val="24"/>
        </w:rPr>
        <w:t>Михалюку</w:t>
      </w:r>
      <w:proofErr w:type="spellEnd"/>
      <w:r>
        <w:rPr>
          <w:rFonts w:ascii="Times New Roman" w:hAnsi="Times New Roman" w:cs="Times New Roman"/>
          <w:sz w:val="24"/>
          <w:szCs w:val="24"/>
        </w:rPr>
        <w:t xml:space="preserve"> забезпечити направлення цього звернення до Кабінету Міністрів України. </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3.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lang w:eastAsia="ru-RU"/>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D17A5" w:rsidRDefault="006D17A5" w:rsidP="006D17A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rStyle w:val="aa"/>
          <w:rFonts w:ascii="Calibri" w:eastAsia="Calibri" w:hAnsi="Calibri"/>
          <w:b w:val="0"/>
          <w:lang w:val="uk-UA"/>
        </w:rPr>
      </w:pPr>
    </w:p>
    <w:p w:rsidR="006D17A5" w:rsidRDefault="006D17A5" w:rsidP="006D17A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rStyle w:val="aa"/>
          <w:rFonts w:ascii="Calibri" w:eastAsia="Calibri" w:hAnsi="Calibri"/>
          <w:b w:val="0"/>
          <w:lang w:val="uk-UA"/>
        </w:rPr>
      </w:pPr>
    </w:p>
    <w:p w:rsidR="006D17A5" w:rsidRDefault="006D17A5" w:rsidP="006D17A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rStyle w:val="aa"/>
          <w:rFonts w:ascii="Calibri" w:eastAsia="Calibri" w:hAnsi="Calibri"/>
          <w:b w:val="0"/>
          <w:lang w:val="uk-UA"/>
        </w:rPr>
      </w:pPr>
    </w:p>
    <w:p w:rsidR="006D17A5" w:rsidRDefault="006D17A5" w:rsidP="006D17A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rStyle w:val="aa"/>
          <w:rFonts w:ascii="Calibri" w:eastAsia="Calibri" w:hAnsi="Calibri"/>
          <w:b w:val="0"/>
          <w:lang w:val="uk-UA"/>
        </w:rPr>
      </w:pPr>
    </w:p>
    <w:p w:rsidR="006D17A5" w:rsidRDefault="006D17A5" w:rsidP="006D17A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Додаток</w:t>
      </w:r>
    </w:p>
    <w:p w:rsidR="006D17A5" w:rsidRDefault="006D17A5" w:rsidP="006D17A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до рішення ХІ</w:t>
      </w:r>
      <w:r>
        <w:rPr>
          <w:lang w:val="en-US"/>
        </w:rPr>
        <w:t>I</w:t>
      </w:r>
      <w:r>
        <w:rPr>
          <w:lang w:val="uk-UA"/>
        </w:rPr>
        <w:t xml:space="preserve"> сесії </w:t>
      </w:r>
      <w:proofErr w:type="spellStart"/>
      <w:r>
        <w:rPr>
          <w:lang w:val="uk-UA"/>
        </w:rPr>
        <w:t>Крупецької</w:t>
      </w:r>
      <w:proofErr w:type="spellEnd"/>
      <w:r>
        <w:rPr>
          <w:lang w:val="uk-UA"/>
        </w:rPr>
        <w:t xml:space="preserve"> сільської ради </w:t>
      </w:r>
      <w:r>
        <w:t>VI</w:t>
      </w:r>
      <w:r>
        <w:rPr>
          <w:lang w:val="uk-UA"/>
        </w:rPr>
        <w:t xml:space="preserve">ІІ скликання  </w:t>
      </w:r>
    </w:p>
    <w:p w:rsidR="006D17A5" w:rsidRPr="00DC5633" w:rsidRDefault="006D17A5" w:rsidP="006D17A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від  30.06.2021 року  №14</w:t>
      </w: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120"/>
        <w:rPr>
          <w:rFonts w:ascii="Times New Roman" w:hAnsi="Times New Roman" w:cs="Times New Roman"/>
          <w:sz w:val="24"/>
          <w:szCs w:val="24"/>
        </w:rPr>
      </w:pPr>
    </w:p>
    <w:p w:rsidR="006D17A5" w:rsidRDefault="006D17A5" w:rsidP="006D1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970" w:firstLine="70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Верховна Рада України</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678"/>
        <w:rPr>
          <w:rFonts w:ascii="Times New Roman" w:hAnsi="Times New Roman" w:cs="Times New Roman"/>
          <w:bCs/>
          <w:color w:val="000000"/>
          <w:spacing w:val="-2"/>
          <w:sz w:val="24"/>
          <w:szCs w:val="24"/>
        </w:rPr>
      </w:pP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67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вул. Михайла Грушевського, 5 </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67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м. Київ, 01008</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color w:val="000000"/>
          <w:spacing w:val="-2"/>
          <w:sz w:val="24"/>
          <w:szCs w:val="24"/>
        </w:rPr>
      </w:pP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67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Кабінет Міністрів України </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970" w:firstLine="70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вул. Михайла Грушевського, 12/2 </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67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м. Київ, 01008</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678"/>
        <w:rPr>
          <w:rFonts w:ascii="Times New Roman" w:hAnsi="Times New Roman" w:cs="Times New Roman"/>
          <w:bCs/>
          <w:color w:val="000000"/>
          <w:spacing w:val="-2"/>
          <w:sz w:val="24"/>
          <w:szCs w:val="24"/>
        </w:rPr>
      </w:pP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spacing w:val="-2"/>
          <w:sz w:val="24"/>
          <w:szCs w:val="24"/>
        </w:rPr>
      </w:pP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Звернення</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spellStart"/>
      <w:r>
        <w:rPr>
          <w:rFonts w:ascii="Times New Roman" w:hAnsi="Times New Roman" w:cs="Times New Roman"/>
          <w:bCs/>
          <w:color w:val="000000"/>
          <w:spacing w:val="-2"/>
          <w:sz w:val="24"/>
          <w:szCs w:val="24"/>
        </w:rPr>
        <w:t>Крупецькоїсільської</w:t>
      </w:r>
      <w:proofErr w:type="spellEnd"/>
      <w:r>
        <w:rPr>
          <w:rFonts w:ascii="Times New Roman" w:hAnsi="Times New Roman" w:cs="Times New Roman"/>
          <w:bCs/>
          <w:color w:val="000000"/>
          <w:spacing w:val="-2"/>
          <w:sz w:val="24"/>
          <w:szCs w:val="24"/>
        </w:rPr>
        <w:t xml:space="preserve"> ради до  В</w:t>
      </w:r>
      <w:r>
        <w:rPr>
          <w:rFonts w:ascii="Times New Roman" w:hAnsi="Times New Roman" w:cs="Times New Roman"/>
          <w:sz w:val="24"/>
          <w:szCs w:val="24"/>
        </w:rPr>
        <w:t>ерховної Ради України,</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spacing w:val="-2"/>
          <w:sz w:val="24"/>
          <w:szCs w:val="24"/>
        </w:rPr>
      </w:pPr>
      <w:r>
        <w:rPr>
          <w:rFonts w:ascii="Times New Roman" w:hAnsi="Times New Roman" w:cs="Times New Roman"/>
          <w:sz w:val="24"/>
          <w:szCs w:val="24"/>
        </w:rPr>
        <w:t>Кабінету Міністрів України</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proofErr w:type="spellStart"/>
      <w:r>
        <w:rPr>
          <w:rFonts w:ascii="Times New Roman" w:hAnsi="Times New Roman" w:cs="Times New Roman"/>
          <w:bCs/>
          <w:color w:val="000000"/>
          <w:spacing w:val="-2"/>
          <w:sz w:val="24"/>
          <w:szCs w:val="24"/>
        </w:rPr>
        <w:t>Крупецька</w:t>
      </w:r>
      <w:proofErr w:type="spellEnd"/>
      <w:r>
        <w:rPr>
          <w:rFonts w:ascii="Times New Roman" w:hAnsi="Times New Roman" w:cs="Times New Roman"/>
          <w:bCs/>
          <w:color w:val="000000"/>
          <w:spacing w:val="-2"/>
          <w:sz w:val="24"/>
          <w:szCs w:val="24"/>
        </w:rPr>
        <w:t xml:space="preserve"> сільська рада розташована у 30-ти кілометровий зоні спостереження Хмельницької АЕС. Відповідно до ст. 50 Конституції України громадянам гарантовано права на безпечне для життя і здоров'я довкілля та на відшкодування завданої порушенням цього права шкоди. </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spacing w:val="-2"/>
          <w:sz w:val="24"/>
          <w:szCs w:val="24"/>
        </w:rPr>
      </w:pPr>
      <w:bookmarkStart w:id="1" w:name="_Hlk74052185"/>
      <w:r>
        <w:rPr>
          <w:rFonts w:ascii="Times New Roman" w:hAnsi="Times New Roman" w:cs="Times New Roman"/>
          <w:bCs/>
          <w:color w:val="000000"/>
          <w:spacing w:val="-2"/>
          <w:sz w:val="24"/>
          <w:szCs w:val="24"/>
        </w:rPr>
        <w:t>В Україні на теперішний час діють 4 атомні електростанції, населення усіх чотирьох зон спостереження складає більш ніж 800 тис. мешканців, які щоденно знаходяться під ризиком впливу іонізуючого випромінювання, джерелом котрого потенційно є ядерні установки, радіоактивні відходи та технологічні викиди води зі ставків-</w:t>
      </w:r>
      <w:r>
        <w:rPr>
          <w:rFonts w:ascii="Times New Roman" w:hAnsi="Times New Roman" w:cs="Times New Roman"/>
          <w:bCs/>
          <w:spacing w:val="-2"/>
          <w:sz w:val="24"/>
          <w:szCs w:val="24"/>
        </w:rPr>
        <w:t xml:space="preserve">охолоджувачів. Громадяни України, які постійно мешкають в 30-ти кілометрових зона АЕС, мають законне право на </w:t>
      </w:r>
      <w:r>
        <w:rPr>
          <w:rFonts w:ascii="Times New Roman" w:hAnsi="Times New Roman" w:cs="Times New Roman"/>
          <w:sz w:val="24"/>
          <w:szCs w:val="24"/>
          <w:shd w:val="clear" w:color="auto" w:fill="FFFFFF"/>
        </w:rPr>
        <w:t xml:space="preserve">соціально-економічну компенсацію ризику від діяльності ядерних установок. </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spacing w:val="-2"/>
          <w:sz w:val="24"/>
          <w:szCs w:val="24"/>
        </w:rPr>
        <w:t xml:space="preserve">Законом України «Про Державний бюджет України на 2021 рік» Міністерству енергетики України за бюджетною програмою за КПКВК 2411030 «Субвенція з державного бюджету місцевим бюджетам на фінансування заходів соціально-економічної компенсації </w:t>
      </w:r>
      <w:r>
        <w:rPr>
          <w:rFonts w:ascii="Times New Roman" w:hAnsi="Times New Roman" w:cs="Times New Roman"/>
          <w:bCs/>
          <w:spacing w:val="-2"/>
          <w:sz w:val="24"/>
          <w:szCs w:val="24"/>
        </w:rPr>
        <w:lastRenderedPageBreak/>
        <w:t xml:space="preserve">ризику населення, яке проживає на </w:t>
      </w:r>
      <w:r>
        <w:rPr>
          <w:rFonts w:ascii="Times New Roman" w:hAnsi="Times New Roman" w:cs="Times New Roman"/>
          <w:bCs/>
          <w:color w:val="000000"/>
          <w:spacing w:val="-2"/>
          <w:sz w:val="24"/>
          <w:szCs w:val="24"/>
        </w:rPr>
        <w:t>території зони спостереження», передбачені видатки у сумі 137 499,5 тис. гривень.</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Порядок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затверджено постановою Кабінету Міністрів України від 15.02.2012 № 91 (надалі - Порядок).</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Для розподілу обсягу субвенції між адміністративно-територіальними одиницями, які мають право на отримання субвенції, необхідно </w:t>
      </w:r>
      <w:proofErr w:type="spellStart"/>
      <w:r>
        <w:rPr>
          <w:rFonts w:ascii="Times New Roman" w:hAnsi="Times New Roman" w:cs="Times New Roman"/>
          <w:bCs/>
          <w:color w:val="000000"/>
          <w:spacing w:val="-2"/>
          <w:sz w:val="24"/>
          <w:szCs w:val="24"/>
        </w:rPr>
        <w:t>внести</w:t>
      </w:r>
      <w:proofErr w:type="spellEnd"/>
      <w:r>
        <w:rPr>
          <w:rFonts w:ascii="Times New Roman" w:hAnsi="Times New Roman" w:cs="Times New Roman"/>
          <w:bCs/>
          <w:color w:val="000000"/>
          <w:spacing w:val="-2"/>
          <w:sz w:val="24"/>
          <w:szCs w:val="24"/>
        </w:rPr>
        <w:t xml:space="preserve"> зміни в Додаток вищезазначеного Порядку.</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Однак, розподіл коштів субвенції між місцевими бюджетами здійснюється в обсязі, що визначається формулою, затвердженою Порядком. В цій формулі коефіцієнт співвідношення розподілу визначено частиною першою статті 12</w:t>
      </w:r>
      <w:r>
        <w:rPr>
          <w:rFonts w:ascii="Times New Roman" w:hAnsi="Times New Roman" w:cs="Times New Roman"/>
          <w:bCs/>
          <w:color w:val="000000"/>
          <w:spacing w:val="-2"/>
          <w:sz w:val="24"/>
          <w:szCs w:val="24"/>
          <w:vertAlign w:val="superscript"/>
        </w:rPr>
        <w:t xml:space="preserve">2 </w:t>
      </w:r>
      <w:r>
        <w:rPr>
          <w:rFonts w:ascii="Times New Roman" w:hAnsi="Times New Roman" w:cs="Times New Roman"/>
          <w:bCs/>
          <w:color w:val="000000"/>
          <w:spacing w:val="-2"/>
          <w:sz w:val="24"/>
          <w:szCs w:val="24"/>
        </w:rPr>
        <w:t>Закону України «Про використання ядерної енергії та радіаційну безпеку» та передбачає спрямування коштів для обласних бюджетів, для бюджетів районів та міст обласного підпорядкування, для бюджетів монофункціональних міст – супутників ядерних установок.</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Змінами внесеними законами України «Про внесення змін до Бюджетного кодексу України» від 17.09.2020 № 907-</w:t>
      </w:r>
      <w:r>
        <w:rPr>
          <w:rFonts w:ascii="Times New Roman" w:hAnsi="Times New Roman" w:cs="Times New Roman"/>
          <w:bCs/>
          <w:color w:val="000000"/>
          <w:spacing w:val="-2"/>
          <w:sz w:val="24"/>
          <w:szCs w:val="24"/>
          <w:lang w:val="en-US"/>
        </w:rPr>
        <w:t>IX</w:t>
      </w:r>
      <w:r>
        <w:rPr>
          <w:rFonts w:ascii="Times New Roman" w:hAnsi="Times New Roman" w:cs="Times New Roman"/>
          <w:bCs/>
          <w:color w:val="000000"/>
          <w:spacing w:val="-2"/>
          <w:sz w:val="24"/>
          <w:szCs w:val="24"/>
        </w:rPr>
        <w:t>та від 15.12.2020 № 1081-</w:t>
      </w:r>
      <w:r>
        <w:rPr>
          <w:rFonts w:ascii="Times New Roman" w:hAnsi="Times New Roman" w:cs="Times New Roman"/>
          <w:bCs/>
          <w:color w:val="000000"/>
          <w:spacing w:val="-2"/>
          <w:sz w:val="24"/>
          <w:szCs w:val="24"/>
          <w:lang w:val="en-US"/>
        </w:rPr>
        <w:t>IX</w:t>
      </w:r>
      <w:r>
        <w:rPr>
          <w:rFonts w:ascii="Times New Roman" w:hAnsi="Times New Roman" w:cs="Times New Roman"/>
          <w:bCs/>
          <w:color w:val="000000"/>
          <w:spacing w:val="-2"/>
          <w:sz w:val="24"/>
          <w:szCs w:val="24"/>
        </w:rPr>
        <w:t>, щодо приведення у відповідність положень бюджетного законодавства у зв’язку із завершенням адміністративно-територіальної реформи, запроваджено термін «бюджети місцевого самоврядування» та виключено поняття «бюджети об’єднаних територіальних громад». Згідно п. 2  Кодексу, бюджети місцевого самоврядування – бюджети сільських, селищних, міських територіальних громад, а також бюджети районів у містах (у разі утворення районних у місті рад).</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За інформацією Міненерго, внесення змін до Порядку в частині територіального розподілу обсягу субвенції можливе тільки після внесення відповідних змін до Закону України «Про використання ядерної енергії та радіаційну безпеку».</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Ситуація, яка склалась заважає мешканцям 4-х зон спостереження АЕС України на реалізацію законного права щодо отримання компенсаційних ризиків проживання в 30 - ти кілометровій зоні ядерних об’єктів. У сукупності з факторами понаднормативних строків експлуатації атомних енергоблоків та погіршенням стану екології у вказаних регіонах, вирішення питань компенсації ризиків проживання в зонах спостереженнях має вкрай важливе значення. Соціальна гострота  та напруга в цій сфері стосується 800 тис. громадян.</w:t>
      </w:r>
    </w:p>
    <w:p w:rsid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Враховуючи викладене, в межах повноважень, просимо негайно вжити відповідних заходів щодо внесення змін та доповнень до ст. 12</w:t>
      </w:r>
      <w:r>
        <w:rPr>
          <w:rFonts w:ascii="Times New Roman" w:hAnsi="Times New Roman" w:cs="Times New Roman"/>
          <w:bCs/>
          <w:color w:val="000000"/>
          <w:spacing w:val="-2"/>
          <w:sz w:val="24"/>
          <w:szCs w:val="24"/>
          <w:vertAlign w:val="superscript"/>
        </w:rPr>
        <w:t>2</w:t>
      </w:r>
      <w:r>
        <w:rPr>
          <w:rFonts w:ascii="Times New Roman" w:hAnsi="Times New Roman" w:cs="Times New Roman"/>
          <w:bCs/>
          <w:color w:val="000000"/>
          <w:spacing w:val="-2"/>
          <w:sz w:val="24"/>
          <w:szCs w:val="24"/>
        </w:rPr>
        <w:t xml:space="preserve"> Закону України «Про використання ядерної енергії та радіаційної безпеки» та до Порядку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для можливості використання передбачених в Державному бюджеті України коштів на 2021 рік.</w:t>
      </w:r>
    </w:p>
    <w:bookmarkEnd w:id="1"/>
    <w:p w:rsidR="006D17A5" w:rsidRP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color w:val="000000"/>
          <w:spacing w:val="-2"/>
          <w:sz w:val="24"/>
          <w:szCs w:val="24"/>
          <w:lang w:val="ru-RU"/>
        </w:rPr>
      </w:pPr>
    </w:p>
    <w:p w:rsidR="004651B0" w:rsidRPr="006D17A5" w:rsidRDefault="006D17A5" w:rsidP="006D17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lang w:val="ru-RU"/>
        </w:rPr>
      </w:pPr>
      <w:r>
        <w:rPr>
          <w:rFonts w:ascii="Times New Roman" w:hAnsi="Times New Roman" w:cs="Times New Roman"/>
          <w:bCs/>
          <w:color w:val="000000"/>
          <w:spacing w:val="-2"/>
          <w:sz w:val="24"/>
          <w:szCs w:val="24"/>
        </w:rPr>
        <w:t xml:space="preserve">Сільський голова                                                            </w:t>
      </w:r>
      <w:r>
        <w:rPr>
          <w:rFonts w:ascii="Times New Roman" w:hAnsi="Times New Roman" w:cs="Times New Roman"/>
          <w:bCs/>
          <w:color w:val="000000"/>
          <w:spacing w:val="-2"/>
          <w:sz w:val="24"/>
          <w:szCs w:val="24"/>
        </w:rPr>
        <w:t xml:space="preserve">                Валерій МИХАЛЮК</w:t>
      </w:r>
    </w:p>
    <w:sectPr w:rsidR="004651B0" w:rsidRPr="006D17A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7A5"/>
    <w:rsid w:val="004651B0"/>
    <w:rsid w:val="006D17A5"/>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A5"/>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6D17A5"/>
    <w:rPr>
      <w:rFonts w:ascii="Courier New" w:hAnsi="Courier New" w:cs="Courier New"/>
    </w:rPr>
  </w:style>
  <w:style w:type="paragraph" w:styleId="HTML0">
    <w:name w:val="HTML Preformatted"/>
    <w:aliases w:val="Знак2, Знак2"/>
    <w:basedOn w:val="a"/>
    <w:link w:val="HTML"/>
    <w:unhideWhenUsed/>
    <w:rsid w:val="006D17A5"/>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6D17A5"/>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6D17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6D17A5"/>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A5"/>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6D17A5"/>
    <w:rPr>
      <w:rFonts w:ascii="Courier New" w:hAnsi="Courier New" w:cs="Courier New"/>
    </w:rPr>
  </w:style>
  <w:style w:type="paragraph" w:styleId="HTML0">
    <w:name w:val="HTML Preformatted"/>
    <w:aliases w:val="Знак2, Знак2"/>
    <w:basedOn w:val="a"/>
    <w:link w:val="HTML"/>
    <w:unhideWhenUsed/>
    <w:rsid w:val="006D17A5"/>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6D17A5"/>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6D17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6D17A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3</Pages>
  <Words>833</Words>
  <Characters>4753</Characters>
  <Application>Microsoft Office Word</Application>
  <DocSecurity>0</DocSecurity>
  <Lines>39</Lines>
  <Paragraphs>11</Paragraphs>
  <ScaleCrop>false</ScaleCrop>
  <Company>SPecialiST RePack</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2021-07-07T07:20:00Z</dcterms:created>
  <dcterms:modified xsi:type="dcterms:W3CDTF">2021-07-07T07:20:00Z</dcterms:modified>
</cp:coreProperties>
</file>