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7D" w:rsidRDefault="00F83B7D" w:rsidP="00F83B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B7D" w:rsidRDefault="00F83B7D" w:rsidP="00F83B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3B7D" w:rsidRDefault="00F83B7D" w:rsidP="00F83B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3B7D" w:rsidRDefault="00F83B7D" w:rsidP="00F83B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3B7D" w:rsidRDefault="00F83B7D" w:rsidP="00F83B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3B7D" w:rsidRDefault="00F83B7D" w:rsidP="00F83B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№70</w:t>
      </w:r>
    </w:p>
    <w:p w:rsidR="00F83B7D" w:rsidRPr="00AF2E62" w:rsidRDefault="00F83B7D" w:rsidP="00F83B7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83B7D" w:rsidRPr="00AF2E62" w:rsidRDefault="00F83B7D" w:rsidP="00F83B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Кирилюк В.Д.</w:t>
      </w:r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ч.7 ст. 118, 121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регулювання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містобудівної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15.01.2020 р. №7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Генерального плану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пункту та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зонінгу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села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Кирилюк В.Д.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83B7D" w:rsidRPr="00DC3C37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83B7D" w:rsidRPr="004275CA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Кирилюк Валентині Дмитрівні,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0442A" w:rsidRPr="00B0442A">
        <w:rPr>
          <w:rFonts w:ascii="Times New Roman" w:eastAsia="Calibri" w:hAnsi="Times New Roman" w:cs="Times New Roman"/>
          <w:sz w:val="24"/>
          <w:lang w:eastAsia="en-US"/>
        </w:rPr>
        <w:t>_</w:t>
      </w:r>
      <w:r w:rsidR="00B0442A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га,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індивідуального дачного будівництва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>що заявлена ініціатива не відповідає містобудівній документації за функціональним призначенням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F83B7D" w:rsidRPr="00AF2E62" w:rsidRDefault="00F83B7D" w:rsidP="00F83B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3B7D" w:rsidRPr="00AF2E62" w:rsidRDefault="00F83B7D" w:rsidP="00F83B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83B7D" w:rsidRPr="00F83B7D" w:rsidRDefault="00F83B7D" w:rsidP="00F83B7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87FC5" w:rsidRPr="00F83B7D" w:rsidRDefault="00F83B7D" w:rsidP="00F83B7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87FC5" w:rsidRPr="00F83B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7D"/>
    <w:rsid w:val="00B0442A"/>
    <w:rsid w:val="00F83B7D"/>
    <w:rsid w:val="00F8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3B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3B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3B7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7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3B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3B7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3B7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249</Words>
  <Characters>1424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2021-07-07T06:44:00Z</dcterms:created>
  <dcterms:modified xsi:type="dcterms:W3CDTF">2021-07-07T08:30:00Z</dcterms:modified>
</cp:coreProperties>
</file>