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322" w:rsidRPr="00CD53EA" w:rsidRDefault="00D43322" w:rsidP="00D43322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3322" w:rsidRDefault="00D43322" w:rsidP="00D4332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43322" w:rsidRDefault="00D43322" w:rsidP="00D4332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43322" w:rsidRDefault="00D43322" w:rsidP="00D4332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D43322" w:rsidRDefault="00D43322" w:rsidP="00D4332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№7</w:t>
      </w:r>
    </w:p>
    <w:p w:rsidR="00D43322" w:rsidRDefault="00D43322" w:rsidP="00D43322">
      <w:pPr>
        <w:tabs>
          <w:tab w:val="left" w:pos="708"/>
        </w:tabs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надання одноразової матеріальної </w:t>
      </w:r>
    </w:p>
    <w:p w:rsidR="00D43322" w:rsidRDefault="00D43322" w:rsidP="00D4332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допомоги  дитині - сироті</w:t>
      </w:r>
    </w:p>
    <w:p w:rsidR="00D43322" w:rsidRDefault="00D43322" w:rsidP="00D43322">
      <w:pPr>
        <w:tabs>
          <w:tab w:val="left" w:pos="708"/>
        </w:tabs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Відповідно до ст.25, частини 2 ст.42 Закону України «Про місцеве самоврядування в Україні»</w:t>
      </w:r>
      <w:r>
        <w:rPr>
          <w:rFonts w:ascii="Times New Roman" w:hAnsi="Times New Roman" w:cs="Times New Roman"/>
          <w:b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 xml:space="preserve"> у зв’язку із поданою заявою жителя  села Стригани , дитини – сироти  Чулія Андрія  Володимировича   про надання одноразової матеріальної допомоги після досягнення 18 - річного віку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  ( зі змінами ) сільська рада </w:t>
      </w:r>
    </w:p>
    <w:p w:rsidR="00D43322" w:rsidRDefault="00D43322" w:rsidP="00D4332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D43322" w:rsidRDefault="00D43322" w:rsidP="00D4332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Надати матеріальну допомогу дитині – сироті   Чулію Андрію Володимировичу   в розмірі 1810.00 ( одна тисяча вісімсот десять грн).</w:t>
      </w:r>
    </w:p>
    <w:p w:rsidR="00D43322" w:rsidRDefault="00D43322" w:rsidP="00D4332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2.Відділу бухгалтерського обліку Крупецької сільської ради здійснити виплату матеріальної допомоги .</w:t>
      </w:r>
    </w:p>
    <w:p w:rsidR="00D43322" w:rsidRDefault="00D43322" w:rsidP="00D43322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</w:t>
      </w:r>
    </w:p>
    <w:p w:rsidR="00D43322" w:rsidRDefault="00D43322" w:rsidP="00D4332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43322" w:rsidRDefault="00D43322" w:rsidP="00D43322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92FCB" w:rsidRPr="00D43322" w:rsidRDefault="00D43322" w:rsidP="00D43322">
      <w:pPr>
        <w:tabs>
          <w:tab w:val="left" w:pos="708"/>
        </w:tabs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  <w:bookmarkStart w:id="0" w:name="_GoBack"/>
      <w:bookmarkEnd w:id="0"/>
    </w:p>
    <w:sectPr w:rsidR="00992FCB" w:rsidRPr="00D4332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322"/>
    <w:rsid w:val="00171A2E"/>
    <w:rsid w:val="00304C90"/>
    <w:rsid w:val="00505B6D"/>
    <w:rsid w:val="006D3977"/>
    <w:rsid w:val="007D6C18"/>
    <w:rsid w:val="00992FCB"/>
    <w:rsid w:val="00D1641A"/>
    <w:rsid w:val="00D43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4332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433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4332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4332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433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43322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>Microsoft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2020-09-29T17:10:00Z</dcterms:created>
  <dcterms:modified xsi:type="dcterms:W3CDTF">2020-09-29T17:11:00Z</dcterms:modified>
</cp:coreProperties>
</file>