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0C68" w:rsidRDefault="008F0C68" w:rsidP="008F0C6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F0C68" w:rsidRDefault="008F0C68" w:rsidP="008F0C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F0C68" w:rsidRDefault="008F0C68" w:rsidP="008F0C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F0C68" w:rsidRDefault="008F0C68" w:rsidP="008F0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0C68" w:rsidRDefault="008F0C68" w:rsidP="008F0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0C68" w:rsidRDefault="008F0C68" w:rsidP="008F0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0C68" w:rsidRDefault="008F0C68" w:rsidP="008F0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0C68" w:rsidRDefault="008F0C68" w:rsidP="008F0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F0C68" w:rsidRDefault="008F0C68" w:rsidP="008F0C6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F0C68" w:rsidRDefault="008F0C68" w:rsidP="008F0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F0C68" w:rsidRDefault="008F0C68" w:rsidP="008F0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F0C68" w:rsidRDefault="008F0C68" w:rsidP="008F0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0C68" w:rsidRDefault="008F0C68" w:rsidP="008F0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F0C68" w:rsidRDefault="008F0C68" w:rsidP="008F0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F0C68" w:rsidRDefault="008F0C68" w:rsidP="008F0C6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F0C68" w:rsidRDefault="008F0C68" w:rsidP="008F0C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F0C68" w:rsidRDefault="008F0C68" w:rsidP="008F0C6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№54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8F0C68" w:rsidRDefault="008F0C68" w:rsidP="008F0C6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F0C68" w:rsidRDefault="008F0C68" w:rsidP="008F0C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8F0C68" w:rsidRDefault="008F0C68" w:rsidP="008F0C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8F0C68" w:rsidRDefault="008F0C68" w:rsidP="008F0C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8F0C68" w:rsidRDefault="008F0C68" w:rsidP="008F0C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8F0C68" w:rsidRDefault="008F0C68" w:rsidP="008F0C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Романюк Т.В.</w:t>
      </w:r>
    </w:p>
    <w:p w:rsidR="008F0C68" w:rsidRDefault="008F0C68" w:rsidP="008F0C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F0C68" w:rsidRDefault="008F0C68" w:rsidP="008F0C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12,116, 118, 121,122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Романюк Т.В,  сільська  рада </w:t>
      </w:r>
    </w:p>
    <w:p w:rsidR="008F0C68" w:rsidRDefault="008F0C68" w:rsidP="008F0C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8F0C68" w:rsidRDefault="008F0C68" w:rsidP="008F0C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1.Затвердити Романюк Тетяні Василівні,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AB6D4B" w:rsidRPr="00AB6D4B">
        <w:rPr>
          <w:rFonts w:ascii="Times New Roman" w:eastAsia="Times New Roman" w:hAnsi="Times New Roman" w:cs="Times New Roman"/>
          <w:sz w:val="24"/>
        </w:rPr>
        <w:t>__________</w:t>
      </w:r>
      <w:r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AB6D4B" w:rsidRPr="00AB6D4B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0,1261 га, кадастровий номер: 6823984000:01:006:0012, д</w:t>
      </w:r>
      <w:r>
        <w:rPr>
          <w:rFonts w:ascii="Times New Roman" w:eastAsia="Times New Roman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область,  Шепетівський   район, село Крупець, вул. Олександра Гуменюка,12. </w:t>
      </w:r>
    </w:p>
    <w:p w:rsidR="008F0C68" w:rsidRDefault="008F0C68" w:rsidP="008F0C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2.Романюк Т.В. посвідчити своє право  в  установленому  законом  порядку.</w:t>
      </w:r>
    </w:p>
    <w:p w:rsidR="008F0C68" w:rsidRDefault="008F0C68" w:rsidP="008F0C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F0C68" w:rsidRDefault="008F0C68" w:rsidP="008F0C6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F0C68" w:rsidRDefault="008F0C68" w:rsidP="008F0C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F0C68" w:rsidRDefault="008F0C68" w:rsidP="008F0C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C0D30" w:rsidRPr="008F0C68" w:rsidRDefault="008F0C68" w:rsidP="008F0C6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Валерій   МИХАЛЮК</w:t>
      </w:r>
    </w:p>
    <w:sectPr w:rsidR="00FC0D30" w:rsidRPr="008F0C6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C68"/>
    <w:rsid w:val="008F0C68"/>
    <w:rsid w:val="00AB6D4B"/>
    <w:rsid w:val="00FC0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6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F0C6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F0C6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F0C68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C68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F0C6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F0C68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F0C68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5</TotalTime>
  <Pages>1</Pages>
  <Words>267</Words>
  <Characters>1528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2021-07-26T12:36:00Z</dcterms:created>
  <dcterms:modified xsi:type="dcterms:W3CDTF">2021-07-27T07:30:00Z</dcterms:modified>
</cp:coreProperties>
</file>