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9C0" w:rsidRDefault="006D69C0" w:rsidP="006D69C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69C0" w:rsidRDefault="006D69C0" w:rsidP="006D6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D69C0" w:rsidRDefault="006D69C0" w:rsidP="006D6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D69C0" w:rsidRDefault="006D69C0" w:rsidP="006D69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69C0" w:rsidRDefault="006D69C0" w:rsidP="006D69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69C0" w:rsidRDefault="006D69C0" w:rsidP="006D69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69C0" w:rsidRDefault="006D69C0" w:rsidP="006D69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69C0" w:rsidRDefault="006D69C0" w:rsidP="006D69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D69C0" w:rsidRDefault="006D69C0" w:rsidP="006D69C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D69C0" w:rsidRDefault="006D69C0" w:rsidP="006D69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D69C0" w:rsidRDefault="006D69C0" w:rsidP="006D69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D69C0" w:rsidRDefault="006D69C0" w:rsidP="006D69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69C0" w:rsidRDefault="006D69C0" w:rsidP="006D69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D69C0" w:rsidRDefault="006D69C0" w:rsidP="006D69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69C0" w:rsidRDefault="006D69C0" w:rsidP="006D69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D69C0" w:rsidRDefault="006D69C0" w:rsidP="006D69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D69C0" w:rsidRDefault="006D69C0" w:rsidP="006D69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№102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6D69C0" w:rsidRPr="00694EED" w:rsidRDefault="006D69C0" w:rsidP="006D69C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D69C0" w:rsidRPr="00694EED" w:rsidRDefault="006D69C0" w:rsidP="006D69C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6D69C0" w:rsidRPr="00694EED" w:rsidRDefault="006D69C0" w:rsidP="006D69C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6D69C0" w:rsidRPr="00694EED" w:rsidRDefault="006D69C0" w:rsidP="006D69C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6D69C0" w:rsidRPr="00694EED" w:rsidRDefault="006D69C0" w:rsidP="006D69C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Самчук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Є.М.</w:t>
      </w:r>
    </w:p>
    <w:p w:rsidR="006D69C0" w:rsidRPr="00694EED" w:rsidRDefault="006D69C0" w:rsidP="006D69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69C0" w:rsidRPr="00694EED" w:rsidRDefault="006D69C0" w:rsidP="006D69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Самчука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Є.М.,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6D69C0" w:rsidRPr="00694EED" w:rsidRDefault="006D69C0" w:rsidP="006D69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6D69C0" w:rsidRPr="00694EED" w:rsidRDefault="006D69C0" w:rsidP="006D69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Самчуку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Євгену Марковичу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2,0000 га, яка розташована Хмельницька область, Шепетівський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D69C0" w:rsidRPr="00694EED" w:rsidRDefault="006D69C0" w:rsidP="006D69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Самчуку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Євгену Марковичу,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2C03F5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 </w:t>
      </w:r>
      <w:r w:rsidR="002C03F5">
        <w:rPr>
          <w:rFonts w:ascii="Times New Roman" w:eastAsia="Calibri" w:hAnsi="Times New Roman" w:cs="Times New Roman"/>
          <w:sz w:val="24"/>
          <w:lang w:val="ru-RU" w:eastAsia="en-US"/>
        </w:rPr>
        <w:t>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2,0000 га, кадастровий номер: 6823984700:05:003:0023,  для ведення особистого селянського господарства яка розташована Хмельницька область, Шепетівський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6D69C0" w:rsidRPr="00694EED" w:rsidRDefault="006D69C0" w:rsidP="006D69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Самчуку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Є.М,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6D69C0" w:rsidRPr="00694EED" w:rsidRDefault="006D69C0" w:rsidP="006D69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D69C0" w:rsidRPr="006D69C0" w:rsidRDefault="006D69C0" w:rsidP="006D69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6D69C0" w:rsidRPr="00694EED" w:rsidRDefault="006D69C0" w:rsidP="006D69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42EE" w:rsidRPr="006D69C0" w:rsidRDefault="006D69C0" w:rsidP="006D69C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3542EE" w:rsidRPr="006D69C0" w:rsidSect="006D69C0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C0"/>
    <w:rsid w:val="002C03F5"/>
    <w:rsid w:val="003542EE"/>
    <w:rsid w:val="006D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9C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D69C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D69C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D69C0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9C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D69C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D69C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D69C0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270</Words>
  <Characters>1540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2021-07-07T07:03:00Z</dcterms:created>
  <dcterms:modified xsi:type="dcterms:W3CDTF">2021-07-07T08:45:00Z</dcterms:modified>
</cp:coreProperties>
</file>