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E1" w:rsidRPr="00F2698F" w:rsidRDefault="00EC02E1" w:rsidP="00EC02E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DFFA19" wp14:editId="688A7050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4279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42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1DFFA19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" fillcolor="black" stroked="f"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" fillcolor="black" stroked="f"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EC02E1" w:rsidRPr="00F2698F" w:rsidRDefault="00EC02E1" w:rsidP="00EC02E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203A819" wp14:editId="0154844D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310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31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1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3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4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E1" w:rsidRDefault="00EC02E1" w:rsidP="00EC02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203A819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Oa3&#10;U6OBdgAAd1kEAA4AAAAAAAAAAAAAAAAALgIAAGRycy9lMm9Eb2MueG1sUEsBAi0AFAAGAAgAAAAh&#10;AN/OkDDiAAAADQEAAA8AAAAAAAAAAAAAAAAA23gAAGRycy9kb3ducmV2LnhtbFBLBQYAAAAABAAE&#10;APMAAADqeQ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" fillcolor="black" stroked="f"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" fillcolor="black" stroked="f"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2E1" w:rsidRDefault="00EC02E1" w:rsidP="00EC02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C02E1" w:rsidRPr="00F2698F" w:rsidRDefault="00EC02E1" w:rsidP="00EC02E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В.Г.</w:t>
      </w:r>
    </w:p>
    <w:p w:rsidR="00EC02E1" w:rsidRPr="00F2698F" w:rsidRDefault="00EC02E1" w:rsidP="00EC02E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C7264">
        <w:rPr>
          <w:rFonts w:ascii="Times New Roman" w:eastAsia="Calibri" w:hAnsi="Times New Roman" w:cs="Times New Roman"/>
          <w:sz w:val="24"/>
          <w:lang w:eastAsia="en-US"/>
        </w:rPr>
        <w:t>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вул.Олександра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Гуменюка, 18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C02E1" w:rsidRPr="00F2698F" w:rsidRDefault="00EC02E1" w:rsidP="00EC02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02E1" w:rsidRPr="00F2698F" w:rsidRDefault="00EC02E1" w:rsidP="00EC02E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02E1" w:rsidRPr="00F2698F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C02E1" w:rsidRPr="00F2698F" w:rsidRDefault="00EC02E1" w:rsidP="00EC02E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01462" w:rsidRPr="00EC02E1" w:rsidRDefault="00EC02E1" w:rsidP="00EC02E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sectPr w:rsidR="00301462" w:rsidRPr="00EC02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E1"/>
    <w:rsid w:val="00301462"/>
    <w:rsid w:val="009C7264"/>
    <w:rsid w:val="00EC0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E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E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265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2021-06-22T06:57:00Z</dcterms:created>
  <dcterms:modified xsi:type="dcterms:W3CDTF">2021-06-22T12:44:00Z</dcterms:modified>
</cp:coreProperties>
</file>