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6B" w:rsidRPr="00D815F3" w:rsidRDefault="00AE236B" w:rsidP="00AE236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E236B" w:rsidRPr="001869AA" w:rsidRDefault="00AE236B" w:rsidP="00AE236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432" name="Группа 10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4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5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Ux8EA&#10;AADeAAAADwAAAGRycy9kb3ducmV2LnhtbERPy6rCMBDdX/AfwgjurqlWrlKNIqLiQrjUx35oxrbY&#10;TEoTtf69EQR3czjPmS1aU4k7Na60rGDQj0AQZ1aXnCs4HTe/ExDOI2usLJOCJzlYzDs/M0y0fXBK&#10;94PPRQhhl6CCwvs6kdJlBRl0fVsTB+5iG4M+wCaXusFHCDeVHEbRnzRYcmgosKZVQdn1cDMKbLzd&#10;7c/5MI3XPPa8/J9czu1eqV63XU5BeGr9V/xx73SYH43iGN7vhBv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olMf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W+EMcA&#10;AADeAAAADwAAAGRycy9kb3ducmV2LnhtbERPS2sCMRC+F/ofwhR6Ec3aitqtUUTYtvYg+IBeh810&#10;s+1msiRRt/56Uyj0Nh/fc2aLzjbiRD7UjhUMBxkI4tLpmisFh33Rn4IIEVlj45gU/FCAxfz2Zoa5&#10;dmfe0mkXK5FCOOSowMTY5lKG0pDFMHAtceI+nbcYE/SV1B7PKdw28iHLxtJizanBYEsrQ+X37mgV&#10;fBUb87GaXF5872lLl17x/tqsx0rd33XLZxCRuvgv/nO/6TQ/Gz2O4PeddIO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Fvh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/isUA&#10;AADeAAAADwAAAGRycy9kb3ducmV2LnhtbESP3YrCMBCF7xd8hzCCN4um6ipSjSKii3gj/jzA0IxN&#10;sZmUJtr69mZB2LsZzpnznVmsWluKJ9W+cKxgOEhAEGdOF5wruF52/RkIH5A1lo5JwYs8rJadrwWm&#10;2jV8ouc55CKGsE9RgQmhSqX0mSGLfuAq4qjdXG0xxLXOpa6xieG2lKMkmUqLBUeCwYo2hrL7+WEj&#10;5DjG4+HWXHa/LTa4PRj+Xp+U6nXb9RxEoDb8mz/Xex3rJz/jC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Wr+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0x8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F7O7E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MNM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SEZsUA&#10;AADeAAAADwAAAGRycy9kb3ducmV2LnhtbESP3YrCMBCF7xd8hzCCN4um6qJSjSKii3gj/jzA0IxN&#10;sZmUJtr69mZB2LsZzpnznVmsWluKJ9W+cKxgOEhAEGdOF5wruF52/RkIH5A1lo5JwYs8rJadrwWm&#10;2jV8ouc55CKGsE9RgQmhSqX0mSGLfuAq4qjdXG0xxLXOpa6xieG2lKMkmUiLBUeCwYo2hrL7+WEj&#10;5DjG4+HWXHa/LTa4PRj+Xp+U6nXb9RxEoDb8mz/Xex3rJz/jK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xIR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8FLsYA&#10;AADeAAAADwAAAGRycy9kb3ducmV2LnhtbESPQUsDQQyF74L/YYjgzc5aa5W10yJVQYQerIJ4Czvp&#10;7uJOZpiJ3fXfm4PgLeG9vPdltZnCYI6USx/ZweWsAkPcRN9z6+D97eniFkwRZI9DZHLwQwU269OT&#10;FdY+jvxKx720RkO41OigE0m1taXpKGCZxUSs2iHmgKJrbq3POGp4GOy8qpY2YM/a0GGibUfN1/47&#10;ONiNj+nlZnl9SJ95MbflwcvHVpw7P5vu78AITfJv/rt+9opfLa6U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8FL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9XMUA&#10;AADeAAAADwAAAGRycy9kb3ducmV2LnhtbERP22oCMRB9L/QfwhT6UjRrbUW3RtFCUGiheAFfh824&#10;u3QzWZLUXf/eFAp9m8O5znzZ20ZcyIfasYLRMANBXDhTc6ngeNCDKYgQkQ02jknBlQIsF/d3c8yN&#10;63hHl30sRQrhkKOCKsY2lzIUFVkMQ9cSJ+7svMWYoC+l8dilcNvI5yybSIs1p4YKW3qvqPje/1gF&#10;66+uHPunYt27j/Pm9Kq10Z9aqceHfvUGIlIf/8V/7q1J87OX8Qx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r1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tQ8UA&#10;AADeAAAADwAAAGRycy9kb3ducmV2LnhtbESPQWvDMAyF74P9B6NBb6uzko2S1i1lIzDGLmv7A0Ss&#10;xmljOdhumv776TDYTUJP771vvZ18r0aKqQts4GVegCJugu24NXA81M9LUCkjW+wDk4E7JdhuHh/W&#10;WNlw4x8a97lVYsKpQgMu56HSOjWOPKZ5GIjldgrRY5Y1ttpGvIm57/WiKN60x44lweFA746ay/7q&#10;DdRfi+/xcrWxDrup9PTqzssPZ8zsadqtQGWa8r/47/vTSv2iLA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mi1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bCJ8UA&#10;AADeAAAADwAAAGRycy9kb3ducmV2LnhtbERP22oCMRB9L/gPYYS+SM3aaimrUVQIFlooXqCvw2bc&#10;XdxMliS6279vCkLf5nCus1j1thE38qF2rGAyzkAQF87UXCo4HfXTG4gQkQ02jknBDwVYLQcPC8yN&#10;63hPt0MsRQrhkKOCKsY2lzIUFVkMY9cSJ+7svMWYoC+l8dilcNvI5yx7lRZrTg0VtrStqLgcrlbB&#10;5qsrX/yo2PTu47z7nmlt9KdW6nHYr+cgIvXxX3x3v5s0P5tOJ/D3Trp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5sI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QWr8MA&#10;AADeAAAADwAAAGRycy9kb3ducmV2LnhtbERPS2rDMBDdB3IHMYHuErnGLcGNYkKCoYRumvYAgzW1&#10;XFsjIymOe/sqUOhuHu87u2q2g5jIh86xgsdNBoK4cbrjVsHnR73egggRWePgmBT8UIBqv1zssNTu&#10;xu80XWIrUgiHEhWYGMdSytAYshg2biRO3JfzFmOCvpXa4y2F20HmWfYsLXacGgyOdDTU9JerVVCf&#10;87epv2pfu8NcWHoy39uTUephNR9eQESa47/4z/2q0/ysKHK4v5Nu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QWr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t3MIA&#10;AADeAAAADwAAAGRycy9kb3ducmV2LnhtbERP3WrCMBS+H/gO4Qx2NxNtldEZZQwc89LqAxyas6bY&#10;nNQmtvXtl8HAu/Px/Z7NbnKtGKgPjWcNi7kCQVx503Ct4Xzav76BCBHZYOuZNNwpwG47e9pgYfzI&#10;RxrKWIsUwqFADTbGrpAyVJYchrnviBP343uHMcG+lqbHMYW7Vi6VWkuHDacGix19Wqou5c1pyO/j&#10;17VcXdTeOFocsu7AsVpp/fI8fbyDiDTFh/jf/W3SfJXnGfy9k2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hi3c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2jB8EA&#10;AADeAAAADwAAAGRycy9kb3ducmV2LnhtbERPy6rCMBDdC/5DGOHuNFWKaDWKKMrFldbHemjGtthM&#10;ShO1/r0RLtzdHM5z5svWVOJJjSstKxgOIhDEmdUl5wrOp21/AsJ5ZI2VZVLwJgfLRbczx0TbFx/p&#10;mfpchBB2CSoovK8TKV1WkEE3sDVx4G62MegDbHKpG3yFcFPJURSNpcGSQ0OBNa0Lyu7pwyh4jK+j&#10;M9/2+pBu3rvpZrty8pIr9dNrVzMQnlr/L/5z/+owP4rjGL7vhBvk4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tow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2gcYA&#10;AADeAAAADwAAAGRycy9kb3ducmV2LnhtbERPS2vCQBC+F/oflhF6qxs1DRpdpQqFtgfF18HbmB2T&#10;tNnZNLvV9N93BcHbfHzPmcxaU4kzNa60rKDXjUAQZ1aXnCvYbd+ehyCcR9ZYWSYFf+RgNn18mGCq&#10;7YXXdN74XIQQdikqKLyvUyldVpBB17U1ceBOtjHoA2xyqRu8hHBTyX4UJdJgyaGhwJoWBWXfm1+j&#10;YL8aJqPV/CP++lwecWD0z0GXiVJPnfZ1DMJT6+/im/tdh/lRHL/A9Z1w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62g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/YsQA&#10;AADeAAAADwAAAGRycy9kb3ducmV2LnhtbERPS2vCQBC+F/wPywi9NRs1hJBmFR9oS082Cr0O2WkS&#10;mp0N2VVjf323UOhtPr7nFKvRdOJKg2stK5hFMQjiyuqWawXn0/4pA+E8ssbOMim4k4PVcvJQYK7t&#10;jd/pWvpahBB2OSpovO9zKV3VkEEX2Z44cJ92MOgDHGqpB7yFcNPJeRyn0mDLoaHBnrYNVV/lxSj4&#10;Tj/w6F7mm91Ce7on2cG+HQ9KPU7H9TMIT6P/F/+5X3WYHydJCr/vhBv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lv2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BzV8QA&#10;AADeAAAADwAAAGRycy9kb3ducmV2LnhtbERPzWrCQBC+F/oOyxR6azaVWDW6SikpeLNGH2DIjptg&#10;djZmtzHt07uFgrf5+H5ntRltKwbqfeNYwWuSgiCunG7YKDgePl/mIHxA1tg6JgU/5GGzfnxYYa7d&#10;lfc0lMGIGMI+RwV1CF0upa9qsugT1xFH7uR6iyHC3kjd4zWG21ZO0vRNWmw4NtTY0UdN1bn8tgou&#10;bjLVY1ng7lwsvhpjssvvPlPq+Wl8X4IINIa7+N+91XF+mmUz+Hsn3i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Qc1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BzsYA&#10;AADeAAAADwAAAGRycy9kb3ducmV2LnhtbESPT2/CMAzF75P4DpGRdhspjAHrCGhDmsSVPweOXmLa&#10;jsYpTYBun34+TOJm6z2/9/N82flaXamNVWADw0EGitgGV3FhYL/7fJqBignZYR2YDPxQhOWi9zDH&#10;3IUbb+i6TYWSEI45GihTanKtoy3JYxyEhli0Y2g9JlnbQrsWbxLuaz3Kson2WLE0lNjQqiR72l68&#10;gXX1RS8Te3z1sw+7Ofye0/P02xnz2O/e30Al6tLd/H+9doKfjcfCK+/ID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OBz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7dgsUA&#10;AADeAAAADwAAAGRycy9kb3ducmV2LnhtbERP0WoCMRB8F/oPYQu+aaKI1NMoKggWrVBb6uty2V6O&#10;XjbHJT3PvzeFgm+zOzszO4tV5yrRUhNKzxpGQwWCOPem5ELD58du8AIiRGSDlWfScKMAq+VTb4GZ&#10;8Vd+p/YcC5FMOGSowcZYZ1KG3JLDMPQ1ceK+feMwprEppGnwmsxdJcdKTaXDklOCxZq2lvKf86/T&#10;0OLppi528zZ7LY/5+LT5Opi01/3nbj0HEamLj+N/9d6k99VkMoO/OgmD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Xt2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9WMQA&#10;AADeAAAADwAAAGRycy9kb3ducmV2LnhtbESPQU/DMAyF70j8h8hI3FhKBQiVZRNCGuIIhQNH03hN&#10;R2NXSVgLvx4fkLjZ8vN771tvlziaI6U8CDu4XFVgiDvxA/cO3l53F7dgckH2OAqTg2/KsN2cnqyx&#10;8TLzCx3b0hs14dygg1DK1Fibu0AR80omYr3tJUUsuqbe+oSzmsfR1lV1YyMOrAkBJ3oI1H22X9HB&#10;/Nh9HOr9uw8/aZJd+yyHehTnzs+W+zswhZbyL/77fvJav7q6VgD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wPVj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FZcUA&#10;AADeAAAADwAAAGRycy9kb3ducmV2LnhtbERP22oCMRB9F/oPYYS+aVaLraxGsVpBpEW8vY+bcXfb&#10;ZLJsUl3/3giFvs3hXGc8bawRF6p96VhBr5uAIM6cLjlXcNgvO0MQPiBrNI5JwY08TCdPrTGm2l15&#10;S5ddyEUMYZ+igiKEKpXSZwVZ9F1XEUfu7GqLIcI6l7rGawy3RvaT5FVaLDk2FFjRvKDsZ/drFSw3&#10;C/Pd/9rOjjLMP95OZrh+X3wq9dxuZiMQgZrwL/5zr3Scnwx6L/B4J9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QV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5AhcQA&#10;AADeAAAADwAAAGRycy9kb3ducmV2LnhtbERPTYvCMBC9C/sfwix4EU1ddZGuUURYVFBwVfA6NrNt&#10;sZmUJtb6740geJvH+5zJrDGFqKlyuWUF/V4EgjixOudUwfHw2x2DcB5ZY2GZFNzJwWz60ZpgrO2N&#10;/6je+1SEEHYxKsi8L2MpXZKRQdezJXHg/m1l0AdYpVJXeAvhppBfUfQtDeYcGjIsaZFRctlfjYJ6&#10;tzmnq9qV68u440aD83K51Sel2p/N/AeEp8a/xS/3Sof50ag/hOc74QY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OQIX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6bA8UA&#10;AADeAAAADwAAAGRycy9kb3ducmV2LnhtbERPTWsCMRC9C/0PYYTeNFG6RVej1EKhl4LaHupt3Iy7&#10;i5vJNkl19dc3gtDbPN7nzJedbcSJfKgdaxgNFQjiwpmaSw1fn2+DCYgQkQ02jknDhQIsFw+9OebG&#10;nXlDp20sRQrhkKOGKsY2lzIUFVkMQ9cSJ+7gvMWYoC+l8XhO4baRY6WepcWaU0OFLb1WVBy3v1bD&#10;ajpZ/ayf+OO62e9o970/ZmOvtH7sdy8zEJG6+C++u99Nmq+yU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LpsDxQAAAN4AAAAPAAAAAAAAAAAAAAAAAJgCAABkcnMv&#10;ZG93bnJldi54bWxQSwUGAAAAAAQABAD1AAAAigMAAAAA&#10;" fillcolor="black" stroked="f"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8LdMUA&#10;AADeAAAADwAAAGRycy9kb3ducmV2LnhtbERPS2vCQBC+F/oflhG81Y2CQaKraLUgVA8+Dh6n2Wmy&#10;JDsbsltN++u7guBtPr7nzBadrcWVWm8cKxgOEhDEudOGCwXn08fbBIQPyBprx6Tglzws5q8vM8y0&#10;u/GBrsdQiBjCPkMFZQhNJqXPS7LoB64hjty3ay2GCNtC6hZvMdzWcpQkqbRoODaU2NB7SXl1/LEK&#10;Lp+pmRwMjb52f6uN3o2r1X5dKdXvdcspiEBdeIof7q2O85PxMIX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wt0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D3cQA&#10;AADeAAAADwAAAGRycy9kb3ducmV2LnhtbERPTWsCMRC9F/ofwhS8aaJQK6tRpEXqxUNtS6/DZtxs&#10;dzPZJlFXf31TEHqbx/ucxap3rThRiLVnDeORAkFcelNzpeHjfTOcgYgJ2WDrmTRcKMJqeX+3wML4&#10;M7/RaZ8qkUM4FqjBptQVUsbSksM48h1x5g4+OEwZhkqagOcc7lo5UWoqHdacGyx29GypbPZHpyGs&#10;v16aKx8/G3XdXeLrd/8zQ6v14KFfz0Ek6tO/+ObemjxfPY6f4O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hw9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/h5MYA&#10;AADeAAAADwAAAGRycy9kb3ducmV2LnhtbESP0UoDQQxF3wX/YYjgi9iZFrR27bSIIAgWobUfEHfS&#10;3cWZzLIT261fbx4E3xLuzb0ny/WYojnSULrMHqYTB4a4zqHjxsP+4+X2AUwR5IAxM3k4U4H16vJi&#10;iVXIJ97ScSeN0RAuFXpoRfrK2lK3lLBMck+s2iEPCUXXobFhwJOGp2hnzt3bhB1rQ4s9PbdUf+2+&#10;k4c4+4yLt3nZyHlvN+4nyfbmPXh/fTU+PYIRGuXf/Hf9GhTf3U2VV9/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/h5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MFJcQA&#10;AADeAAAADwAAAGRycy9kb3ducmV2LnhtbERPTWsCMRC9F/wPYQRvNaugtKtRtCLsxYNbxeu4mW6W&#10;JpNlk+q2v94UCr3N433Oct07K27Uhcazgsk4A0Fced1wreD0vn9+AREiskbrmRR8U4D1avC0xFz7&#10;Ox/pVsZapBAOOSowMba5lKEy5DCMfUucuA/fOYwJdrXUHd5TuLNymmVz6bDh1GCwpTdD1Wf55RTs&#10;ytZOT4XZhsv5cL3a4mdPl51So2G/WYCI1Md/8Z+70Gl+Npu8wu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TBSX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UM8YA&#10;AADeAAAADwAAAGRycy9kb3ducmV2LnhtbESPS2sDMQyE74X+B6NCbo3dQB5s44RSGgjk1DwOvQlb&#10;2d10LS9rN7v599UhkJuERjPzLddDaNSVulRHtvA2NqCIXfQ1lxaOh83rAlTKyB6byGThRgnWq+en&#10;JRY+9vxN130ulZhwKtBClXNbaJ1cRQHTOLbEcjvHLmCWtSu177AX89DoiTEzHbBmSaiwpc+K3O/+&#10;L1i4bPQuOoPudDz1Wz//+ZpRY6wdvQwf76AyDfkhvn9vvdQ304k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DUM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Cz8QA&#10;AADeAAAADwAAAGRycy9kb3ducmV2LnhtbERPTWvCQBC9F/wPywje6saIJURXUaFQKh6qRTyO2TEJ&#10;yc6G3VXTf+8WCr3N433OYtWbVtzJ+dqygsk4AUFcWF1zqeD7+P6agfABWWNrmRT8kIfVcvCywFzb&#10;B3/R/RBKEUPY56igCqHLpfRFRQb92HbEkbtaZzBE6EqpHT5iuGllmiRv0mDNsaHCjrYVFc3hZhSc&#10;bzu+7qefa7cJJ9sffZNeskap0bBfz0EE6sO/+M/9oeP8ZJZO4Pede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kgs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vJysUA&#10;AADeAAAADwAAAGRycy9kb3ducmV2LnhtbERPS2sCMRC+C/6HMIXeNOlSxW6NokKhl0J9HOpt3Ex3&#10;FzeTNUl1219vCoK3+fieM513thFn8qF2rOFpqEAQF87UXGrYbd8GExAhIhtsHJOGXwown/V7U8yN&#10;u/CazptYihTCIUcNVYxtLmUoKrIYhq4lTty38xZjgr6UxuMlhdtGZkqNpcWaU0OFLa0qKo6bH6th&#10;+TJZnj6f+eNvfdjT/utwHGVeaf340C1eQUTq4l18c7+bNF+Nsgz+30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q8nKxQAAAN4AAAAPAAAAAAAAAAAAAAAAAJgCAABkcnMv&#10;ZG93bnJldi54bWxQSwUGAAAAAAQABAD1AAAAigMAAAAA&#10;" fillcolor="black" stroked="f"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Fn+8QA&#10;AADeAAAADwAAAGRycy9kb3ducmV2LnhtbERPTWsCMRC9C/0PYQq9abZKS1mNsgilpafVtngdN+Nm&#10;cTNZkjRu/30jCL3N433OajPaXiTyoXOs4HFWgCBunO64VfD1+Tp9AREissbeMSn4pQCb9d1khaV2&#10;F95R2sdW5BAOJSowMQ6llKExZDHM3ECcuZPzFmOGvpXa4yWH217Oi+JZWuw4NxgcaGuoOe9/rIJ0&#10;3NbVIh2S2X34qvWufvs+1ko93I/VEkSkMf6Lb+53necXT/MFXN/JN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RZ/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7hsUA&#10;AADeAAAADwAAAGRycy9kb3ducmV2LnhtbERPTWvCQBC9C/0PyxS86UZRaVNXEVHRXmzTQnscstNs&#10;MDsbsmuM/fXdguBtHu9z5svOVqKlxpeOFYyGCQji3OmSCwWfH9vBEwgfkDVWjknBlTwsFw+9Oaba&#10;Xfid2iwUIoawT1GBCaFOpfS5IYt+6GriyP24xmKIsCmkbvASw20lx0kykxZLjg0Ga1obyk/Z2Srw&#10;o/Xm69X+PrffO8PH7GBmb4VRqv/YrV5ABOrCXXxz73Wcn0zHE/h/J94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Lu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236B" w:rsidRPr="00D815F3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AE236B" w:rsidRPr="001869AA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E236B" w:rsidRPr="001869AA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E236B" w:rsidRPr="001869AA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E236B" w:rsidRPr="00D815F3" w:rsidRDefault="00AE236B" w:rsidP="00AE236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AE236B" w:rsidRPr="001869AA" w:rsidRDefault="00AE236B" w:rsidP="00AE236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E236B" w:rsidRPr="001869AA" w:rsidRDefault="00AE236B" w:rsidP="00AE236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E236B" w:rsidRPr="001869AA" w:rsidRDefault="00AE236B" w:rsidP="00AE236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E236B" w:rsidRPr="001869AA" w:rsidRDefault="00AE236B" w:rsidP="00AE236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E236B" w:rsidRPr="001869AA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6B" w:rsidRDefault="00AE236B" w:rsidP="00AE23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8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pz9eH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AHynP14dgAAElkE&#10;AA4AAAAAAAAAAAAAAAAALgIAAGRycy9lMm9Eb2MueG1sUEsBAi0AFAAGAAgAAAAhAN/OkDDiAAAA&#10;DQEAAA8AAAAAAAAAAAAAAAAA0ngAAGRycy9kb3ducmV2LnhtbFBLBQYAAAAABAAEAPMAAADheQ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36B" w:rsidRDefault="00AE236B" w:rsidP="00AE23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E236B" w:rsidRDefault="00AE236B" w:rsidP="00AE236B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E236B" w:rsidRPr="001869AA" w:rsidRDefault="00AE236B" w:rsidP="00AE23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E236B" w:rsidRDefault="00AE236B" w:rsidP="00AE236B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E236B" w:rsidRPr="001869AA" w:rsidRDefault="00AE236B" w:rsidP="00AE236B">
      <w:pPr>
        <w:spacing w:after="0" w:line="240" w:lineRule="auto"/>
        <w:jc w:val="center"/>
        <w:rPr>
          <w:rFonts w:ascii="Times New Roman" w:hAnsi="Times New Roman"/>
        </w:rPr>
      </w:pPr>
    </w:p>
    <w:p w:rsidR="00AE236B" w:rsidRPr="00312454" w:rsidRDefault="00AE236B" w:rsidP="00AE236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AE236B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E236B" w:rsidRDefault="00AE236B" w:rsidP="00AE236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ПавлюкуС.С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.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Павлюка С.С. 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Павлюку Сергію Сергійовичу, </w:t>
      </w:r>
      <w:r>
        <w:rPr>
          <w:rFonts w:ascii="Times New Roman" w:hAnsi="Times New Roman"/>
          <w:sz w:val="24"/>
        </w:rPr>
        <w:t xml:space="preserve"> який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8B27EE">
        <w:rPr>
          <w:rFonts w:ascii="Times New Roman" w:hAnsi="Times New Roman"/>
          <w:sz w:val="24"/>
          <w:lang w:val="en-US"/>
        </w:rPr>
        <w:t>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8B27EE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2,3491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986800:05:008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товарного сільськогосподарського виробництва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населеного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с.Полянь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сільської ради.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Павлюку С.С.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236B" w:rsidRPr="00E12288" w:rsidRDefault="00AE236B" w:rsidP="00AE23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AE236B" w:rsidRPr="00E12288" w:rsidRDefault="00AE236B" w:rsidP="00AE236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3814B6" w:rsidRPr="00AE236B" w:rsidRDefault="00AE236B" w:rsidP="00AE236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3814B6" w:rsidRPr="00AE23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6B"/>
    <w:rsid w:val="00171A2E"/>
    <w:rsid w:val="00304C90"/>
    <w:rsid w:val="003814B6"/>
    <w:rsid w:val="00505B6D"/>
    <w:rsid w:val="006D3977"/>
    <w:rsid w:val="007D6C18"/>
    <w:rsid w:val="008B27EE"/>
    <w:rsid w:val="00AE236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6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6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2020-11-17T15:59:00Z</dcterms:created>
  <dcterms:modified xsi:type="dcterms:W3CDTF">2020-11-18T06:50:00Z</dcterms:modified>
</cp:coreProperties>
</file>