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77" w:rsidRDefault="00806677" w:rsidP="008066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06677" w:rsidRDefault="00806677" w:rsidP="00806677"/>
    <w:p w:rsidR="00806677" w:rsidRDefault="00806677" w:rsidP="00806677"/>
    <w:p w:rsidR="00806677" w:rsidRDefault="00806677" w:rsidP="008066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06677" w:rsidRDefault="00806677" w:rsidP="008066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06677" w:rsidRDefault="00806677" w:rsidP="008066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06677" w:rsidRDefault="00806677" w:rsidP="008066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06677" w:rsidRDefault="00806677" w:rsidP="008066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677" w:rsidRDefault="00806677" w:rsidP="008066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6677" w:rsidRDefault="00806677" w:rsidP="008066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6677" w:rsidRDefault="00806677" w:rsidP="008066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6677" w:rsidRDefault="00806677" w:rsidP="008066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6677" w:rsidRDefault="00806677" w:rsidP="0080667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№49</w:t>
      </w:r>
    </w:p>
    <w:p w:rsidR="00806677" w:rsidRPr="003A1721" w:rsidRDefault="00806677" w:rsidP="0080667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Юрчик</w:t>
      </w:r>
      <w:proofErr w:type="spellEnd"/>
      <w:r w:rsidRPr="003A17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Олені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A100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</w:t>
      </w:r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proofErr w:type="gramEnd"/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06677" w:rsidRPr="003A1721" w:rsidRDefault="00806677" w:rsidP="008066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721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17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172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72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A172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06677" w:rsidRPr="003A1721" w:rsidRDefault="00806677" w:rsidP="008066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6677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6677" w:rsidRPr="003A1721" w:rsidRDefault="00806677" w:rsidP="008066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6677" w:rsidRPr="003A1721" w:rsidRDefault="00806677" w:rsidP="0080667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3A17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A60E5" w:rsidRDefault="00CA60E5"/>
    <w:sectPr w:rsidR="00CA60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77"/>
    <w:rsid w:val="00171A2E"/>
    <w:rsid w:val="00304C90"/>
    <w:rsid w:val="00505B6D"/>
    <w:rsid w:val="006D3977"/>
    <w:rsid w:val="007A1006"/>
    <w:rsid w:val="007D6C18"/>
    <w:rsid w:val="00806677"/>
    <w:rsid w:val="00CA60E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2020-07-02T11:44:00Z</dcterms:created>
  <dcterms:modified xsi:type="dcterms:W3CDTF">2020-07-02T12:58:00Z</dcterms:modified>
</cp:coreProperties>
</file>