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81" w:rsidRPr="00B623A8" w:rsidRDefault="00F01D81" w:rsidP="00F01D81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81" w:rsidRDefault="00F01D81" w:rsidP="00F01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01D81" w:rsidRDefault="00F01D81" w:rsidP="00F01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01D81" w:rsidRDefault="00F01D81" w:rsidP="00F0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1D81" w:rsidRDefault="00F01D81" w:rsidP="00F0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1D81" w:rsidRDefault="00F01D81" w:rsidP="00F0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1D81" w:rsidRDefault="00F01D81" w:rsidP="00F0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1D81" w:rsidRDefault="00F01D81" w:rsidP="00F0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01D81" w:rsidRDefault="00F01D81" w:rsidP="00F01D8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01D81" w:rsidRDefault="00F01D81" w:rsidP="00F0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01D81" w:rsidRDefault="00F01D81" w:rsidP="00F0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01D81" w:rsidRDefault="00F01D81" w:rsidP="00F0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1D81" w:rsidRDefault="00F01D81" w:rsidP="00F0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01D81" w:rsidRDefault="00F01D81" w:rsidP="00F0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1D81" w:rsidRDefault="00F01D81" w:rsidP="00F01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01D81" w:rsidRDefault="00F01D81" w:rsidP="00F01D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01D81" w:rsidRPr="00FC4B24" w:rsidRDefault="00F01D81" w:rsidP="00F01D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F01D81" w:rsidRPr="008E2C07" w:rsidRDefault="00F01D81" w:rsidP="00F01D81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F01D81" w:rsidRPr="008E2C07" w:rsidRDefault="00F01D81" w:rsidP="00F01D8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F01D81" w:rsidRPr="008E2C07" w:rsidRDefault="00F01D81" w:rsidP="00F01D8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F01D81" w:rsidRPr="008E2C07" w:rsidRDefault="00F01D81" w:rsidP="00F01D8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відведенняземельноїділянки</w:t>
      </w:r>
      <w:proofErr w:type="spellEnd"/>
    </w:p>
    <w:p w:rsidR="00F01D81" w:rsidRPr="008E2C07" w:rsidRDefault="00F01D81" w:rsidP="00F01D8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Зубову О.В.</w:t>
      </w:r>
    </w:p>
    <w:p w:rsidR="00F01D81" w:rsidRPr="008E2C07" w:rsidRDefault="00F01D81" w:rsidP="00F01D81">
      <w:pPr>
        <w:tabs>
          <w:tab w:val="left" w:pos="945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F01D81" w:rsidRPr="008E2C07" w:rsidRDefault="00F01D81" w:rsidP="00F01D8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Зубова О.В.,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F01D81" w:rsidRPr="008E2C07" w:rsidRDefault="00F01D81" w:rsidP="00F01D8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F01D81" w:rsidRDefault="00F01D81" w:rsidP="00F01D81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</w:rPr>
      </w:pPr>
    </w:p>
    <w:p w:rsidR="00F01D81" w:rsidRPr="008E2C07" w:rsidRDefault="00F01D81" w:rsidP="00F01D8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1. </w:t>
      </w:r>
      <w:proofErr w:type="spellStart"/>
      <w:r w:rsidRPr="008E2C07">
        <w:rPr>
          <w:rFonts w:ascii="Times New Roman" w:hAnsi="Times New Roman"/>
          <w:sz w:val="24"/>
        </w:rPr>
        <w:t>Надати</w:t>
      </w:r>
      <w:r>
        <w:rPr>
          <w:rFonts w:ascii="Times New Roman" w:hAnsi="Times New Roman"/>
          <w:sz w:val="24"/>
        </w:rPr>
        <w:t>Зубову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Олександру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Васильовичу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206930">
        <w:rPr>
          <w:rFonts w:ascii="Times New Roman" w:hAnsi="Times New Roman"/>
          <w:sz w:val="24"/>
          <w:lang w:val="uk-UA"/>
        </w:rPr>
        <w:t>_______________</w:t>
      </w:r>
      <w:bookmarkStart w:id="0" w:name="_GoBack"/>
      <w:bookmarkEnd w:id="0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0,2360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на</w:t>
      </w:r>
      <w:proofErr w:type="gram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 в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Стригани</w:t>
      </w:r>
      <w:proofErr w:type="spellEnd"/>
      <w:r>
        <w:rPr>
          <w:rFonts w:ascii="Times New Roman" w:hAnsi="Times New Roman"/>
          <w:sz w:val="24"/>
        </w:rPr>
        <w:t>.</w:t>
      </w:r>
    </w:p>
    <w:p w:rsidR="00F01D81" w:rsidRPr="008E2C07" w:rsidRDefault="00F01D81" w:rsidP="00F01D8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>. Зубову О.В.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F01D81" w:rsidRPr="008E2C07" w:rsidRDefault="00F01D81" w:rsidP="00F01D8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F01D81" w:rsidRPr="008E2C07" w:rsidRDefault="00F01D81" w:rsidP="00F01D8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01D81" w:rsidRPr="008E2C07" w:rsidRDefault="00F01D81" w:rsidP="00F01D8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F01D81" w:rsidRPr="008E2C07" w:rsidRDefault="00F01D81" w:rsidP="00F01D8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F01D81" w:rsidRPr="008E2C07" w:rsidRDefault="00F01D81" w:rsidP="00F01D8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F01D81" w:rsidRPr="008E2C07" w:rsidRDefault="00F01D81" w:rsidP="00F01D8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F01D81" w:rsidRDefault="00F01D81" w:rsidP="00F01D81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4E1023" w:rsidRDefault="004E1023"/>
    <w:sectPr w:rsidR="004E102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D81"/>
    <w:rsid w:val="00171A2E"/>
    <w:rsid w:val="00206930"/>
    <w:rsid w:val="00304C90"/>
    <w:rsid w:val="004E1023"/>
    <w:rsid w:val="00505B6D"/>
    <w:rsid w:val="006D3977"/>
    <w:rsid w:val="007D6C18"/>
    <w:rsid w:val="00D1641A"/>
    <w:rsid w:val="00F0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01D8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01D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01D81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01D8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01D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01D81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223</Words>
  <Characters>1276</Characters>
  <Application>Microsoft Office Word</Application>
  <DocSecurity>0</DocSecurity>
  <Lines>10</Lines>
  <Paragraphs>2</Paragraphs>
  <ScaleCrop>false</ScaleCrop>
  <Company>Microsoft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2020-10-10T16:07:00Z</dcterms:created>
  <dcterms:modified xsi:type="dcterms:W3CDTF">2020-10-10T16:36:00Z</dcterms:modified>
</cp:coreProperties>
</file>