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562" w:rsidRPr="00273443" w:rsidRDefault="00642562" w:rsidP="00642562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42562" w:rsidRDefault="004C6387" w:rsidP="006425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C6387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642562" w:rsidRDefault="00642562" w:rsidP="00642562"/>
    <w:p w:rsidR="00642562" w:rsidRDefault="00642562" w:rsidP="00642562"/>
    <w:p w:rsidR="00642562" w:rsidRDefault="00642562" w:rsidP="0064256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42562" w:rsidRDefault="00642562" w:rsidP="0064256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42562" w:rsidRDefault="00642562" w:rsidP="0064256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42562" w:rsidRDefault="00642562" w:rsidP="0064256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42562" w:rsidRDefault="00642562" w:rsidP="0064256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2562" w:rsidRDefault="00642562" w:rsidP="0064256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42562" w:rsidRDefault="00642562" w:rsidP="006425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42562" w:rsidRDefault="00642562" w:rsidP="0064256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42562" w:rsidRDefault="00642562" w:rsidP="00642562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__</w:t>
      </w:r>
    </w:p>
    <w:p w:rsidR="00642562" w:rsidRDefault="00642562" w:rsidP="0064256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642562" w:rsidRDefault="00642562" w:rsidP="0064256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642562" w:rsidRDefault="00642562" w:rsidP="0064256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642562" w:rsidRDefault="00642562" w:rsidP="0064256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642562" w:rsidRDefault="00642562" w:rsidP="0064256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Бережному В.В.</w:t>
      </w:r>
    </w:p>
    <w:p w:rsidR="00642562" w:rsidRDefault="00642562" w:rsidP="0064256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642562" w:rsidRDefault="00642562" w:rsidP="0064256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пункту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Бережного В.В.,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642562" w:rsidRDefault="00642562" w:rsidP="0064256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642562" w:rsidRDefault="00642562" w:rsidP="0064256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Бережному Володимиру Васильовичу, який зареєстрований за адресою: </w:t>
      </w:r>
      <w:r w:rsidR="003329BA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______________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="003329BA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0,10 га,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яка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Крупецької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в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селі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Крупець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642562" w:rsidRDefault="00642562" w:rsidP="0064256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 Бережному В.В.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642562" w:rsidRDefault="00642562" w:rsidP="0064256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42562" w:rsidRDefault="00642562" w:rsidP="0064256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42562" w:rsidRDefault="00642562" w:rsidP="0064256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642562" w:rsidRDefault="00642562" w:rsidP="0064256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642562" w:rsidRPr="00642562" w:rsidRDefault="00642562" w:rsidP="0064256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6901F8" w:rsidRPr="00642562" w:rsidRDefault="00642562" w:rsidP="0064256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6901F8" w:rsidRPr="00642562" w:rsidSect="006901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642562"/>
    <w:rsid w:val="00171A2E"/>
    <w:rsid w:val="00304C90"/>
    <w:rsid w:val="003329BA"/>
    <w:rsid w:val="004C6387"/>
    <w:rsid w:val="00505B6D"/>
    <w:rsid w:val="00642562"/>
    <w:rsid w:val="006901F8"/>
    <w:rsid w:val="006D3977"/>
    <w:rsid w:val="007D6C18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2562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228</Words>
  <Characters>1303</Characters>
  <Application>Microsoft Office Word</Application>
  <DocSecurity>0</DocSecurity>
  <Lines>10</Lines>
  <Paragraphs>3</Paragraphs>
  <ScaleCrop>false</ScaleCrop>
  <Company>Microsoft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2020-03-04T08:37:00Z</dcterms:created>
  <dcterms:modified xsi:type="dcterms:W3CDTF">2020-03-04T08:53:00Z</dcterms:modified>
</cp:coreProperties>
</file>