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AA4" w:rsidRPr="00B623A8" w:rsidRDefault="00A25AA4" w:rsidP="00A25AA4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5AA4" w:rsidRDefault="00A25AA4" w:rsidP="00A25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25AA4" w:rsidRDefault="00A25AA4" w:rsidP="00A25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5AA4" w:rsidRDefault="00A25AA4" w:rsidP="00A25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25AA4" w:rsidRDefault="00A25AA4" w:rsidP="00A25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5AA4" w:rsidRDefault="00A25AA4" w:rsidP="00A25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25AA4" w:rsidRDefault="00A25AA4" w:rsidP="00A25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5AA4" w:rsidRDefault="00A25AA4" w:rsidP="00A25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25AA4" w:rsidRDefault="00A25AA4" w:rsidP="00A25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5AA4" w:rsidRDefault="00A25AA4" w:rsidP="00A25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25AA4" w:rsidRDefault="00A25AA4" w:rsidP="00A25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5AA4" w:rsidRDefault="00A25AA4" w:rsidP="00A25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25AA4" w:rsidRDefault="00A25AA4" w:rsidP="00A25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5AA4" w:rsidRDefault="00A25AA4" w:rsidP="00A25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25AA4" w:rsidRDefault="00A25AA4" w:rsidP="00A25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5AA4" w:rsidRDefault="00A25AA4" w:rsidP="00A25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25AA4" w:rsidRDefault="00A25AA4" w:rsidP="00A25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5AA4" w:rsidRDefault="00A25AA4" w:rsidP="00A25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25AA4" w:rsidRDefault="00A25AA4" w:rsidP="00A25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5AA4" w:rsidRDefault="00A25AA4" w:rsidP="00A25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25AA4" w:rsidRDefault="00A25AA4" w:rsidP="00A25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5AA4" w:rsidRDefault="00A25AA4" w:rsidP="00A25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5AA4" w:rsidRDefault="00A25AA4" w:rsidP="00A25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5AA4" w:rsidRDefault="00A25AA4" w:rsidP="00A25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5AA4" w:rsidRDefault="00A25AA4" w:rsidP="00A25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5AA4" w:rsidRDefault="00A25AA4" w:rsidP="00A25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5AA4" w:rsidRDefault="00A25AA4" w:rsidP="00A25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5AA4" w:rsidRDefault="00A25AA4" w:rsidP="00A25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5AA4" w:rsidRDefault="00A25AA4" w:rsidP="00A25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5AA4" w:rsidRDefault="00A25AA4" w:rsidP="00A25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25AA4" w:rsidRDefault="00A25AA4" w:rsidP="00A25AA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25AA4" w:rsidRDefault="00A25AA4" w:rsidP="00A25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25AA4" w:rsidRDefault="00A25AA4" w:rsidP="00A25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25AA4" w:rsidRDefault="00A25AA4" w:rsidP="00A25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25AA4" w:rsidRDefault="00A25AA4" w:rsidP="00A25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25AA4" w:rsidRDefault="00A25AA4" w:rsidP="00A25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25AA4" w:rsidRDefault="00A25AA4" w:rsidP="00A25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25AA4" w:rsidRDefault="00A25AA4" w:rsidP="00A25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25AA4" w:rsidRDefault="00A25AA4" w:rsidP="00A25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25AA4" w:rsidRDefault="00A25AA4" w:rsidP="00A25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25AA4" w:rsidRDefault="00A25AA4" w:rsidP="00A25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25AA4" w:rsidRDefault="00A25AA4" w:rsidP="00A25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25AA4" w:rsidRDefault="00A25AA4" w:rsidP="00A25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25AA4" w:rsidRDefault="00A25AA4" w:rsidP="00A25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25AA4" w:rsidRDefault="00A25AA4" w:rsidP="00A25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25AA4" w:rsidRDefault="00A25AA4" w:rsidP="00A25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25AA4" w:rsidRDefault="00A25AA4" w:rsidP="00A25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25AA4" w:rsidRDefault="00A25AA4" w:rsidP="00A25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25AA4" w:rsidRDefault="00A25AA4" w:rsidP="00A25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25AA4" w:rsidRDefault="00A25AA4" w:rsidP="00A25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25AA4" w:rsidRDefault="00A25AA4" w:rsidP="00A25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A25AA4" w:rsidRDefault="00A25AA4" w:rsidP="00A25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25AA4" w:rsidRDefault="00A25AA4" w:rsidP="00A25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25AA4" w:rsidRDefault="00A25AA4" w:rsidP="00A25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25AA4" w:rsidRDefault="00A25AA4" w:rsidP="00A25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25AA4" w:rsidRDefault="00A25AA4" w:rsidP="00A25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25AA4" w:rsidRDefault="00A25AA4" w:rsidP="00A25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25AA4" w:rsidRDefault="00A25AA4" w:rsidP="00A25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A25AA4" w:rsidRDefault="00A25AA4" w:rsidP="00A25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25AA4" w:rsidRDefault="00A25AA4" w:rsidP="00A25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25AA4" w:rsidRDefault="00A25AA4" w:rsidP="00A25AA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25AA4" w:rsidRDefault="00A25AA4" w:rsidP="00A25A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25AA4" w:rsidRDefault="00A25AA4" w:rsidP="00A25A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25AA4" w:rsidRDefault="00A25AA4" w:rsidP="00A25A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25AA4" w:rsidRDefault="00A25AA4" w:rsidP="00A25A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25AA4" w:rsidRDefault="00A25AA4" w:rsidP="00A25A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25AA4" w:rsidRDefault="00A25AA4" w:rsidP="00A25AA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25AA4" w:rsidRDefault="00A25AA4" w:rsidP="00A25A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25AA4" w:rsidRDefault="00A25AA4" w:rsidP="00A25A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25AA4" w:rsidRDefault="00A25AA4" w:rsidP="00A25A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25AA4" w:rsidRDefault="00A25AA4" w:rsidP="00A25A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A25AA4" w:rsidRDefault="00A25AA4" w:rsidP="00A25A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25AA4" w:rsidRDefault="00A25AA4" w:rsidP="00A25AA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25AA4" w:rsidRDefault="00A25AA4" w:rsidP="00A25AA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25AA4" w:rsidRDefault="00A25AA4" w:rsidP="00A25AA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27.11.2020 року                                            Крупець                                                       №9</w:t>
      </w:r>
    </w:p>
    <w:p w:rsidR="00A25AA4" w:rsidRPr="00C031B6" w:rsidRDefault="00A25AA4" w:rsidP="00A25AA4">
      <w:pPr>
        <w:tabs>
          <w:tab w:val="left" w:pos="708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25AA4" w:rsidRDefault="00A25AA4" w:rsidP="00A25AA4">
      <w:pPr>
        <w:tabs>
          <w:tab w:val="left" w:pos="3460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031B6">
        <w:rPr>
          <w:rFonts w:ascii="Times New Roman" w:hAnsi="Times New Roman" w:cs="Times New Roman"/>
          <w:b/>
          <w:bCs/>
          <w:sz w:val="24"/>
          <w:szCs w:val="24"/>
        </w:rPr>
        <w:t xml:space="preserve">Про затвердження  Програми надання </w:t>
      </w:r>
    </w:p>
    <w:p w:rsidR="00A25AA4" w:rsidRPr="00C031B6" w:rsidRDefault="00A25AA4" w:rsidP="00A25AA4">
      <w:pPr>
        <w:tabs>
          <w:tab w:val="left" w:pos="3460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031B6">
        <w:rPr>
          <w:rFonts w:ascii="Times New Roman" w:hAnsi="Times New Roman" w:cs="Times New Roman"/>
          <w:b/>
          <w:bCs/>
          <w:sz w:val="24"/>
          <w:szCs w:val="24"/>
        </w:rPr>
        <w:t>одноразової матеріальної допомоги</w:t>
      </w:r>
      <w:r w:rsidRPr="00C031B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25AA4" w:rsidRDefault="00A25AA4" w:rsidP="00A25AA4">
      <w:pPr>
        <w:tabs>
          <w:tab w:val="left" w:pos="34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031B6">
        <w:rPr>
          <w:rFonts w:ascii="Times New Roman" w:hAnsi="Times New Roman" w:cs="Times New Roman"/>
          <w:b/>
          <w:sz w:val="24"/>
          <w:szCs w:val="24"/>
        </w:rPr>
        <w:t xml:space="preserve">жителям Крупецької сільської </w:t>
      </w:r>
      <w:proofErr w:type="gramStart"/>
      <w:r w:rsidRPr="00C031B6">
        <w:rPr>
          <w:rFonts w:ascii="Times New Roman" w:hAnsi="Times New Roman" w:cs="Times New Roman"/>
          <w:b/>
          <w:sz w:val="24"/>
          <w:szCs w:val="24"/>
        </w:rPr>
        <w:t>ради</w:t>
      </w:r>
      <w:proofErr w:type="gramEnd"/>
    </w:p>
    <w:p w:rsidR="00A25AA4" w:rsidRPr="00C031B6" w:rsidRDefault="00A25AA4" w:rsidP="00A25AA4">
      <w:pPr>
        <w:tabs>
          <w:tab w:val="left" w:pos="34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031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031B6">
        <w:rPr>
          <w:rFonts w:ascii="Times New Roman" w:hAnsi="Times New Roman" w:cs="Times New Roman"/>
          <w:b/>
          <w:bCs/>
          <w:sz w:val="24"/>
          <w:szCs w:val="24"/>
        </w:rPr>
        <w:t>на 2021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031B6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031B6">
        <w:rPr>
          <w:rFonts w:ascii="Times New Roman" w:hAnsi="Times New Roman" w:cs="Times New Roman"/>
          <w:b/>
          <w:bCs/>
          <w:sz w:val="24"/>
          <w:szCs w:val="24"/>
        </w:rPr>
        <w:t xml:space="preserve">2023 роки </w:t>
      </w:r>
    </w:p>
    <w:p w:rsidR="00A25AA4" w:rsidRPr="00C031B6" w:rsidRDefault="00A25AA4" w:rsidP="00A25AA4">
      <w:pPr>
        <w:tabs>
          <w:tab w:val="left" w:pos="3460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31B6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</w:t>
      </w:r>
    </w:p>
    <w:p w:rsidR="00A25AA4" w:rsidRDefault="00A25AA4" w:rsidP="00A25A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C031B6">
        <w:rPr>
          <w:rFonts w:ascii="Times New Roman" w:hAnsi="Times New Roman" w:cs="Times New Roman"/>
          <w:sz w:val="24"/>
          <w:szCs w:val="24"/>
        </w:rPr>
        <w:t>еруючись п.22 ст.26 Закону України «Про місцеве самоврядування в Україні»</w:t>
      </w:r>
      <w:r>
        <w:rPr>
          <w:rFonts w:ascii="Times New Roman" w:hAnsi="Times New Roman" w:cs="Times New Roman"/>
          <w:sz w:val="24"/>
          <w:szCs w:val="24"/>
        </w:rPr>
        <w:t>, з</w:t>
      </w:r>
      <w:r w:rsidRPr="00C031B6">
        <w:rPr>
          <w:rFonts w:ascii="Times New Roman" w:hAnsi="Times New Roman" w:cs="Times New Roman"/>
          <w:sz w:val="24"/>
          <w:szCs w:val="24"/>
        </w:rPr>
        <w:t xml:space="preserve"> метою посилення </w:t>
      </w:r>
      <w:proofErr w:type="gramStart"/>
      <w:r w:rsidRPr="00C031B6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Pr="00C031B6">
        <w:rPr>
          <w:rFonts w:ascii="Times New Roman" w:hAnsi="Times New Roman" w:cs="Times New Roman"/>
          <w:sz w:val="24"/>
          <w:szCs w:val="24"/>
        </w:rPr>
        <w:t xml:space="preserve">іального захисту громадян та надання одноразової матеріальної допомоги незахищеним категоріям населення, </w:t>
      </w:r>
      <w:r w:rsidRPr="00C031B6">
        <w:rPr>
          <w:rFonts w:ascii="Times New Roman" w:hAnsi="Times New Roman" w:cs="Times New Roman"/>
          <w:bCs/>
          <w:color w:val="FF0000"/>
          <w:sz w:val="24"/>
          <w:szCs w:val="24"/>
        </w:rPr>
        <w:t xml:space="preserve"> </w:t>
      </w:r>
      <w:r w:rsidRPr="00C031B6">
        <w:rPr>
          <w:rFonts w:ascii="Times New Roman" w:hAnsi="Times New Roman" w:cs="Times New Roman"/>
          <w:sz w:val="24"/>
          <w:szCs w:val="24"/>
        </w:rPr>
        <w:t xml:space="preserve">сільська рада </w:t>
      </w:r>
    </w:p>
    <w:p w:rsidR="00A25AA4" w:rsidRPr="00C031B6" w:rsidRDefault="00A25AA4" w:rsidP="00A25A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31B6">
        <w:rPr>
          <w:rFonts w:ascii="Times New Roman" w:hAnsi="Times New Roman" w:cs="Times New Roman"/>
          <w:sz w:val="24"/>
          <w:szCs w:val="24"/>
        </w:rPr>
        <w:t>ВИРІШИЛА:</w:t>
      </w:r>
    </w:p>
    <w:p w:rsidR="00A25AA4" w:rsidRPr="00C031B6" w:rsidRDefault="00A25AA4" w:rsidP="00A25AA4">
      <w:pPr>
        <w:tabs>
          <w:tab w:val="left" w:pos="3460"/>
        </w:tabs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31B6">
        <w:rPr>
          <w:rFonts w:ascii="Times New Roman" w:hAnsi="Times New Roman" w:cs="Times New Roman"/>
          <w:bCs/>
          <w:sz w:val="24"/>
          <w:szCs w:val="24"/>
        </w:rPr>
        <w:t xml:space="preserve">1. Затвердити Програму надання одноразової </w:t>
      </w:r>
      <w:proofErr w:type="gramStart"/>
      <w:r w:rsidRPr="00C031B6">
        <w:rPr>
          <w:rFonts w:ascii="Times New Roman" w:hAnsi="Times New Roman" w:cs="Times New Roman"/>
          <w:bCs/>
          <w:sz w:val="24"/>
          <w:szCs w:val="24"/>
        </w:rPr>
        <w:t>матер</w:t>
      </w:r>
      <w:proofErr w:type="gramEnd"/>
      <w:r w:rsidRPr="00C031B6">
        <w:rPr>
          <w:rFonts w:ascii="Times New Roman" w:hAnsi="Times New Roman" w:cs="Times New Roman"/>
          <w:bCs/>
          <w:sz w:val="24"/>
          <w:szCs w:val="24"/>
        </w:rPr>
        <w:t>іальної допомоги</w:t>
      </w:r>
      <w:r w:rsidRPr="00C031B6">
        <w:rPr>
          <w:rFonts w:ascii="Times New Roman" w:hAnsi="Times New Roman" w:cs="Times New Roman"/>
          <w:sz w:val="24"/>
          <w:szCs w:val="24"/>
        </w:rPr>
        <w:t xml:space="preserve"> жителям Крупецької сільської ради </w:t>
      </w:r>
      <w:r w:rsidRPr="00C031B6">
        <w:rPr>
          <w:rFonts w:ascii="Times New Roman" w:hAnsi="Times New Roman" w:cs="Times New Roman"/>
          <w:bCs/>
          <w:sz w:val="24"/>
          <w:szCs w:val="24"/>
        </w:rPr>
        <w:t>на 2021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031B6">
        <w:rPr>
          <w:rFonts w:ascii="Times New Roman" w:hAnsi="Times New Roman" w:cs="Times New Roman"/>
          <w:bCs/>
          <w:sz w:val="24"/>
          <w:szCs w:val="24"/>
        </w:rPr>
        <w:t>-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031B6">
        <w:rPr>
          <w:rFonts w:ascii="Times New Roman" w:hAnsi="Times New Roman" w:cs="Times New Roman"/>
          <w:bCs/>
          <w:sz w:val="24"/>
          <w:szCs w:val="24"/>
        </w:rPr>
        <w:t>2023 роки (далі – Програма) згідно додатку 1, що додається.</w:t>
      </w:r>
    </w:p>
    <w:p w:rsidR="00A25AA4" w:rsidRPr="00C031B6" w:rsidRDefault="00A25AA4" w:rsidP="00A25AA4">
      <w:pPr>
        <w:tabs>
          <w:tab w:val="left" w:pos="346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31B6">
        <w:rPr>
          <w:rFonts w:ascii="Times New Roman" w:hAnsi="Times New Roman" w:cs="Times New Roman"/>
          <w:sz w:val="24"/>
          <w:szCs w:val="24"/>
        </w:rPr>
        <w:t xml:space="preserve">2.Затвердити заходи щодо виконання </w:t>
      </w:r>
      <w:r w:rsidRPr="00C031B6">
        <w:rPr>
          <w:rFonts w:ascii="Times New Roman" w:hAnsi="Times New Roman" w:cs="Times New Roman"/>
          <w:bCs/>
          <w:sz w:val="24"/>
          <w:szCs w:val="24"/>
        </w:rPr>
        <w:t xml:space="preserve">Програми надання одноразової </w:t>
      </w:r>
      <w:proofErr w:type="gramStart"/>
      <w:r w:rsidRPr="00C031B6">
        <w:rPr>
          <w:rFonts w:ascii="Times New Roman" w:hAnsi="Times New Roman" w:cs="Times New Roman"/>
          <w:bCs/>
          <w:sz w:val="24"/>
          <w:szCs w:val="24"/>
        </w:rPr>
        <w:t>матер</w:t>
      </w:r>
      <w:proofErr w:type="gramEnd"/>
      <w:r w:rsidRPr="00C031B6">
        <w:rPr>
          <w:rFonts w:ascii="Times New Roman" w:hAnsi="Times New Roman" w:cs="Times New Roman"/>
          <w:bCs/>
          <w:sz w:val="24"/>
          <w:szCs w:val="24"/>
        </w:rPr>
        <w:t>іальної допомоги</w:t>
      </w:r>
      <w:r w:rsidRPr="00C031B6">
        <w:rPr>
          <w:rFonts w:ascii="Times New Roman" w:hAnsi="Times New Roman" w:cs="Times New Roman"/>
          <w:sz w:val="24"/>
          <w:szCs w:val="24"/>
        </w:rPr>
        <w:t xml:space="preserve"> жителям Крупецької сільської ради </w:t>
      </w:r>
      <w:r w:rsidRPr="00C031B6">
        <w:rPr>
          <w:rFonts w:ascii="Times New Roman" w:hAnsi="Times New Roman" w:cs="Times New Roman"/>
          <w:bCs/>
          <w:sz w:val="24"/>
          <w:szCs w:val="24"/>
        </w:rPr>
        <w:t>на період 2021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031B6">
        <w:rPr>
          <w:rFonts w:ascii="Times New Roman" w:hAnsi="Times New Roman" w:cs="Times New Roman"/>
          <w:bCs/>
          <w:sz w:val="24"/>
          <w:szCs w:val="24"/>
        </w:rPr>
        <w:t>-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031B6">
        <w:rPr>
          <w:rFonts w:ascii="Times New Roman" w:hAnsi="Times New Roman" w:cs="Times New Roman"/>
          <w:bCs/>
          <w:sz w:val="24"/>
          <w:szCs w:val="24"/>
        </w:rPr>
        <w:t xml:space="preserve">2023 роки </w:t>
      </w:r>
      <w:r w:rsidRPr="00C031B6">
        <w:rPr>
          <w:rFonts w:ascii="Times New Roman" w:hAnsi="Times New Roman" w:cs="Times New Roman"/>
          <w:sz w:val="24"/>
          <w:szCs w:val="24"/>
        </w:rPr>
        <w:t>згідно додатку 2, що додається.</w:t>
      </w:r>
    </w:p>
    <w:p w:rsidR="00A25AA4" w:rsidRPr="00C031B6" w:rsidRDefault="00A25AA4" w:rsidP="00A25AA4">
      <w:pPr>
        <w:tabs>
          <w:tab w:val="left" w:pos="346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31B6">
        <w:rPr>
          <w:rFonts w:ascii="Times New Roman" w:hAnsi="Times New Roman" w:cs="Times New Roman"/>
          <w:sz w:val="24"/>
          <w:szCs w:val="24"/>
        </w:rPr>
        <w:t xml:space="preserve">3. Контроль за виконанням </w:t>
      </w:r>
      <w:proofErr w:type="gramStart"/>
      <w:r w:rsidRPr="00C031B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031B6">
        <w:rPr>
          <w:rFonts w:ascii="Times New Roman" w:hAnsi="Times New Roman" w:cs="Times New Roman"/>
          <w:sz w:val="24"/>
          <w:szCs w:val="24"/>
        </w:rPr>
        <w:t>ішення покласти на постійну комісію з питань фінансів, бюджету, планування, соціально - економічного розвитку, інвестицій та міжнародного співробітництва (</w:t>
      </w:r>
      <w:r>
        <w:rPr>
          <w:rFonts w:ascii="Times New Roman" w:hAnsi="Times New Roman" w:cs="Times New Roman"/>
          <w:sz w:val="24"/>
          <w:szCs w:val="24"/>
        </w:rPr>
        <w:t xml:space="preserve">Т.М.Бережна </w:t>
      </w:r>
      <w:r w:rsidRPr="00C031B6">
        <w:rPr>
          <w:rFonts w:ascii="Times New Roman" w:hAnsi="Times New Roman" w:cs="Times New Roman"/>
          <w:sz w:val="24"/>
          <w:szCs w:val="24"/>
        </w:rPr>
        <w:t>).</w:t>
      </w:r>
    </w:p>
    <w:p w:rsidR="00A25AA4" w:rsidRPr="00C031B6" w:rsidRDefault="00A25AA4" w:rsidP="00A25AA4">
      <w:pPr>
        <w:pStyle w:val="af6"/>
        <w:spacing w:line="276" w:lineRule="auto"/>
        <w:ind w:firstLine="567"/>
      </w:pPr>
    </w:p>
    <w:p w:rsidR="00A25AA4" w:rsidRPr="00C031B6" w:rsidRDefault="00A25AA4" w:rsidP="00A25AA4">
      <w:pPr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A25AA4" w:rsidRPr="00C031B6" w:rsidRDefault="00A25AA4" w:rsidP="00A25AA4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031B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25AA4" w:rsidRPr="00C031B6" w:rsidRDefault="00A25AA4" w:rsidP="00A25AA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5AA4" w:rsidRPr="00C031B6" w:rsidRDefault="00A25AA4" w:rsidP="00A25AA4">
      <w:pPr>
        <w:spacing w:after="0"/>
        <w:ind w:right="99"/>
        <w:jc w:val="center"/>
        <w:rPr>
          <w:rFonts w:ascii="Times New Roman" w:hAnsi="Times New Roman" w:cs="Times New Roman"/>
          <w:sz w:val="24"/>
          <w:szCs w:val="24"/>
        </w:rPr>
      </w:pPr>
      <w:r w:rsidRPr="00C031B6">
        <w:rPr>
          <w:rFonts w:ascii="Times New Roman" w:hAnsi="Times New Roman" w:cs="Times New Roman"/>
          <w:sz w:val="24"/>
          <w:szCs w:val="24"/>
        </w:rPr>
        <w:t xml:space="preserve">Сільський голова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C031B6">
        <w:rPr>
          <w:rFonts w:ascii="Times New Roman" w:hAnsi="Times New Roman" w:cs="Times New Roman"/>
          <w:sz w:val="24"/>
          <w:szCs w:val="24"/>
        </w:rPr>
        <w:t xml:space="preserve">                               Валерій МИХАЛЮК</w:t>
      </w:r>
    </w:p>
    <w:p w:rsidR="00A25AA4" w:rsidRPr="00C031B6" w:rsidRDefault="00A25AA4" w:rsidP="00A25AA4">
      <w:pPr>
        <w:spacing w:after="0"/>
        <w:ind w:right="99"/>
        <w:jc w:val="center"/>
        <w:rPr>
          <w:rFonts w:ascii="Times New Roman" w:hAnsi="Times New Roman" w:cs="Times New Roman"/>
          <w:sz w:val="24"/>
          <w:szCs w:val="24"/>
        </w:rPr>
      </w:pPr>
    </w:p>
    <w:p w:rsidR="00A25AA4" w:rsidRPr="00C031B6" w:rsidRDefault="00A25AA4" w:rsidP="00A25AA4">
      <w:pPr>
        <w:spacing w:after="0"/>
        <w:ind w:right="99"/>
        <w:jc w:val="center"/>
        <w:rPr>
          <w:rFonts w:ascii="Times New Roman" w:hAnsi="Times New Roman" w:cs="Times New Roman"/>
          <w:sz w:val="24"/>
          <w:szCs w:val="24"/>
        </w:rPr>
      </w:pPr>
    </w:p>
    <w:p w:rsidR="00A25AA4" w:rsidRPr="00C031B6" w:rsidRDefault="00A25AA4" w:rsidP="00A25AA4">
      <w:pPr>
        <w:spacing w:after="0"/>
        <w:ind w:right="99"/>
        <w:jc w:val="center"/>
        <w:rPr>
          <w:rFonts w:ascii="Times New Roman" w:hAnsi="Times New Roman" w:cs="Times New Roman"/>
          <w:sz w:val="24"/>
          <w:szCs w:val="24"/>
        </w:rPr>
      </w:pPr>
    </w:p>
    <w:p w:rsidR="00A25AA4" w:rsidRPr="00C031B6" w:rsidRDefault="00A25AA4" w:rsidP="00A25AA4">
      <w:pPr>
        <w:spacing w:after="0"/>
        <w:ind w:right="99"/>
        <w:jc w:val="center"/>
        <w:rPr>
          <w:rFonts w:ascii="Times New Roman" w:hAnsi="Times New Roman" w:cs="Times New Roman"/>
          <w:sz w:val="24"/>
          <w:szCs w:val="24"/>
        </w:rPr>
      </w:pPr>
    </w:p>
    <w:p w:rsidR="00A25AA4" w:rsidRPr="00C031B6" w:rsidRDefault="00A25AA4" w:rsidP="00A25AA4">
      <w:pPr>
        <w:spacing w:after="0"/>
        <w:ind w:right="99"/>
        <w:jc w:val="center"/>
        <w:rPr>
          <w:rFonts w:ascii="Times New Roman" w:hAnsi="Times New Roman" w:cs="Times New Roman"/>
          <w:sz w:val="24"/>
          <w:szCs w:val="24"/>
        </w:rPr>
      </w:pPr>
    </w:p>
    <w:p w:rsidR="00A25AA4" w:rsidRDefault="00A25AA4" w:rsidP="00A25AA4">
      <w:pPr>
        <w:spacing w:after="0"/>
        <w:ind w:right="99"/>
        <w:rPr>
          <w:rFonts w:ascii="Times New Roman" w:hAnsi="Times New Roman" w:cs="Times New Roman"/>
          <w:bCs/>
          <w:sz w:val="24"/>
          <w:szCs w:val="24"/>
        </w:rPr>
      </w:pPr>
      <w:r w:rsidRPr="00C031B6">
        <w:rPr>
          <w:rFonts w:ascii="Times New Roman" w:hAnsi="Times New Roman" w:cs="Times New Roman"/>
          <w:bCs/>
          <w:sz w:val="24"/>
          <w:szCs w:val="24"/>
        </w:rPr>
        <w:t xml:space="preserve">   </w:t>
      </w:r>
    </w:p>
    <w:p w:rsidR="00A25AA4" w:rsidRDefault="00A25AA4" w:rsidP="00A25AA4">
      <w:pPr>
        <w:spacing w:after="0"/>
        <w:ind w:right="99"/>
        <w:rPr>
          <w:rFonts w:ascii="Times New Roman" w:hAnsi="Times New Roman" w:cs="Times New Roman"/>
          <w:bCs/>
          <w:sz w:val="24"/>
          <w:szCs w:val="24"/>
        </w:rPr>
      </w:pPr>
    </w:p>
    <w:p w:rsidR="00A25AA4" w:rsidRPr="00C031B6" w:rsidRDefault="00A25AA4" w:rsidP="00A25AA4">
      <w:pPr>
        <w:spacing w:after="0"/>
        <w:ind w:right="99"/>
        <w:rPr>
          <w:rFonts w:ascii="Times New Roman" w:hAnsi="Times New Roman" w:cs="Times New Roman"/>
          <w:bCs/>
          <w:sz w:val="24"/>
          <w:szCs w:val="24"/>
        </w:rPr>
      </w:pPr>
    </w:p>
    <w:p w:rsidR="00A25AA4" w:rsidRPr="00C031B6" w:rsidRDefault="00A25AA4" w:rsidP="00A25AA4">
      <w:pPr>
        <w:shd w:val="clear" w:color="auto" w:fill="FFFFFF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031B6">
        <w:rPr>
          <w:rFonts w:ascii="Times New Roman" w:hAnsi="Times New Roman" w:cs="Times New Roman"/>
          <w:sz w:val="24"/>
          <w:szCs w:val="24"/>
        </w:rPr>
        <w:t>  </w:t>
      </w:r>
      <w:r w:rsidRPr="00C031B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Додаток 1</w:t>
      </w:r>
    </w:p>
    <w:p w:rsidR="00A25AA4" w:rsidRPr="00C031B6" w:rsidRDefault="00A25AA4" w:rsidP="00A25AA4">
      <w:pPr>
        <w:shd w:val="clear" w:color="auto" w:fill="FFFFFF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031B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до </w:t>
      </w:r>
      <w:proofErr w:type="gramStart"/>
      <w:r w:rsidRPr="00C031B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р</w:t>
      </w:r>
      <w:proofErr w:type="gramEnd"/>
      <w:r w:rsidRPr="00C031B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ішення 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ІІІ </w:t>
      </w:r>
      <w:r w:rsidRPr="00C031B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сесії</w:t>
      </w:r>
    </w:p>
    <w:p w:rsidR="00A25AA4" w:rsidRPr="00C031B6" w:rsidRDefault="00A25AA4" w:rsidP="00A25AA4">
      <w:pPr>
        <w:shd w:val="clear" w:color="auto" w:fill="FFFFFF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031B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Крупецької  сільс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ь</w:t>
      </w:r>
      <w:r w:rsidRPr="00C031B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кої ради </w:t>
      </w:r>
    </w:p>
    <w:p w:rsidR="00A25AA4" w:rsidRPr="00C031B6" w:rsidRDefault="00A25AA4" w:rsidP="00A25AA4">
      <w:pPr>
        <w:shd w:val="clear" w:color="auto" w:fill="FFFFFF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  <w:lang w:val="en-US"/>
        </w:rPr>
        <w:t>V</w:t>
      </w:r>
      <w:r w:rsidRPr="0085596C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ІІІ скликання 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від 27</w:t>
      </w:r>
      <w:r w:rsidRPr="00C031B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.11.2020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 </w:t>
      </w:r>
      <w:r w:rsidRPr="00C031B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р. №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9</w:t>
      </w:r>
    </w:p>
    <w:p w:rsidR="00A25AA4" w:rsidRPr="00C031B6" w:rsidRDefault="00A25AA4" w:rsidP="00A25AA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A25AA4" w:rsidRPr="00C031B6" w:rsidRDefault="00A25AA4" w:rsidP="00A25A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31B6">
        <w:rPr>
          <w:rFonts w:ascii="Times New Roman" w:hAnsi="Times New Roman" w:cs="Times New Roman"/>
          <w:b/>
          <w:sz w:val="24"/>
          <w:szCs w:val="24"/>
        </w:rPr>
        <w:t>ПРОГРАМА</w:t>
      </w:r>
    </w:p>
    <w:p w:rsidR="00A25AA4" w:rsidRPr="00C031B6" w:rsidRDefault="00A25AA4" w:rsidP="00A25A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31B6">
        <w:rPr>
          <w:rFonts w:ascii="Times New Roman" w:hAnsi="Times New Roman" w:cs="Times New Roman"/>
          <w:b/>
          <w:bCs/>
          <w:sz w:val="24"/>
          <w:szCs w:val="24"/>
        </w:rPr>
        <w:t>надання одноразової матеріальної допомоги</w:t>
      </w:r>
    </w:p>
    <w:p w:rsidR="00A25AA4" w:rsidRPr="00C031B6" w:rsidRDefault="00A25AA4" w:rsidP="00A25AA4">
      <w:pPr>
        <w:tabs>
          <w:tab w:val="left" w:pos="34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31B6">
        <w:rPr>
          <w:rFonts w:ascii="Times New Roman" w:hAnsi="Times New Roman" w:cs="Times New Roman"/>
          <w:b/>
          <w:sz w:val="24"/>
          <w:szCs w:val="24"/>
        </w:rPr>
        <w:t xml:space="preserve">жителям Крупецької сільської </w:t>
      </w:r>
      <w:proofErr w:type="gramStart"/>
      <w:r w:rsidRPr="00C031B6">
        <w:rPr>
          <w:rFonts w:ascii="Times New Roman" w:hAnsi="Times New Roman" w:cs="Times New Roman"/>
          <w:b/>
          <w:sz w:val="24"/>
          <w:szCs w:val="24"/>
        </w:rPr>
        <w:t>ради</w:t>
      </w:r>
      <w:proofErr w:type="gramEnd"/>
    </w:p>
    <w:p w:rsidR="00A25AA4" w:rsidRPr="00C031B6" w:rsidRDefault="00A25AA4" w:rsidP="00A25AA4">
      <w:pPr>
        <w:tabs>
          <w:tab w:val="left" w:pos="34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31B6">
        <w:rPr>
          <w:rFonts w:ascii="Times New Roman" w:hAnsi="Times New Roman" w:cs="Times New Roman"/>
          <w:b/>
          <w:bCs/>
          <w:sz w:val="24"/>
          <w:szCs w:val="24"/>
        </w:rPr>
        <w:t>на 2021-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031B6">
        <w:rPr>
          <w:rFonts w:ascii="Times New Roman" w:hAnsi="Times New Roman" w:cs="Times New Roman"/>
          <w:b/>
          <w:bCs/>
          <w:sz w:val="24"/>
          <w:szCs w:val="24"/>
        </w:rPr>
        <w:t>2023 роки</w:t>
      </w:r>
    </w:p>
    <w:p w:rsidR="00A25AA4" w:rsidRPr="00C031B6" w:rsidRDefault="00A25AA4" w:rsidP="00A25AA4">
      <w:pPr>
        <w:tabs>
          <w:tab w:val="left" w:pos="412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25AA4" w:rsidRPr="00C031B6" w:rsidRDefault="00A25AA4" w:rsidP="00A25AA4">
      <w:pPr>
        <w:numPr>
          <w:ilvl w:val="0"/>
          <w:numId w:val="2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31B6">
        <w:rPr>
          <w:rFonts w:ascii="Times New Roman" w:hAnsi="Times New Roman" w:cs="Times New Roman"/>
          <w:b/>
          <w:sz w:val="24"/>
          <w:szCs w:val="24"/>
        </w:rPr>
        <w:t>ПАСПОРТ ПРОГРАМИ</w:t>
      </w:r>
    </w:p>
    <w:p w:rsidR="00A25AA4" w:rsidRPr="00C031B6" w:rsidRDefault="00A25AA4" w:rsidP="00A25AA4">
      <w:pPr>
        <w:tabs>
          <w:tab w:val="left" w:pos="3460"/>
        </w:tabs>
        <w:spacing w:after="0"/>
        <w:ind w:right="-725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652"/>
        <w:gridCol w:w="5811"/>
      </w:tblGrid>
      <w:tr w:rsidR="00A25AA4" w:rsidRPr="00C031B6" w:rsidTr="003A260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4" w:rsidRPr="00C031B6" w:rsidRDefault="00A25AA4" w:rsidP="003A2602">
            <w:pPr>
              <w:tabs>
                <w:tab w:val="left" w:pos="3460"/>
              </w:tabs>
              <w:spacing w:after="0"/>
              <w:ind w:right="-72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Найменування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4" w:rsidRPr="00C031B6" w:rsidRDefault="00A25AA4" w:rsidP="003A2602">
            <w:pPr>
              <w:tabs>
                <w:tab w:val="left" w:pos="3460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Програми надання одноразової </w:t>
            </w:r>
            <w:proofErr w:type="gramStart"/>
            <w:r w:rsidRPr="00C031B6">
              <w:rPr>
                <w:rFonts w:ascii="Times New Roman" w:hAnsi="Times New Roman" w:cs="Times New Roman"/>
                <w:bCs/>
                <w:sz w:val="24"/>
                <w:szCs w:val="24"/>
              </w:rPr>
              <w:t>матер</w:t>
            </w:r>
            <w:proofErr w:type="gramEnd"/>
            <w:r w:rsidRPr="00C031B6">
              <w:rPr>
                <w:rFonts w:ascii="Times New Roman" w:hAnsi="Times New Roman" w:cs="Times New Roman"/>
                <w:bCs/>
                <w:sz w:val="24"/>
                <w:szCs w:val="24"/>
              </w:rPr>
              <w:t>іальної допомоги</w:t>
            </w:r>
            <w:r w:rsidRPr="00C031B6">
              <w:rPr>
                <w:rFonts w:ascii="Times New Roman" w:hAnsi="Times New Roman" w:cs="Times New Roman"/>
                <w:sz w:val="24"/>
                <w:szCs w:val="24"/>
              </w:rPr>
              <w:t xml:space="preserve"> жителям Крупецької сільської ради</w:t>
            </w:r>
          </w:p>
          <w:p w:rsidR="00A25AA4" w:rsidRPr="00C031B6" w:rsidRDefault="00A25AA4" w:rsidP="003A2602">
            <w:pPr>
              <w:tabs>
                <w:tab w:val="left" w:pos="3460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bCs/>
                <w:sz w:val="24"/>
                <w:szCs w:val="24"/>
              </w:rPr>
              <w:t>на 2021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031B6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031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2023 роки </w:t>
            </w:r>
          </w:p>
        </w:tc>
      </w:tr>
      <w:tr w:rsidR="00A25AA4" w:rsidRPr="00C031B6" w:rsidTr="003A260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4" w:rsidRPr="00C031B6" w:rsidRDefault="00A25AA4" w:rsidP="003A2602">
            <w:pPr>
              <w:tabs>
                <w:tab w:val="left" w:pos="3460"/>
              </w:tabs>
              <w:spacing w:after="0"/>
              <w:ind w:right="-7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Ініціатор розроблення </w:t>
            </w:r>
          </w:p>
          <w:p w:rsidR="00A25AA4" w:rsidRPr="00C031B6" w:rsidRDefault="00A25AA4" w:rsidP="003A2602">
            <w:pPr>
              <w:tabs>
                <w:tab w:val="left" w:pos="3460"/>
              </w:tabs>
              <w:spacing w:after="0"/>
              <w:ind w:right="-7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4" w:rsidRPr="00C031B6" w:rsidRDefault="00A25AA4" w:rsidP="003A2602">
            <w:pPr>
              <w:tabs>
                <w:tab w:val="left" w:pos="3460"/>
              </w:tabs>
              <w:spacing w:after="0"/>
              <w:ind w:right="-7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bCs/>
                <w:sz w:val="24"/>
                <w:szCs w:val="24"/>
              </w:rPr>
              <w:t>Крупецька сільська рада</w:t>
            </w:r>
          </w:p>
        </w:tc>
      </w:tr>
      <w:tr w:rsidR="00A25AA4" w:rsidRPr="00C031B6" w:rsidTr="003A260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4" w:rsidRPr="00C031B6" w:rsidRDefault="00A25AA4" w:rsidP="003A2602">
            <w:pPr>
              <w:tabs>
                <w:tab w:val="left" w:pos="3460"/>
              </w:tabs>
              <w:spacing w:after="0"/>
              <w:ind w:right="-7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b/>
                <w:sz w:val="24"/>
                <w:szCs w:val="24"/>
              </w:rPr>
              <w:t>Розробник Програми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4" w:rsidRPr="00C031B6" w:rsidRDefault="00A25AA4" w:rsidP="003A2602">
            <w:pPr>
              <w:tabs>
                <w:tab w:val="left" w:pos="3460"/>
              </w:tabs>
              <w:spacing w:after="0"/>
              <w:ind w:right="-7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bCs/>
                <w:sz w:val="24"/>
                <w:szCs w:val="24"/>
              </w:rPr>
              <w:t>Крупецька сільська рада</w:t>
            </w:r>
          </w:p>
          <w:p w:rsidR="00A25AA4" w:rsidRPr="00C031B6" w:rsidRDefault="00A25AA4" w:rsidP="003A2602">
            <w:pPr>
              <w:tabs>
                <w:tab w:val="left" w:pos="3460"/>
              </w:tabs>
              <w:spacing w:after="0"/>
              <w:ind w:right="-7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25AA4" w:rsidRPr="00C031B6" w:rsidTr="003A260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4" w:rsidRPr="00C031B6" w:rsidRDefault="00A25AA4" w:rsidP="003A2602">
            <w:pPr>
              <w:tabs>
                <w:tab w:val="left" w:pos="3460"/>
              </w:tabs>
              <w:spacing w:after="0"/>
              <w:ind w:right="-7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b/>
                <w:sz w:val="24"/>
                <w:szCs w:val="24"/>
              </w:rPr>
              <w:t>Відповідальні виконавці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4" w:rsidRPr="00C031B6" w:rsidRDefault="00A25AA4" w:rsidP="003A2602">
            <w:pPr>
              <w:tabs>
                <w:tab w:val="left" w:pos="3460"/>
              </w:tabs>
              <w:spacing w:after="0"/>
              <w:ind w:right="-7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виконавчий комітет Крупецької сільської </w:t>
            </w:r>
            <w:proofErr w:type="gramStart"/>
            <w:r w:rsidRPr="00C031B6">
              <w:rPr>
                <w:rFonts w:ascii="Times New Roman" w:hAnsi="Times New Roman" w:cs="Times New Roman"/>
                <w:bCs/>
                <w:sz w:val="24"/>
                <w:szCs w:val="24"/>
              </w:rPr>
              <w:t>ради</w:t>
            </w:r>
            <w:proofErr w:type="gramEnd"/>
            <w:r w:rsidRPr="00C031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A25AA4" w:rsidRPr="00C031B6" w:rsidRDefault="00A25AA4" w:rsidP="003A2602">
            <w:pPr>
              <w:tabs>
                <w:tab w:val="left" w:pos="3460"/>
              </w:tabs>
              <w:spacing w:after="0"/>
              <w:ind w:right="-7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25AA4" w:rsidRPr="00C031B6" w:rsidTr="003A260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4" w:rsidRPr="00C031B6" w:rsidRDefault="00A25AA4" w:rsidP="003A2602">
            <w:pPr>
              <w:tabs>
                <w:tab w:val="left" w:pos="3460"/>
              </w:tabs>
              <w:spacing w:after="0"/>
              <w:ind w:right="-7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b/>
                <w:sz w:val="24"/>
                <w:szCs w:val="24"/>
              </w:rPr>
              <w:t>Мета Програми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4" w:rsidRPr="00C031B6" w:rsidRDefault="00A25AA4" w:rsidP="003A2602">
            <w:pPr>
              <w:spacing w:after="0"/>
              <w:ind w:firstLine="53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C031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C031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ідвищення рівня життя громадян </w:t>
            </w:r>
            <w:r w:rsidRPr="00C031B6">
              <w:rPr>
                <w:rFonts w:ascii="Times New Roman" w:hAnsi="Times New Roman" w:cs="Times New Roman"/>
                <w:sz w:val="24"/>
                <w:szCs w:val="24"/>
              </w:rPr>
              <w:t>Крупецької сільської ради, які перебувають у складних життєвих обставинах та неспроможні їх самостійно подолати</w:t>
            </w:r>
            <w:r w:rsidRPr="00C031B6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A25AA4" w:rsidRPr="00C031B6" w:rsidTr="003A260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4" w:rsidRPr="00C031B6" w:rsidRDefault="00A25AA4" w:rsidP="003A2602">
            <w:pPr>
              <w:tabs>
                <w:tab w:val="left" w:pos="3460"/>
              </w:tabs>
              <w:spacing w:after="0"/>
              <w:ind w:right="-7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b/>
                <w:sz w:val="24"/>
                <w:szCs w:val="24"/>
              </w:rPr>
              <w:t>Термін реалізації Програми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4" w:rsidRPr="00C031B6" w:rsidRDefault="00A25AA4" w:rsidP="003A2602">
            <w:pPr>
              <w:tabs>
                <w:tab w:val="left" w:pos="3460"/>
              </w:tabs>
              <w:spacing w:after="0"/>
              <w:ind w:right="-7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bCs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031B6">
              <w:rPr>
                <w:rFonts w:ascii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031B6">
              <w:rPr>
                <w:rFonts w:ascii="Times New Roman" w:hAnsi="Times New Roman" w:cs="Times New Roman"/>
                <w:bCs/>
                <w:sz w:val="24"/>
                <w:szCs w:val="24"/>
              </w:rPr>
              <w:t>2023 роки</w:t>
            </w:r>
          </w:p>
          <w:p w:rsidR="00A25AA4" w:rsidRPr="00C031B6" w:rsidRDefault="00A25AA4" w:rsidP="003A2602">
            <w:pPr>
              <w:tabs>
                <w:tab w:val="left" w:pos="3460"/>
              </w:tabs>
              <w:spacing w:after="0"/>
              <w:ind w:right="-7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25AA4" w:rsidRPr="00C031B6" w:rsidTr="003A260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4" w:rsidRPr="00C031B6" w:rsidRDefault="00A25AA4" w:rsidP="003A2602">
            <w:pPr>
              <w:tabs>
                <w:tab w:val="left" w:pos="2625"/>
              </w:tabs>
              <w:spacing w:after="0"/>
              <w:ind w:right="-7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b/>
                <w:sz w:val="24"/>
                <w:szCs w:val="24"/>
              </w:rPr>
              <w:t>Учасники Програми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4" w:rsidRPr="00C031B6" w:rsidRDefault="00A25AA4" w:rsidP="003A2602">
            <w:pPr>
              <w:tabs>
                <w:tab w:val="left" w:pos="3460"/>
              </w:tabs>
              <w:spacing w:after="0"/>
              <w:ind w:right="-7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виконавчий комітет Крупецької сільської </w:t>
            </w:r>
            <w:proofErr w:type="gramStart"/>
            <w:r w:rsidRPr="00C031B6">
              <w:rPr>
                <w:rFonts w:ascii="Times New Roman" w:hAnsi="Times New Roman" w:cs="Times New Roman"/>
                <w:bCs/>
                <w:sz w:val="24"/>
                <w:szCs w:val="24"/>
              </w:rPr>
              <w:t>ради</w:t>
            </w:r>
            <w:proofErr w:type="gramEnd"/>
          </w:p>
          <w:p w:rsidR="00A25AA4" w:rsidRPr="00C031B6" w:rsidRDefault="00A25AA4" w:rsidP="003A2602">
            <w:pPr>
              <w:tabs>
                <w:tab w:val="left" w:pos="3460"/>
              </w:tabs>
              <w:spacing w:after="0"/>
              <w:ind w:right="-7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A25AA4" w:rsidRPr="00C031B6" w:rsidTr="003A260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4" w:rsidRPr="00C031B6" w:rsidRDefault="00A25AA4" w:rsidP="003A2602">
            <w:pPr>
              <w:tabs>
                <w:tab w:val="left" w:pos="2625"/>
              </w:tabs>
              <w:spacing w:after="0"/>
              <w:ind w:right="-725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Очікувані результати </w:t>
            </w:r>
          </w:p>
          <w:p w:rsidR="00A25AA4" w:rsidRPr="00C031B6" w:rsidRDefault="00A25AA4" w:rsidP="003A2602">
            <w:pPr>
              <w:tabs>
                <w:tab w:val="left" w:pos="2625"/>
              </w:tabs>
              <w:spacing w:after="0"/>
              <w:ind w:right="-7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виконання Програми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4" w:rsidRPr="00C031B6" w:rsidRDefault="00A25AA4" w:rsidP="003A2602">
            <w:pPr>
              <w:tabs>
                <w:tab w:val="left" w:pos="3460"/>
              </w:tabs>
              <w:spacing w:after="0"/>
              <w:ind w:right="-7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Виконання даної Програми, дасть змогу покращити </w:t>
            </w:r>
          </w:p>
          <w:p w:rsidR="00A25AA4" w:rsidRPr="00C031B6" w:rsidRDefault="00A25AA4" w:rsidP="003A2602">
            <w:pPr>
              <w:tabs>
                <w:tab w:val="left" w:pos="3460"/>
              </w:tabs>
              <w:spacing w:after="0"/>
              <w:ind w:right="-7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житлові умови громадян, вирішити проблеми </w:t>
            </w:r>
          </w:p>
          <w:p w:rsidR="00A25AA4" w:rsidRPr="00C031B6" w:rsidRDefault="00A25AA4" w:rsidP="003A2602">
            <w:pPr>
              <w:tabs>
                <w:tab w:val="left" w:pos="3460"/>
              </w:tabs>
              <w:spacing w:after="0"/>
              <w:ind w:right="-7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C031B6">
              <w:rPr>
                <w:rFonts w:ascii="Times New Roman" w:hAnsi="Times New Roman" w:cs="Times New Roman"/>
                <w:bCs/>
                <w:sz w:val="24"/>
                <w:szCs w:val="24"/>
              </w:rPr>
              <w:t>соц</w:t>
            </w:r>
            <w:proofErr w:type="gramEnd"/>
            <w:r w:rsidRPr="00C031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іальної підтримки громадян сільської ради, </w:t>
            </w:r>
          </w:p>
          <w:p w:rsidR="00A25AA4" w:rsidRPr="00C031B6" w:rsidRDefault="00A25AA4" w:rsidP="003A2602">
            <w:pPr>
              <w:tabs>
                <w:tab w:val="left" w:pos="3460"/>
              </w:tabs>
              <w:spacing w:after="0"/>
              <w:ind w:right="-7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bCs/>
                <w:sz w:val="24"/>
                <w:szCs w:val="24"/>
              </w:rPr>
              <w:t>покращити їх стан здоров’я та матеріальне становище</w:t>
            </w:r>
            <w:proofErr w:type="gramStart"/>
            <w:r w:rsidRPr="00C031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., </w:t>
            </w:r>
            <w:proofErr w:type="gramEnd"/>
          </w:p>
        </w:tc>
      </w:tr>
      <w:tr w:rsidR="00A25AA4" w:rsidRPr="00C031B6" w:rsidTr="003A2602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4" w:rsidRPr="00C031B6" w:rsidRDefault="00A25AA4" w:rsidP="003A2602">
            <w:pPr>
              <w:tabs>
                <w:tab w:val="left" w:pos="2625"/>
              </w:tabs>
              <w:spacing w:after="0"/>
              <w:ind w:right="-7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b/>
                <w:sz w:val="24"/>
                <w:szCs w:val="24"/>
              </w:rPr>
              <w:t>Джерела фінансування,</w:t>
            </w:r>
          </w:p>
          <w:p w:rsidR="00A25AA4" w:rsidRPr="00C031B6" w:rsidRDefault="00A25AA4" w:rsidP="003A2602">
            <w:pPr>
              <w:tabs>
                <w:tab w:val="left" w:pos="2625"/>
              </w:tabs>
              <w:spacing w:after="0"/>
              <w:ind w:right="-7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тис</w:t>
            </w:r>
            <w:proofErr w:type="gramStart"/>
            <w:r w:rsidRPr="00C031B6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C031B6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proofErr w:type="gramEnd"/>
            <w:r w:rsidRPr="00C031B6">
              <w:rPr>
                <w:rFonts w:ascii="Times New Roman" w:hAnsi="Times New Roman" w:cs="Times New Roman"/>
                <w:b/>
                <w:sz w:val="24"/>
                <w:szCs w:val="24"/>
              </w:rPr>
              <w:t>рн.</w:t>
            </w:r>
          </w:p>
          <w:p w:rsidR="00A25AA4" w:rsidRPr="00C031B6" w:rsidRDefault="00A25AA4" w:rsidP="003A2602">
            <w:pPr>
              <w:tabs>
                <w:tab w:val="left" w:pos="2625"/>
              </w:tabs>
              <w:spacing w:after="0"/>
              <w:ind w:right="-7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5AA4" w:rsidRPr="00C031B6" w:rsidRDefault="00A25AA4" w:rsidP="003A2602">
            <w:pPr>
              <w:tabs>
                <w:tab w:val="left" w:pos="2625"/>
              </w:tabs>
              <w:spacing w:after="0"/>
              <w:ind w:right="-7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b/>
                <w:sz w:val="24"/>
                <w:szCs w:val="24"/>
              </w:rPr>
              <w:t>Всього:</w:t>
            </w:r>
          </w:p>
          <w:p w:rsidR="00A25AA4" w:rsidRPr="00C031B6" w:rsidRDefault="00A25AA4" w:rsidP="003A2602">
            <w:pPr>
              <w:tabs>
                <w:tab w:val="left" w:pos="2625"/>
              </w:tabs>
              <w:spacing w:after="0"/>
              <w:ind w:right="-725"/>
              <w:rPr>
                <w:rFonts w:ascii="Times New Roman" w:hAnsi="Times New Roman" w:cs="Times New Roman"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sz w:val="24"/>
                <w:szCs w:val="24"/>
              </w:rPr>
              <w:t xml:space="preserve">2021 </w:t>
            </w:r>
            <w:proofErr w:type="gramStart"/>
            <w:r w:rsidRPr="00C031B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031B6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</w:p>
          <w:p w:rsidR="00A25AA4" w:rsidRPr="00C031B6" w:rsidRDefault="00A25AA4" w:rsidP="003A2602">
            <w:pPr>
              <w:tabs>
                <w:tab w:val="left" w:pos="2625"/>
              </w:tabs>
              <w:spacing w:after="0"/>
              <w:ind w:right="-725"/>
              <w:rPr>
                <w:rFonts w:ascii="Times New Roman" w:hAnsi="Times New Roman" w:cs="Times New Roman"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proofErr w:type="gramStart"/>
            <w:r w:rsidRPr="00C031B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031B6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</w:p>
          <w:p w:rsidR="00A25AA4" w:rsidRPr="00C031B6" w:rsidRDefault="00A25AA4" w:rsidP="003A2602">
            <w:pPr>
              <w:tabs>
                <w:tab w:val="left" w:pos="2625"/>
              </w:tabs>
              <w:spacing w:after="0"/>
              <w:ind w:right="-7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proofErr w:type="gramStart"/>
            <w:r w:rsidRPr="00C031B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C031B6">
              <w:rPr>
                <w:rFonts w:ascii="Times New Roman" w:hAnsi="Times New Roman" w:cs="Times New Roman"/>
                <w:sz w:val="24"/>
                <w:szCs w:val="24"/>
              </w:rPr>
              <w:t>ік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4" w:rsidRPr="00C031B6" w:rsidRDefault="00A25AA4" w:rsidP="003A2602">
            <w:pPr>
              <w:tabs>
                <w:tab w:val="left" w:pos="3460"/>
              </w:tabs>
              <w:spacing w:after="0"/>
              <w:ind w:right="-7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Сільський бюджет та інші джерела, не заборонені законодавством </w:t>
            </w:r>
          </w:p>
          <w:p w:rsidR="00A25AA4" w:rsidRPr="00C031B6" w:rsidRDefault="00A25AA4" w:rsidP="003A2602">
            <w:pPr>
              <w:tabs>
                <w:tab w:val="left" w:pos="3460"/>
              </w:tabs>
              <w:spacing w:after="0"/>
              <w:ind w:right="-7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25AA4" w:rsidRPr="00C031B6" w:rsidRDefault="00A25AA4" w:rsidP="003A2602">
            <w:pPr>
              <w:tabs>
                <w:tab w:val="left" w:pos="3460"/>
              </w:tabs>
              <w:spacing w:after="0"/>
              <w:ind w:right="-7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bCs/>
                <w:sz w:val="24"/>
                <w:szCs w:val="24"/>
              </w:rPr>
              <w:t>970,0</w:t>
            </w:r>
          </w:p>
          <w:p w:rsidR="00A25AA4" w:rsidRPr="00C031B6" w:rsidRDefault="00A25AA4" w:rsidP="003A2602">
            <w:pPr>
              <w:tabs>
                <w:tab w:val="left" w:pos="3460"/>
              </w:tabs>
              <w:spacing w:after="0"/>
              <w:ind w:right="-7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bCs/>
                <w:sz w:val="24"/>
                <w:szCs w:val="24"/>
              </w:rPr>
              <w:t>300,0</w:t>
            </w:r>
          </w:p>
          <w:p w:rsidR="00A25AA4" w:rsidRPr="00C031B6" w:rsidRDefault="00A25AA4" w:rsidP="003A2602">
            <w:pPr>
              <w:tabs>
                <w:tab w:val="left" w:pos="3460"/>
              </w:tabs>
              <w:spacing w:after="0"/>
              <w:ind w:right="-7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bCs/>
                <w:sz w:val="24"/>
                <w:szCs w:val="24"/>
              </w:rPr>
              <w:t>320,0</w:t>
            </w:r>
          </w:p>
          <w:p w:rsidR="00A25AA4" w:rsidRPr="00C031B6" w:rsidRDefault="00A25AA4" w:rsidP="003A2602">
            <w:pPr>
              <w:tabs>
                <w:tab w:val="left" w:pos="3460"/>
              </w:tabs>
              <w:spacing w:after="0"/>
              <w:ind w:right="-725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bCs/>
                <w:sz w:val="24"/>
                <w:szCs w:val="24"/>
              </w:rPr>
              <w:t>350,0</w:t>
            </w:r>
          </w:p>
        </w:tc>
      </w:tr>
    </w:tbl>
    <w:p w:rsidR="00A25AA4" w:rsidRPr="00C031B6" w:rsidRDefault="00A25AA4" w:rsidP="00A25AA4">
      <w:pPr>
        <w:tabs>
          <w:tab w:val="left" w:pos="3460"/>
        </w:tabs>
        <w:spacing w:after="0"/>
        <w:ind w:right="-725"/>
        <w:jc w:val="center"/>
        <w:rPr>
          <w:rFonts w:ascii="Times New Roman" w:hAnsi="Times New Roman" w:cs="Times New Roman"/>
          <w:b/>
          <w:bCs/>
          <w:color w:val="FF0000"/>
          <w:sz w:val="24"/>
          <w:szCs w:val="24"/>
        </w:rPr>
      </w:pPr>
    </w:p>
    <w:p w:rsidR="00A25AA4" w:rsidRPr="00C031B6" w:rsidRDefault="00A25AA4" w:rsidP="00A25AA4">
      <w:pPr>
        <w:tabs>
          <w:tab w:val="left" w:pos="3460"/>
        </w:tabs>
        <w:spacing w:after="0"/>
        <w:ind w:right="-725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31B6">
        <w:rPr>
          <w:rFonts w:ascii="Times New Roman" w:hAnsi="Times New Roman" w:cs="Times New Roman"/>
          <w:b/>
          <w:bCs/>
          <w:sz w:val="24"/>
          <w:szCs w:val="24"/>
        </w:rPr>
        <w:t>2.  ЗАГАЛЬНІ  ПОЛОЖЕННЯ</w:t>
      </w:r>
    </w:p>
    <w:p w:rsidR="00A25AA4" w:rsidRPr="00C031B6" w:rsidRDefault="00A25AA4" w:rsidP="00A25AA4">
      <w:pPr>
        <w:tabs>
          <w:tab w:val="left" w:pos="3460"/>
        </w:tabs>
        <w:spacing w:after="0"/>
        <w:ind w:right="-5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C031B6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Pr="00C031B6">
        <w:rPr>
          <w:rFonts w:ascii="Times New Roman" w:hAnsi="Times New Roman" w:cs="Times New Roman"/>
          <w:sz w:val="24"/>
          <w:szCs w:val="24"/>
        </w:rPr>
        <w:t xml:space="preserve">іальний захист є основним завданням соціальної політики, що ставить за мету забезпечення прав і гарантій людини у сфері рівня та якості життя. </w:t>
      </w:r>
      <w:r w:rsidRPr="00C031B6">
        <w:rPr>
          <w:rFonts w:ascii="Times New Roman" w:hAnsi="Times New Roman" w:cs="Times New Roman"/>
          <w:bCs/>
          <w:sz w:val="24"/>
          <w:szCs w:val="24"/>
        </w:rPr>
        <w:t xml:space="preserve">Турбота про людей, які перебувають у складних життєвих обставинах – один з основних напрямів </w:t>
      </w:r>
      <w:r w:rsidRPr="00C031B6">
        <w:rPr>
          <w:rFonts w:ascii="Times New Roman" w:hAnsi="Times New Roman" w:cs="Times New Roman"/>
          <w:sz w:val="24"/>
          <w:szCs w:val="24"/>
        </w:rPr>
        <w:t xml:space="preserve">державної політики у сфері </w:t>
      </w:r>
      <w:proofErr w:type="gramStart"/>
      <w:r w:rsidRPr="00C031B6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Pr="00C031B6">
        <w:rPr>
          <w:rFonts w:ascii="Times New Roman" w:hAnsi="Times New Roman" w:cs="Times New Roman"/>
          <w:sz w:val="24"/>
          <w:szCs w:val="24"/>
        </w:rPr>
        <w:t>іального захисту населення</w:t>
      </w:r>
      <w:r w:rsidRPr="00C031B6">
        <w:rPr>
          <w:rFonts w:ascii="Times New Roman" w:hAnsi="Times New Roman" w:cs="Times New Roman"/>
          <w:bCs/>
          <w:sz w:val="24"/>
          <w:szCs w:val="24"/>
        </w:rPr>
        <w:t>.</w:t>
      </w:r>
    </w:p>
    <w:p w:rsidR="00A25AA4" w:rsidRPr="00C031B6" w:rsidRDefault="00A25AA4" w:rsidP="00A25AA4">
      <w:pPr>
        <w:tabs>
          <w:tab w:val="left" w:pos="3460"/>
        </w:tabs>
        <w:spacing w:after="0"/>
        <w:ind w:right="-5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031B6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Pr="00C031B6">
        <w:rPr>
          <w:rFonts w:ascii="Times New Roman" w:hAnsi="Times New Roman" w:cs="Times New Roman"/>
          <w:sz w:val="24"/>
          <w:szCs w:val="24"/>
        </w:rPr>
        <w:t>іальний захист населення – одна з головних функцій держави, яка має виконуватися завжди і за будь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31B6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31B6">
        <w:rPr>
          <w:rFonts w:ascii="Times New Roman" w:hAnsi="Times New Roman" w:cs="Times New Roman"/>
          <w:sz w:val="24"/>
          <w:szCs w:val="24"/>
        </w:rPr>
        <w:t>яких обставин на користь тих громадян, у житті яких виникли проблеми.</w:t>
      </w:r>
    </w:p>
    <w:p w:rsidR="00A25AA4" w:rsidRPr="00C031B6" w:rsidRDefault="00A25AA4" w:rsidP="00A25A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31B6">
        <w:rPr>
          <w:rFonts w:ascii="Times New Roman" w:hAnsi="Times New Roman" w:cs="Times New Roman"/>
          <w:sz w:val="24"/>
          <w:szCs w:val="24"/>
        </w:rPr>
        <w:t xml:space="preserve">Сфера дії </w:t>
      </w:r>
      <w:proofErr w:type="gramStart"/>
      <w:r w:rsidRPr="00C031B6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Pr="00C031B6">
        <w:rPr>
          <w:rFonts w:ascii="Times New Roman" w:hAnsi="Times New Roman" w:cs="Times New Roman"/>
          <w:sz w:val="24"/>
          <w:szCs w:val="24"/>
        </w:rPr>
        <w:t xml:space="preserve">іального захисту – це особа, сім’я, їхній добробут, і не лише матеріальний, а й соціальний, тобто покращення соціального самопочуття людини, впевненості у своєму майбутньому.  </w:t>
      </w:r>
    </w:p>
    <w:p w:rsidR="00A25AA4" w:rsidRPr="00C031B6" w:rsidRDefault="00A25AA4" w:rsidP="00A25A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31B6">
        <w:rPr>
          <w:rFonts w:ascii="Times New Roman" w:hAnsi="Times New Roman" w:cs="Times New Roman"/>
          <w:bCs/>
          <w:sz w:val="24"/>
          <w:szCs w:val="24"/>
        </w:rPr>
        <w:t>Програма надання одноразової матеріальної допомоги</w:t>
      </w:r>
      <w:r w:rsidRPr="00C031B6">
        <w:rPr>
          <w:rFonts w:ascii="Times New Roman" w:hAnsi="Times New Roman" w:cs="Times New Roman"/>
          <w:sz w:val="24"/>
          <w:szCs w:val="24"/>
        </w:rPr>
        <w:t xml:space="preserve"> жителям Крупецької сільської ради</w:t>
      </w:r>
      <w:r w:rsidRPr="00C031B6">
        <w:rPr>
          <w:rFonts w:ascii="Times New Roman" w:hAnsi="Times New Roman" w:cs="Times New Roman"/>
          <w:bCs/>
          <w:sz w:val="24"/>
          <w:szCs w:val="24"/>
        </w:rPr>
        <w:t xml:space="preserve"> на 2021-2023 роки </w:t>
      </w:r>
      <w:r w:rsidRPr="00C031B6">
        <w:rPr>
          <w:rFonts w:ascii="Times New Roman" w:hAnsi="Times New Roman" w:cs="Times New Roman"/>
          <w:sz w:val="24"/>
          <w:szCs w:val="24"/>
        </w:rPr>
        <w:t>(далі – Програма) розроблена відповідно до Законів України «Про місцеве</w:t>
      </w:r>
      <w:r w:rsidRPr="00C031B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031B6">
        <w:rPr>
          <w:rFonts w:ascii="Times New Roman" w:hAnsi="Times New Roman" w:cs="Times New Roman"/>
          <w:sz w:val="24"/>
          <w:szCs w:val="24"/>
        </w:rPr>
        <w:t>самоврядування в Україні», «Про соціальний і правовий захист</w:t>
      </w:r>
      <w:r w:rsidRPr="00C031B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031B6">
        <w:rPr>
          <w:rFonts w:ascii="Times New Roman" w:hAnsi="Times New Roman" w:cs="Times New Roman"/>
          <w:sz w:val="24"/>
          <w:szCs w:val="24"/>
        </w:rPr>
        <w:t xml:space="preserve">військовослужбовців та членів їх сімей», «Про статус ветеранів </w:t>
      </w:r>
      <w:proofErr w:type="gramStart"/>
      <w:r w:rsidRPr="00C031B6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C031B6">
        <w:rPr>
          <w:rFonts w:ascii="Times New Roman" w:hAnsi="Times New Roman" w:cs="Times New Roman"/>
          <w:sz w:val="24"/>
          <w:szCs w:val="24"/>
        </w:rPr>
        <w:t>ійни та</w:t>
      </w:r>
      <w:r w:rsidRPr="00C031B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031B6">
        <w:rPr>
          <w:rFonts w:ascii="Times New Roman" w:hAnsi="Times New Roman" w:cs="Times New Roman"/>
          <w:sz w:val="24"/>
          <w:szCs w:val="24"/>
        </w:rPr>
        <w:t>гарантії їх соціального захисту», Постанови Кабінету Міні</w:t>
      </w:r>
      <w:proofErr w:type="gramStart"/>
      <w:r w:rsidRPr="00C031B6">
        <w:rPr>
          <w:rFonts w:ascii="Times New Roman" w:hAnsi="Times New Roman" w:cs="Times New Roman"/>
          <w:sz w:val="24"/>
          <w:szCs w:val="24"/>
        </w:rPr>
        <w:t>стр</w:t>
      </w:r>
      <w:proofErr w:type="gramEnd"/>
      <w:r w:rsidRPr="00C031B6">
        <w:rPr>
          <w:rFonts w:ascii="Times New Roman" w:hAnsi="Times New Roman" w:cs="Times New Roman"/>
          <w:sz w:val="24"/>
          <w:szCs w:val="24"/>
        </w:rPr>
        <w:t xml:space="preserve">ів України від 31.01.07 № 99 «Про затвердження Порядку надання матеріальної допомоги на поховання деяких категорій осіб, яка зобов’язалася поховати померлого» та інших законодавчо-нормативних актів. </w:t>
      </w:r>
    </w:p>
    <w:p w:rsidR="00A25AA4" w:rsidRPr="00C031B6" w:rsidRDefault="00A25AA4" w:rsidP="00A25AA4">
      <w:pPr>
        <w:tabs>
          <w:tab w:val="left" w:pos="3460"/>
        </w:tabs>
        <w:spacing w:after="0"/>
        <w:ind w:right="-5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31B6">
        <w:rPr>
          <w:rFonts w:ascii="Times New Roman" w:hAnsi="Times New Roman" w:cs="Times New Roman"/>
          <w:b/>
          <w:bCs/>
          <w:sz w:val="24"/>
          <w:szCs w:val="24"/>
        </w:rPr>
        <w:t>3. МЕТА І ОСНОВНІ ЗАВДАННЯ ПРОГРАМИ</w:t>
      </w:r>
    </w:p>
    <w:p w:rsidR="00A25AA4" w:rsidRPr="00C031B6" w:rsidRDefault="00A25AA4" w:rsidP="00A25A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31B6">
        <w:rPr>
          <w:rFonts w:ascii="Times New Roman" w:hAnsi="Times New Roman" w:cs="Times New Roman"/>
          <w:sz w:val="24"/>
          <w:szCs w:val="24"/>
        </w:rPr>
        <w:t xml:space="preserve">Основною метою Програми є визначення </w:t>
      </w:r>
      <w:proofErr w:type="gramStart"/>
      <w:r w:rsidRPr="00C031B6">
        <w:rPr>
          <w:rFonts w:ascii="Times New Roman" w:hAnsi="Times New Roman" w:cs="Times New Roman"/>
          <w:sz w:val="24"/>
          <w:szCs w:val="24"/>
        </w:rPr>
        <w:t>пр</w:t>
      </w:r>
      <w:proofErr w:type="gramEnd"/>
      <w:r w:rsidRPr="00C031B6">
        <w:rPr>
          <w:rFonts w:ascii="Times New Roman" w:hAnsi="Times New Roman" w:cs="Times New Roman"/>
          <w:sz w:val="24"/>
          <w:szCs w:val="24"/>
        </w:rPr>
        <w:t xml:space="preserve">іоритетів надання матеріальної допомоги населенню Крупецької сільської ради, які перебувають у складних життєвих обставинах та неспроможні їх самостійно подолати. </w:t>
      </w:r>
    </w:p>
    <w:p w:rsidR="00A25AA4" w:rsidRPr="00C031B6" w:rsidRDefault="00A25AA4" w:rsidP="00A25A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31B6">
        <w:rPr>
          <w:rFonts w:ascii="Times New Roman" w:hAnsi="Times New Roman" w:cs="Times New Roman"/>
          <w:sz w:val="24"/>
          <w:szCs w:val="24"/>
        </w:rPr>
        <w:t xml:space="preserve">Через </w:t>
      </w:r>
      <w:proofErr w:type="gramStart"/>
      <w:r w:rsidRPr="00C031B6">
        <w:rPr>
          <w:rFonts w:ascii="Times New Roman" w:hAnsi="Times New Roman" w:cs="Times New Roman"/>
          <w:sz w:val="24"/>
          <w:szCs w:val="24"/>
        </w:rPr>
        <w:t>соц</w:t>
      </w:r>
      <w:proofErr w:type="gramEnd"/>
      <w:r w:rsidRPr="00C031B6">
        <w:rPr>
          <w:rFonts w:ascii="Times New Roman" w:hAnsi="Times New Roman" w:cs="Times New Roman"/>
          <w:sz w:val="24"/>
          <w:szCs w:val="24"/>
        </w:rPr>
        <w:t xml:space="preserve">іальну допомогу виконується функція, яка полягає в тому, щоб допомогти людям, які потрапили в скрутну життєву ситуацію, вийти з цього стану і не опинитись на узбіччі суспільства. </w:t>
      </w:r>
    </w:p>
    <w:p w:rsidR="00A25AA4" w:rsidRPr="00C031B6" w:rsidRDefault="00A25AA4" w:rsidP="00A25A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31B6">
        <w:rPr>
          <w:rFonts w:ascii="Times New Roman" w:hAnsi="Times New Roman" w:cs="Times New Roman"/>
          <w:sz w:val="24"/>
          <w:szCs w:val="24"/>
        </w:rPr>
        <w:t xml:space="preserve">Найбільшу увагу суспільства привернено до проблем старшого покоління, інвалідів, чорнобильців, дітей війни, учасників бойових дій, воїнів Афганістану, </w:t>
      </w:r>
      <w:r w:rsidRPr="00C031B6">
        <w:rPr>
          <w:rStyle w:val="FontStyle22"/>
        </w:rPr>
        <w:t xml:space="preserve">учасників ООС (АТО) та членам їхніх </w:t>
      </w:r>
      <w:proofErr w:type="gramStart"/>
      <w:r w:rsidRPr="00C031B6">
        <w:rPr>
          <w:rStyle w:val="FontStyle22"/>
        </w:rPr>
        <w:t>сімей</w:t>
      </w:r>
      <w:proofErr w:type="gramEnd"/>
      <w:r w:rsidRPr="00C031B6">
        <w:rPr>
          <w:rStyle w:val="FontStyle22"/>
        </w:rPr>
        <w:t>, багатодітним сім’ям, одиноким громадянам, дітям-сиротам, онкохворим, одиноко проживаючим громадянам та іншим категоріям населення</w:t>
      </w:r>
      <w:r w:rsidRPr="00C031B6">
        <w:rPr>
          <w:rFonts w:ascii="Times New Roman" w:hAnsi="Times New Roman" w:cs="Times New Roman"/>
          <w:sz w:val="24"/>
          <w:szCs w:val="24"/>
        </w:rPr>
        <w:t>.</w:t>
      </w:r>
    </w:p>
    <w:p w:rsidR="00A25AA4" w:rsidRPr="00C031B6" w:rsidRDefault="00A25AA4" w:rsidP="00A25A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031B6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C031B6">
        <w:rPr>
          <w:rFonts w:ascii="Times New Roman" w:hAnsi="Times New Roman" w:cs="Times New Roman"/>
          <w:sz w:val="24"/>
          <w:szCs w:val="24"/>
        </w:rPr>
        <w:t xml:space="preserve"> огляду на умови сьогодення, Програмою визначено основні пріоритетні напрямки :</w:t>
      </w:r>
    </w:p>
    <w:p w:rsidR="00A25AA4" w:rsidRPr="00C031B6" w:rsidRDefault="00A25AA4" w:rsidP="00A25AA4">
      <w:pPr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31B6">
        <w:rPr>
          <w:rFonts w:ascii="Times New Roman" w:hAnsi="Times New Roman" w:cs="Times New Roman"/>
          <w:sz w:val="24"/>
          <w:szCs w:val="24"/>
        </w:rPr>
        <w:t xml:space="preserve">надання матеріальної допомоги окремим категоріям населення Крупецької сільської </w:t>
      </w:r>
      <w:proofErr w:type="gramStart"/>
      <w:r w:rsidRPr="00C031B6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C031B6">
        <w:rPr>
          <w:rFonts w:ascii="Times New Roman" w:hAnsi="Times New Roman" w:cs="Times New Roman"/>
          <w:sz w:val="24"/>
          <w:szCs w:val="24"/>
        </w:rPr>
        <w:t xml:space="preserve">, які опинилися в складних життєвих обставинах; </w:t>
      </w:r>
    </w:p>
    <w:p w:rsidR="00A25AA4" w:rsidRPr="00C031B6" w:rsidRDefault="00A25AA4" w:rsidP="00A25AA4">
      <w:pPr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C031B6">
        <w:rPr>
          <w:rFonts w:ascii="Times New Roman" w:hAnsi="Times New Roman" w:cs="Times New Roman"/>
          <w:sz w:val="24"/>
          <w:szCs w:val="24"/>
        </w:rPr>
        <w:t xml:space="preserve">надання матеріальної допомоги на лікування, в т.ч. </w:t>
      </w:r>
      <w:r w:rsidRPr="00C031B6">
        <w:rPr>
          <w:rFonts w:ascii="Times New Roman" w:hAnsi="Times New Roman" w:cs="Times New Roman"/>
          <w:sz w:val="24"/>
          <w:szCs w:val="24"/>
          <w:lang w:eastAsia="en-US"/>
        </w:rPr>
        <w:t>на проведення складних хірургічних операцій, лікування онкохворих</w:t>
      </w:r>
      <w:proofErr w:type="gramStart"/>
      <w:r w:rsidRPr="00C031B6">
        <w:rPr>
          <w:rFonts w:ascii="Times New Roman" w:hAnsi="Times New Roman" w:cs="Times New Roman"/>
          <w:sz w:val="24"/>
          <w:szCs w:val="24"/>
          <w:lang w:eastAsia="en-US"/>
        </w:rPr>
        <w:t xml:space="preserve"> ;</w:t>
      </w:r>
      <w:proofErr w:type="gramEnd"/>
    </w:p>
    <w:p w:rsidR="00A25AA4" w:rsidRPr="00C031B6" w:rsidRDefault="00A25AA4" w:rsidP="00A25AA4">
      <w:pPr>
        <w:pStyle w:val="af4"/>
        <w:numPr>
          <w:ilvl w:val="0"/>
          <w:numId w:val="1"/>
        </w:numPr>
        <w:spacing w:before="0" w:beforeAutospacing="0" w:after="0" w:afterAutospacing="0" w:line="276" w:lineRule="auto"/>
        <w:ind w:left="0" w:firstLine="567"/>
        <w:jc w:val="both"/>
      </w:pPr>
      <w:r w:rsidRPr="00C031B6">
        <w:t>надання матеріальної допомоги особам, які постраждали внаслідок виникнення пожежі, стихійного лиха, інших надзвичайних ситуацій;</w:t>
      </w:r>
    </w:p>
    <w:p w:rsidR="00A25AA4" w:rsidRPr="00C031B6" w:rsidRDefault="00A25AA4" w:rsidP="00A25AA4">
      <w:pPr>
        <w:pStyle w:val="af4"/>
        <w:numPr>
          <w:ilvl w:val="0"/>
          <w:numId w:val="1"/>
        </w:numPr>
        <w:tabs>
          <w:tab w:val="left" w:pos="720"/>
        </w:tabs>
        <w:spacing w:before="0" w:beforeAutospacing="0" w:after="0" w:afterAutospacing="0" w:line="276" w:lineRule="auto"/>
        <w:jc w:val="both"/>
      </w:pPr>
      <w:r w:rsidRPr="00C031B6">
        <w:t xml:space="preserve">надання одноразової матеріальної допомоги учасникам ООС (АТО), пораненим та травмованим (або одному з членів їх </w:t>
      </w:r>
      <w:proofErr w:type="gramStart"/>
      <w:r w:rsidRPr="00C031B6">
        <w:t>сімей</w:t>
      </w:r>
      <w:proofErr w:type="gramEnd"/>
      <w:r w:rsidRPr="00C031B6">
        <w:t>) у поточному році;</w:t>
      </w:r>
    </w:p>
    <w:p w:rsidR="00A25AA4" w:rsidRPr="00C031B6" w:rsidRDefault="00A25AA4" w:rsidP="00A25AA4">
      <w:pPr>
        <w:numPr>
          <w:ilvl w:val="0"/>
          <w:numId w:val="1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31B6">
        <w:rPr>
          <w:rFonts w:ascii="Times New Roman" w:hAnsi="Times New Roman" w:cs="Times New Roman"/>
          <w:sz w:val="24"/>
          <w:szCs w:val="24"/>
        </w:rPr>
        <w:t xml:space="preserve">невідкладне </w:t>
      </w:r>
      <w:proofErr w:type="gramStart"/>
      <w:r w:rsidRPr="00C031B6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C031B6">
        <w:rPr>
          <w:rFonts w:ascii="Times New Roman" w:hAnsi="Times New Roman" w:cs="Times New Roman"/>
          <w:sz w:val="24"/>
          <w:szCs w:val="24"/>
        </w:rPr>
        <w:t>ідвищення рівня соціальної захищеності учасників ООС (АТО) та членів їхніх сімей, вирішення питань надання додаткових соціальних гарантій, дієвої допомоги та підтримання в них належного морально-психологічного стану;</w:t>
      </w:r>
    </w:p>
    <w:p w:rsidR="00A25AA4" w:rsidRPr="00C031B6" w:rsidRDefault="00A25AA4" w:rsidP="00A25AA4">
      <w:pPr>
        <w:pStyle w:val="af4"/>
        <w:numPr>
          <w:ilvl w:val="0"/>
          <w:numId w:val="1"/>
        </w:numPr>
        <w:tabs>
          <w:tab w:val="left" w:pos="720"/>
        </w:tabs>
        <w:spacing w:before="0" w:beforeAutospacing="0" w:after="0" w:afterAutospacing="0" w:line="276" w:lineRule="auto"/>
        <w:jc w:val="both"/>
      </w:pPr>
      <w:r w:rsidRPr="00C031B6">
        <w:t>надання одноразової матеріальної допомоги на поховання непрацюючого та не пенсійного віку особі, яка зобов’язалася поховати померлого.</w:t>
      </w:r>
    </w:p>
    <w:p w:rsidR="00A25AA4" w:rsidRPr="00C031B6" w:rsidRDefault="00A25AA4" w:rsidP="00A25AA4">
      <w:pPr>
        <w:tabs>
          <w:tab w:val="left" w:pos="3460"/>
        </w:tabs>
        <w:spacing w:after="0"/>
        <w:ind w:right="-5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31B6">
        <w:rPr>
          <w:rFonts w:ascii="Times New Roman" w:hAnsi="Times New Roman" w:cs="Times New Roman"/>
          <w:b/>
          <w:bCs/>
          <w:sz w:val="24"/>
          <w:szCs w:val="24"/>
        </w:rPr>
        <w:t>4. ШЛЯХИ РЕАЛІЗАЦІЇ ПРОГРАМИ</w:t>
      </w:r>
    </w:p>
    <w:p w:rsidR="00A25AA4" w:rsidRPr="00C031B6" w:rsidRDefault="00A25AA4" w:rsidP="00A25AA4">
      <w:pPr>
        <w:pStyle w:val="af4"/>
        <w:spacing w:before="0" w:beforeAutospacing="0" w:after="0" w:afterAutospacing="0" w:line="276" w:lineRule="auto"/>
        <w:ind w:firstLine="567"/>
        <w:jc w:val="both"/>
      </w:pPr>
      <w:r w:rsidRPr="00C031B6">
        <w:t xml:space="preserve">Матеріальна допомога надається на </w:t>
      </w:r>
      <w:proofErr w:type="gramStart"/>
      <w:r w:rsidRPr="00C031B6">
        <w:t>п</w:t>
      </w:r>
      <w:proofErr w:type="gramEnd"/>
      <w:r w:rsidRPr="00C031B6">
        <w:t>ідставі заяв громадян, клопотань установ і організацій, а також на підставі рішення сесії Крупецької сільської ради.</w:t>
      </w:r>
    </w:p>
    <w:p w:rsidR="00A25AA4" w:rsidRPr="00C031B6" w:rsidRDefault="00A25AA4" w:rsidP="00A25AA4">
      <w:pPr>
        <w:pStyle w:val="af4"/>
        <w:spacing w:before="0" w:beforeAutospacing="0" w:after="0" w:afterAutospacing="0" w:line="276" w:lineRule="auto"/>
        <w:ind w:firstLine="567"/>
        <w:jc w:val="both"/>
      </w:pPr>
      <w:r w:rsidRPr="00C031B6">
        <w:t xml:space="preserve">Одноразова матеріальна допомога громадянам, які внаслідок недостатнього матеріального забезпечення потребують </w:t>
      </w:r>
      <w:proofErr w:type="gramStart"/>
      <w:r w:rsidRPr="00C031B6">
        <w:t>соц</w:t>
      </w:r>
      <w:proofErr w:type="gramEnd"/>
      <w:r w:rsidRPr="00C031B6">
        <w:t>іальної підтримки, надається у Порядку, який наведено у додатку, що додається до Програми.</w:t>
      </w:r>
    </w:p>
    <w:p w:rsidR="00A25AA4" w:rsidRPr="0085596C" w:rsidRDefault="00A25AA4" w:rsidP="00A25AA4">
      <w:pPr>
        <w:tabs>
          <w:tab w:val="left" w:pos="3460"/>
        </w:tabs>
        <w:spacing w:after="0"/>
        <w:ind w:right="-5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31B6">
        <w:rPr>
          <w:rFonts w:ascii="Times New Roman" w:hAnsi="Times New Roman" w:cs="Times New Roman"/>
          <w:b/>
          <w:bCs/>
          <w:sz w:val="24"/>
          <w:szCs w:val="24"/>
        </w:rPr>
        <w:t>5. ОЧІКУВАНІ РЕЗУЛЬТАТИ</w:t>
      </w:r>
    </w:p>
    <w:p w:rsidR="00A25AA4" w:rsidRPr="00C031B6" w:rsidRDefault="00A25AA4" w:rsidP="00A25AA4">
      <w:pPr>
        <w:tabs>
          <w:tab w:val="left" w:pos="2620"/>
        </w:tabs>
        <w:spacing w:after="0"/>
        <w:ind w:right="15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031B6">
        <w:rPr>
          <w:rFonts w:ascii="Times New Roman" w:hAnsi="Times New Roman" w:cs="Times New Roman"/>
          <w:sz w:val="24"/>
          <w:szCs w:val="24"/>
        </w:rPr>
        <w:t>Очіку</w:t>
      </w:r>
      <w:proofErr w:type="gramEnd"/>
      <w:r w:rsidRPr="00C031B6">
        <w:rPr>
          <w:rFonts w:ascii="Times New Roman" w:hAnsi="Times New Roman" w:cs="Times New Roman"/>
          <w:sz w:val="24"/>
          <w:szCs w:val="24"/>
        </w:rPr>
        <w:t>ється, що в результаті реалізації Програми відбудеться покращення надання допомог найбільш незахищеним верствам населення. Кошти з сільського бюджету використовуватимуться максимально ефективно.</w:t>
      </w:r>
    </w:p>
    <w:p w:rsidR="00A25AA4" w:rsidRPr="00C031B6" w:rsidRDefault="00A25AA4" w:rsidP="00A25AA4">
      <w:pPr>
        <w:tabs>
          <w:tab w:val="left" w:pos="3460"/>
        </w:tabs>
        <w:spacing w:after="0"/>
        <w:ind w:right="15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31B6">
        <w:rPr>
          <w:rFonts w:ascii="Times New Roman" w:hAnsi="Times New Roman" w:cs="Times New Roman"/>
          <w:bCs/>
          <w:sz w:val="24"/>
          <w:szCs w:val="24"/>
        </w:rPr>
        <w:t xml:space="preserve">Заходи щодо виконання Програми визначено у додатку 2, що додається до </w:t>
      </w:r>
      <w:proofErr w:type="gramStart"/>
      <w:r w:rsidRPr="00C031B6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C031B6">
        <w:rPr>
          <w:rFonts w:ascii="Times New Roman" w:hAnsi="Times New Roman" w:cs="Times New Roman"/>
          <w:bCs/>
          <w:sz w:val="24"/>
          <w:szCs w:val="24"/>
        </w:rPr>
        <w:t>ішення.</w:t>
      </w:r>
    </w:p>
    <w:p w:rsidR="00A25AA4" w:rsidRPr="00C031B6" w:rsidRDefault="00A25AA4" w:rsidP="00A25AA4">
      <w:pPr>
        <w:tabs>
          <w:tab w:val="left" w:pos="3460"/>
        </w:tabs>
        <w:spacing w:after="0"/>
        <w:ind w:right="-5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31B6">
        <w:rPr>
          <w:rFonts w:ascii="Times New Roman" w:hAnsi="Times New Roman" w:cs="Times New Roman"/>
          <w:b/>
          <w:bCs/>
          <w:sz w:val="24"/>
          <w:szCs w:val="24"/>
        </w:rPr>
        <w:t>6. ФІНАНСУВАННЯ ПРОГРАМИ</w:t>
      </w:r>
    </w:p>
    <w:p w:rsidR="00A25AA4" w:rsidRPr="00C031B6" w:rsidRDefault="00A25AA4" w:rsidP="00A25AA4">
      <w:pPr>
        <w:tabs>
          <w:tab w:val="left" w:pos="3460"/>
        </w:tabs>
        <w:spacing w:after="0"/>
        <w:ind w:right="-5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31B6">
        <w:rPr>
          <w:rFonts w:ascii="Times New Roman" w:hAnsi="Times New Roman" w:cs="Times New Roman"/>
          <w:bCs/>
          <w:sz w:val="24"/>
          <w:szCs w:val="24"/>
        </w:rPr>
        <w:t xml:space="preserve">Фінансування, визначених Програмою заходів, здійснюватиметься в межах видатків, передбачених у </w:t>
      </w:r>
      <w:proofErr w:type="gramStart"/>
      <w:r w:rsidRPr="00C031B6">
        <w:rPr>
          <w:rFonts w:ascii="Times New Roman" w:hAnsi="Times New Roman" w:cs="Times New Roman"/>
          <w:bCs/>
          <w:sz w:val="24"/>
          <w:szCs w:val="24"/>
        </w:rPr>
        <w:t>р</w:t>
      </w:r>
      <w:proofErr w:type="gramEnd"/>
      <w:r w:rsidRPr="00C031B6">
        <w:rPr>
          <w:rFonts w:ascii="Times New Roman" w:hAnsi="Times New Roman" w:cs="Times New Roman"/>
          <w:bCs/>
          <w:sz w:val="24"/>
          <w:szCs w:val="24"/>
        </w:rPr>
        <w:t>ішенні сесії Крупецької сільської ради «Про сільський бюджет на відповідний рік» та інших джерел фінансування, не заборонених чинним законодавством України.</w:t>
      </w:r>
    </w:p>
    <w:p w:rsidR="00A25AA4" w:rsidRPr="00C031B6" w:rsidRDefault="00A25AA4" w:rsidP="00A25AA4">
      <w:pPr>
        <w:tabs>
          <w:tab w:val="left" w:pos="3460"/>
        </w:tabs>
        <w:spacing w:after="0"/>
        <w:ind w:right="-5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31B6">
        <w:rPr>
          <w:rFonts w:ascii="Times New Roman" w:hAnsi="Times New Roman" w:cs="Times New Roman"/>
          <w:bCs/>
          <w:sz w:val="24"/>
          <w:szCs w:val="24"/>
        </w:rPr>
        <w:t xml:space="preserve">Щорічно при формуванні сільського бюджету планується передбачати, виходячи із реальних фінансових можливостей, цільові кошти для забезпечення виконання заходів Програми. </w:t>
      </w:r>
      <w:r w:rsidRPr="00C031B6">
        <w:rPr>
          <w:rFonts w:ascii="Times New Roman" w:hAnsi="Times New Roman" w:cs="Times New Roman"/>
          <w:sz w:val="24"/>
          <w:szCs w:val="24"/>
        </w:rPr>
        <w:t xml:space="preserve">В разі необхідності протягом бюджетного року </w:t>
      </w:r>
      <w:proofErr w:type="gramStart"/>
      <w:r w:rsidRPr="00C031B6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031B6">
        <w:rPr>
          <w:rFonts w:ascii="Times New Roman" w:hAnsi="Times New Roman" w:cs="Times New Roman"/>
          <w:sz w:val="24"/>
          <w:szCs w:val="24"/>
        </w:rPr>
        <w:t>ішенням сесії Крупецької сільської ради затверджуються зміни щодо загального обсягу фінансування Програми.</w:t>
      </w:r>
    </w:p>
    <w:p w:rsidR="00A25AA4" w:rsidRPr="00C031B6" w:rsidRDefault="00A25AA4" w:rsidP="00A25AA4">
      <w:pPr>
        <w:spacing w:after="0"/>
        <w:ind w:right="-5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031B6">
        <w:rPr>
          <w:rFonts w:ascii="Times New Roman" w:hAnsi="Times New Roman" w:cs="Times New Roman"/>
          <w:bCs/>
          <w:sz w:val="24"/>
          <w:szCs w:val="24"/>
        </w:rPr>
        <w:t>Для</w:t>
      </w:r>
      <w:proofErr w:type="gramEnd"/>
      <w:r w:rsidRPr="00C031B6">
        <w:rPr>
          <w:rFonts w:ascii="Times New Roman" w:hAnsi="Times New Roman" w:cs="Times New Roman"/>
          <w:bCs/>
          <w:sz w:val="24"/>
          <w:szCs w:val="24"/>
        </w:rPr>
        <w:t xml:space="preserve"> реалізації Програми також </w:t>
      </w:r>
      <w:r w:rsidRPr="00C031B6">
        <w:rPr>
          <w:rFonts w:ascii="Times New Roman" w:hAnsi="Times New Roman" w:cs="Times New Roman"/>
          <w:sz w:val="24"/>
          <w:szCs w:val="24"/>
        </w:rPr>
        <w:t>можливе фінансування за рахунок благодійних внесків, гуманітарної допомоги, інших джерел, не заборонених законодавством.</w:t>
      </w:r>
      <w:r w:rsidRPr="00C031B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25AA4" w:rsidRPr="00C031B6" w:rsidRDefault="00A25AA4" w:rsidP="00A25AA4">
      <w:pPr>
        <w:tabs>
          <w:tab w:val="left" w:pos="3460"/>
        </w:tabs>
        <w:spacing w:after="0"/>
        <w:ind w:right="-5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31B6">
        <w:rPr>
          <w:rFonts w:ascii="Times New Roman" w:hAnsi="Times New Roman" w:cs="Times New Roman"/>
          <w:b/>
          <w:bCs/>
          <w:sz w:val="24"/>
          <w:szCs w:val="24"/>
        </w:rPr>
        <w:t>7. ОРГАНІЗАЦІЯ ТА КОНТРОЛЬ ЗА ВИКОНАННЯМ ПРОГРАМИ</w:t>
      </w:r>
    </w:p>
    <w:p w:rsidR="00A25AA4" w:rsidRPr="00C031B6" w:rsidRDefault="00A25AA4" w:rsidP="00A25A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31B6">
        <w:rPr>
          <w:rFonts w:ascii="Times New Roman" w:hAnsi="Times New Roman" w:cs="Times New Roman"/>
          <w:sz w:val="24"/>
          <w:szCs w:val="24"/>
        </w:rPr>
        <w:t xml:space="preserve">Організація виконання Програми, здійснюється виконавчим комітетом Крупецької сільської </w:t>
      </w:r>
      <w:proofErr w:type="gramStart"/>
      <w:r w:rsidRPr="00C031B6">
        <w:rPr>
          <w:rFonts w:ascii="Times New Roman" w:hAnsi="Times New Roman" w:cs="Times New Roman"/>
          <w:sz w:val="24"/>
          <w:szCs w:val="24"/>
        </w:rPr>
        <w:t>ради</w:t>
      </w:r>
      <w:proofErr w:type="gramEnd"/>
      <w:r w:rsidRPr="00C031B6">
        <w:rPr>
          <w:rFonts w:ascii="Times New Roman" w:hAnsi="Times New Roman" w:cs="Times New Roman"/>
          <w:sz w:val="24"/>
          <w:szCs w:val="24"/>
        </w:rPr>
        <w:t>.</w:t>
      </w:r>
    </w:p>
    <w:p w:rsidR="00A25AA4" w:rsidRPr="00C031B6" w:rsidRDefault="00A25AA4" w:rsidP="00A25AA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31B6">
        <w:rPr>
          <w:rFonts w:ascii="Times New Roman" w:hAnsi="Times New Roman" w:cs="Times New Roman"/>
          <w:sz w:val="24"/>
          <w:szCs w:val="24"/>
        </w:rPr>
        <w:t xml:space="preserve">Контроль за виконанням Програми покладається на постійні комісії </w:t>
      </w:r>
      <w:proofErr w:type="gramStart"/>
      <w:r w:rsidRPr="00C031B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C031B6">
        <w:rPr>
          <w:rFonts w:ascii="Times New Roman" w:hAnsi="Times New Roman" w:cs="Times New Roman"/>
          <w:sz w:val="24"/>
          <w:szCs w:val="24"/>
        </w:rPr>
        <w:t>ільської ради в межах їх функціональних повноважень та компетенції.</w:t>
      </w:r>
    </w:p>
    <w:p w:rsidR="00A25AA4" w:rsidRPr="00C031B6" w:rsidRDefault="00A25AA4" w:rsidP="00A25AA4">
      <w:pPr>
        <w:tabs>
          <w:tab w:val="left" w:pos="3460"/>
        </w:tabs>
        <w:spacing w:after="0"/>
        <w:ind w:right="-5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25AA4" w:rsidRDefault="00A25AA4" w:rsidP="003A5885">
      <w:pPr>
        <w:tabs>
          <w:tab w:val="left" w:pos="3460"/>
        </w:tabs>
        <w:spacing w:after="0"/>
        <w:ind w:right="-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25AA4" w:rsidRPr="00C031B6" w:rsidRDefault="00A25AA4" w:rsidP="003A5885">
      <w:pPr>
        <w:tabs>
          <w:tab w:val="left" w:pos="3460"/>
        </w:tabs>
        <w:spacing w:after="0"/>
        <w:ind w:right="-5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25AA4" w:rsidRPr="00C031B6" w:rsidRDefault="00A25AA4" w:rsidP="00A25AA4">
      <w:pPr>
        <w:tabs>
          <w:tab w:val="left" w:pos="3460"/>
        </w:tabs>
        <w:spacing w:after="0"/>
        <w:ind w:right="-5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31B6">
        <w:rPr>
          <w:rFonts w:ascii="Times New Roman" w:hAnsi="Times New Roman" w:cs="Times New Roman"/>
          <w:bCs/>
          <w:sz w:val="24"/>
          <w:szCs w:val="24"/>
        </w:rPr>
        <w:t xml:space="preserve">Сільський голова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</w:t>
      </w:r>
      <w:r w:rsidRPr="00C031B6">
        <w:rPr>
          <w:rFonts w:ascii="Times New Roman" w:hAnsi="Times New Roman" w:cs="Times New Roman"/>
          <w:bCs/>
          <w:sz w:val="24"/>
          <w:szCs w:val="24"/>
        </w:rPr>
        <w:t xml:space="preserve">  Валерій МИХАЛЮК </w:t>
      </w:r>
    </w:p>
    <w:p w:rsidR="00A25AA4" w:rsidRDefault="00A25AA4" w:rsidP="00A25AA4">
      <w:pPr>
        <w:tabs>
          <w:tab w:val="left" w:pos="3460"/>
        </w:tabs>
        <w:spacing w:after="0"/>
        <w:ind w:right="-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25AA4" w:rsidRDefault="00A25AA4" w:rsidP="00A25AA4">
      <w:pPr>
        <w:tabs>
          <w:tab w:val="left" w:pos="3460"/>
        </w:tabs>
        <w:spacing w:after="0"/>
        <w:ind w:right="-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25AA4" w:rsidRPr="00C031B6" w:rsidRDefault="00A25AA4" w:rsidP="00A25AA4">
      <w:pPr>
        <w:tabs>
          <w:tab w:val="left" w:pos="3460"/>
        </w:tabs>
        <w:spacing w:after="0"/>
        <w:ind w:right="-5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25AA4" w:rsidRPr="00C031B6" w:rsidRDefault="00A25AA4" w:rsidP="00A25AA4">
      <w:pPr>
        <w:shd w:val="clear" w:color="auto" w:fill="FFFFFF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031B6">
        <w:rPr>
          <w:rFonts w:ascii="Times New Roman" w:hAnsi="Times New Roman" w:cs="Times New Roman"/>
          <w:sz w:val="24"/>
          <w:szCs w:val="24"/>
        </w:rPr>
        <w:t>  </w:t>
      </w:r>
      <w:r w:rsidRPr="00C031B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Додаток 2</w:t>
      </w:r>
    </w:p>
    <w:p w:rsidR="00A25AA4" w:rsidRPr="00C031B6" w:rsidRDefault="00A25AA4" w:rsidP="00A25AA4">
      <w:pPr>
        <w:shd w:val="clear" w:color="auto" w:fill="FFFFFF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031B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до </w:t>
      </w:r>
      <w:proofErr w:type="gramStart"/>
      <w:r w:rsidRPr="00C031B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р</w:t>
      </w:r>
      <w:proofErr w:type="gramEnd"/>
      <w:r w:rsidRPr="00C031B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ішення сесії</w:t>
      </w:r>
    </w:p>
    <w:p w:rsidR="00A25AA4" w:rsidRPr="00C031B6" w:rsidRDefault="00A25AA4" w:rsidP="00A25AA4">
      <w:pPr>
        <w:shd w:val="clear" w:color="auto" w:fill="FFFFFF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031B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 xml:space="preserve">Крупецької сільскої ради </w:t>
      </w:r>
    </w:p>
    <w:p w:rsidR="00A25AA4" w:rsidRPr="00C031B6" w:rsidRDefault="00A25AA4" w:rsidP="00A25AA4">
      <w:pPr>
        <w:shd w:val="clear" w:color="auto" w:fill="FFFFFF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від 27</w:t>
      </w:r>
      <w:r w:rsidRPr="00C031B6"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.11.2020р. №</w:t>
      </w:r>
      <w:r>
        <w:rPr>
          <w:rFonts w:ascii="Times New Roman" w:hAnsi="Times New Roman" w:cs="Times New Roman"/>
          <w:sz w:val="24"/>
          <w:szCs w:val="24"/>
          <w:bdr w:val="none" w:sz="0" w:space="0" w:color="auto" w:frame="1"/>
        </w:rPr>
        <w:t>9</w:t>
      </w:r>
    </w:p>
    <w:p w:rsidR="00A25AA4" w:rsidRPr="00C031B6" w:rsidRDefault="00A25AA4" w:rsidP="00A25AA4">
      <w:pPr>
        <w:spacing w:after="0"/>
        <w:jc w:val="center"/>
        <w:outlineLvl w:val="2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25AA4" w:rsidRDefault="00A25AA4" w:rsidP="00A25A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31B6">
        <w:rPr>
          <w:rFonts w:ascii="Times New Roman" w:hAnsi="Times New Roman" w:cs="Times New Roman"/>
          <w:b/>
          <w:sz w:val="24"/>
          <w:szCs w:val="24"/>
        </w:rPr>
        <w:t xml:space="preserve">ЗАХОДИ </w:t>
      </w:r>
    </w:p>
    <w:p w:rsidR="00A25AA4" w:rsidRPr="00C031B6" w:rsidRDefault="00A25AA4" w:rsidP="00A25AA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31B6">
        <w:rPr>
          <w:rFonts w:ascii="Times New Roman" w:hAnsi="Times New Roman" w:cs="Times New Roman"/>
          <w:b/>
          <w:sz w:val="24"/>
          <w:szCs w:val="24"/>
        </w:rPr>
        <w:t xml:space="preserve">щодо виконання </w:t>
      </w:r>
    </w:p>
    <w:p w:rsidR="00A25AA4" w:rsidRPr="00C031B6" w:rsidRDefault="00A25AA4" w:rsidP="00A25AA4">
      <w:pPr>
        <w:tabs>
          <w:tab w:val="left" w:pos="3460"/>
        </w:tabs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031B6">
        <w:rPr>
          <w:rFonts w:ascii="Times New Roman" w:hAnsi="Times New Roman" w:cs="Times New Roman"/>
          <w:b/>
          <w:bCs/>
          <w:sz w:val="24"/>
          <w:szCs w:val="24"/>
        </w:rPr>
        <w:t>Програми надання одноразової матеріальної допомоги</w:t>
      </w:r>
    </w:p>
    <w:p w:rsidR="00A25AA4" w:rsidRPr="00C031B6" w:rsidRDefault="00A25AA4" w:rsidP="00A25AA4">
      <w:pPr>
        <w:tabs>
          <w:tab w:val="left" w:pos="346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31B6">
        <w:rPr>
          <w:rFonts w:ascii="Times New Roman" w:hAnsi="Times New Roman" w:cs="Times New Roman"/>
          <w:b/>
          <w:sz w:val="24"/>
          <w:szCs w:val="24"/>
        </w:rPr>
        <w:t xml:space="preserve">жителям Крупецької сільської </w:t>
      </w:r>
      <w:proofErr w:type="gramStart"/>
      <w:r w:rsidRPr="00C031B6">
        <w:rPr>
          <w:rFonts w:ascii="Times New Roman" w:hAnsi="Times New Roman" w:cs="Times New Roman"/>
          <w:b/>
          <w:sz w:val="24"/>
          <w:szCs w:val="24"/>
        </w:rPr>
        <w:t>ради</w:t>
      </w:r>
      <w:proofErr w:type="gramEnd"/>
      <w:r w:rsidRPr="00C031B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031B6">
        <w:rPr>
          <w:rFonts w:ascii="Times New Roman" w:hAnsi="Times New Roman" w:cs="Times New Roman"/>
          <w:b/>
          <w:bCs/>
          <w:sz w:val="24"/>
          <w:szCs w:val="24"/>
        </w:rPr>
        <w:t>на 2021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031B6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031B6">
        <w:rPr>
          <w:rFonts w:ascii="Times New Roman" w:hAnsi="Times New Roman" w:cs="Times New Roman"/>
          <w:b/>
          <w:bCs/>
          <w:sz w:val="24"/>
          <w:szCs w:val="24"/>
        </w:rPr>
        <w:t>2023 роки</w:t>
      </w:r>
    </w:p>
    <w:p w:rsidR="00A25AA4" w:rsidRPr="00C031B6" w:rsidRDefault="00A25AA4" w:rsidP="00A25AA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77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1"/>
        <w:gridCol w:w="3197"/>
        <w:gridCol w:w="8"/>
        <w:gridCol w:w="1479"/>
        <w:gridCol w:w="16"/>
        <w:gridCol w:w="2394"/>
        <w:gridCol w:w="2045"/>
      </w:tblGrid>
      <w:tr w:rsidR="00A25AA4" w:rsidRPr="00C031B6" w:rsidTr="003A2602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4" w:rsidRPr="00C031B6" w:rsidRDefault="00A25AA4" w:rsidP="003A260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b/>
                <w:sz w:val="24"/>
                <w:szCs w:val="24"/>
              </w:rPr>
              <w:t>№ з/</w:t>
            </w:r>
            <w:proofErr w:type="gramStart"/>
            <w:r w:rsidRPr="00C031B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AA4" w:rsidRPr="00C031B6" w:rsidRDefault="00A25AA4" w:rsidP="003A260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</w:rPr>
              <w:t>Перелі</w:t>
            </w:r>
            <w:proofErr w:type="gramStart"/>
            <w:r w:rsidRPr="00C031B6"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</w:rPr>
              <w:t>к</w:t>
            </w:r>
            <w:proofErr w:type="gramEnd"/>
            <w:r w:rsidRPr="00C031B6"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</w:rPr>
              <w:t xml:space="preserve"> заходів Програми</w:t>
            </w:r>
          </w:p>
        </w:tc>
        <w:tc>
          <w:tcPr>
            <w:tcW w:w="14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AA4" w:rsidRPr="00C031B6" w:rsidRDefault="00A25AA4" w:rsidP="003A260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</w:rPr>
              <w:t>Строк виконання заходу</w:t>
            </w:r>
          </w:p>
        </w:tc>
        <w:tc>
          <w:tcPr>
            <w:tcW w:w="2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AA4" w:rsidRPr="00C031B6" w:rsidRDefault="00A25AA4" w:rsidP="003A260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</w:rPr>
              <w:t>Виконавці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AA4" w:rsidRPr="00C031B6" w:rsidRDefault="00A25AA4" w:rsidP="003A260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b/>
                <w:bCs/>
                <w:snapToGrid w:val="0"/>
                <w:color w:val="000000"/>
                <w:sz w:val="24"/>
                <w:szCs w:val="24"/>
              </w:rPr>
              <w:t>Джерела фінансування</w:t>
            </w:r>
          </w:p>
        </w:tc>
      </w:tr>
      <w:tr w:rsidR="00A25AA4" w:rsidRPr="00C031B6" w:rsidTr="003A2602">
        <w:tc>
          <w:tcPr>
            <w:tcW w:w="97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4" w:rsidRPr="00C031B6" w:rsidRDefault="00A25AA4" w:rsidP="003A260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25AA4" w:rsidRPr="00C031B6" w:rsidRDefault="00A25AA4" w:rsidP="003A260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 Організаційн</w:t>
            </w:r>
            <w:proofErr w:type="gramStart"/>
            <w:r w:rsidRPr="00C031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о-</w:t>
            </w:r>
            <w:proofErr w:type="gramEnd"/>
            <w:r w:rsidRPr="00C031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інформаційне забезпечення</w:t>
            </w:r>
          </w:p>
          <w:p w:rsidR="00A25AA4" w:rsidRPr="00C031B6" w:rsidRDefault="00A25AA4" w:rsidP="003A26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5AA4" w:rsidRPr="00C031B6" w:rsidTr="003A2602">
        <w:trPr>
          <w:trHeight w:val="1625"/>
        </w:trPr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4" w:rsidRPr="00C031B6" w:rsidRDefault="00A25AA4" w:rsidP="003A2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4" w:rsidRPr="00C031B6" w:rsidRDefault="00A25AA4" w:rsidP="003A2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sz w:val="24"/>
                <w:szCs w:val="24"/>
              </w:rPr>
              <w:t xml:space="preserve">Проводити інформаційно-роз’яснювальну роботу серед населення щодо змін,  нововведень у законодавстві України з питань </w:t>
            </w:r>
            <w:proofErr w:type="gramStart"/>
            <w:r w:rsidRPr="00C031B6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End"/>
            <w:r w:rsidRPr="00C031B6">
              <w:rPr>
                <w:rFonts w:ascii="Times New Roman" w:hAnsi="Times New Roman" w:cs="Times New Roman"/>
                <w:sz w:val="24"/>
                <w:szCs w:val="24"/>
              </w:rPr>
              <w:t>іального захисту.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4" w:rsidRPr="00C031B6" w:rsidRDefault="00A25AA4" w:rsidP="003A26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sz w:val="24"/>
                <w:szCs w:val="24"/>
              </w:rPr>
              <w:t>2021-2023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4" w:rsidRPr="00C031B6" w:rsidRDefault="00A25AA4" w:rsidP="003A2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31B6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End"/>
            <w:r w:rsidRPr="00C031B6">
              <w:rPr>
                <w:rFonts w:ascii="Times New Roman" w:hAnsi="Times New Roman" w:cs="Times New Roman"/>
                <w:sz w:val="24"/>
                <w:szCs w:val="24"/>
              </w:rPr>
              <w:t>іальний  працівник, виконавчий  комітет  сільської ради</w:t>
            </w:r>
          </w:p>
          <w:p w:rsidR="00A25AA4" w:rsidRPr="00C031B6" w:rsidRDefault="00A25AA4" w:rsidP="003A26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4" w:rsidRPr="00C031B6" w:rsidRDefault="00A25AA4" w:rsidP="003A26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sz w:val="24"/>
                <w:szCs w:val="24"/>
              </w:rPr>
              <w:t xml:space="preserve">фінансування  не потребує </w:t>
            </w:r>
          </w:p>
        </w:tc>
      </w:tr>
      <w:tr w:rsidR="00A25AA4" w:rsidRPr="00C031B6" w:rsidTr="003A2602">
        <w:tc>
          <w:tcPr>
            <w:tcW w:w="977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4" w:rsidRPr="00C031B6" w:rsidRDefault="00A25AA4" w:rsidP="003A260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A25AA4" w:rsidRPr="00C031B6" w:rsidRDefault="00A25AA4" w:rsidP="003A260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2. Поліпшення </w:t>
            </w:r>
            <w:proofErr w:type="gramStart"/>
            <w:r w:rsidRPr="00C031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соц</w:t>
            </w:r>
            <w:proofErr w:type="gramEnd"/>
            <w:r w:rsidRPr="00C031B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іально-побутового обслуговування</w:t>
            </w:r>
          </w:p>
          <w:p w:rsidR="00A25AA4" w:rsidRPr="00C031B6" w:rsidRDefault="00A25AA4" w:rsidP="003A2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25AA4" w:rsidRPr="00C031B6" w:rsidTr="003A2602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4" w:rsidRPr="00C031B6" w:rsidRDefault="00A25AA4" w:rsidP="003A2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5AA4" w:rsidRPr="00C031B6" w:rsidRDefault="00A25AA4" w:rsidP="003A2602">
            <w:pPr>
              <w:spacing w:after="0"/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sz w:val="24"/>
                <w:szCs w:val="24"/>
              </w:rPr>
              <w:t xml:space="preserve">Проводити обстеження матеріально-побутових умов проживання громадян з метою вивчення потреб інвалідів, ветеранів </w:t>
            </w:r>
            <w:proofErr w:type="gramStart"/>
            <w:r w:rsidRPr="00C031B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C031B6">
              <w:rPr>
                <w:rFonts w:ascii="Times New Roman" w:hAnsi="Times New Roman" w:cs="Times New Roman"/>
                <w:sz w:val="24"/>
                <w:szCs w:val="24"/>
              </w:rPr>
              <w:t>ійни, сімей військовослужбовців, учасників  ООС (АТО), одиноких непрацездатних громадян. Результати обстежень (акти) з пропозиціями щодо надання конкретної допомоги зазначеній категорії громадян виносити на розгляд виконавчого комітету.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4" w:rsidRPr="00C031B6" w:rsidRDefault="00A25AA4" w:rsidP="003A2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1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1B6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4" w:rsidRPr="00C031B6" w:rsidRDefault="00A25AA4" w:rsidP="003A2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31B6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proofErr w:type="gramEnd"/>
            <w:r w:rsidRPr="00C031B6">
              <w:rPr>
                <w:rFonts w:ascii="Times New Roman" w:hAnsi="Times New Roman" w:cs="Times New Roman"/>
                <w:sz w:val="24"/>
                <w:szCs w:val="24"/>
              </w:rPr>
              <w:t xml:space="preserve">іальний  працівник, виконавчий  комітет  сільської ради </w:t>
            </w:r>
          </w:p>
          <w:p w:rsidR="00A25AA4" w:rsidRPr="00C031B6" w:rsidRDefault="00A25AA4" w:rsidP="003A2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AA4" w:rsidRPr="00C031B6" w:rsidRDefault="00A25AA4" w:rsidP="003A2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5AA4" w:rsidRPr="00C031B6" w:rsidRDefault="00A25AA4" w:rsidP="003A26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4" w:rsidRPr="00C031B6" w:rsidRDefault="00A25AA4" w:rsidP="003A26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sz w:val="24"/>
                <w:szCs w:val="24"/>
              </w:rPr>
              <w:t xml:space="preserve">фінансування  не потребує </w:t>
            </w:r>
          </w:p>
        </w:tc>
      </w:tr>
      <w:tr w:rsidR="00A25AA4" w:rsidRPr="00C031B6" w:rsidTr="003A2602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4" w:rsidRPr="00C031B6" w:rsidRDefault="00A25AA4" w:rsidP="003A2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4" w:rsidRPr="00C031B6" w:rsidRDefault="00A25AA4" w:rsidP="003A2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sz w:val="24"/>
                <w:szCs w:val="24"/>
              </w:rPr>
              <w:t>Надавати матеріальну допомогу (в т.ч. на проведення складних хірургічних операцій та лікування онкохворих) таким категоріям населення: малозабезпечені сім’ї, інваліди, діт</w:t>
            </w:r>
            <w:proofErr w:type="gramStart"/>
            <w:r w:rsidRPr="00C031B6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C031B6">
              <w:rPr>
                <w:rFonts w:ascii="Times New Roman" w:hAnsi="Times New Roman" w:cs="Times New Roman"/>
                <w:sz w:val="24"/>
                <w:szCs w:val="24"/>
              </w:rPr>
              <w:t>інваліди, діти-сироти, напівсироти, студенти, воїни  Афганістану, діти війни, учасники  бойових  дій, учасники  ООС (АТО), ліквідатори  ЧАЕС, багатодітні сім</w:t>
            </w:r>
            <w:r w:rsidRPr="00C031B6">
              <w:rPr>
                <w:rFonts w:ascii="Times New Roman" w:hAnsi="Times New Roman" w:cs="Times New Roman"/>
                <w:sz w:val="24"/>
                <w:szCs w:val="24"/>
              </w:rPr>
              <w:sym w:font="Symbol" w:char="00A2"/>
            </w:r>
            <w:r w:rsidRPr="00C031B6">
              <w:rPr>
                <w:rFonts w:ascii="Times New Roman" w:hAnsi="Times New Roman" w:cs="Times New Roman"/>
                <w:sz w:val="24"/>
                <w:szCs w:val="24"/>
              </w:rPr>
              <w:t xml:space="preserve">ї, </w:t>
            </w:r>
            <w:proofErr w:type="gramStart"/>
            <w:r w:rsidRPr="00C031B6">
              <w:rPr>
                <w:rFonts w:ascii="Times New Roman" w:hAnsi="Times New Roman" w:cs="Times New Roman"/>
                <w:sz w:val="24"/>
                <w:szCs w:val="24"/>
              </w:rPr>
              <w:t>одинокі та багатодітні матер</w:t>
            </w:r>
            <w:proofErr w:type="gramEnd"/>
            <w:r w:rsidRPr="00C031B6">
              <w:rPr>
                <w:rFonts w:ascii="Times New Roman" w:hAnsi="Times New Roman" w:cs="Times New Roman"/>
                <w:sz w:val="24"/>
                <w:szCs w:val="24"/>
              </w:rPr>
              <w:t>і іншим категоріям населення, які опинилися в складних життєвих обставинах. 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4" w:rsidRPr="00C031B6" w:rsidRDefault="00A25AA4" w:rsidP="003A2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1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1B6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4" w:rsidRPr="00C031B6" w:rsidRDefault="00A25AA4" w:rsidP="003A26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sz w:val="24"/>
                <w:szCs w:val="24"/>
              </w:rPr>
              <w:t xml:space="preserve">виконавчий  комітет  сільської </w:t>
            </w:r>
            <w:proofErr w:type="gramStart"/>
            <w:r w:rsidRPr="00C031B6"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  <w:proofErr w:type="gramEnd"/>
            <w:r w:rsidRPr="00C031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4" w:rsidRPr="00C031B6" w:rsidRDefault="00A25AA4" w:rsidP="003A2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sz w:val="24"/>
                <w:szCs w:val="24"/>
              </w:rPr>
              <w:t xml:space="preserve">сільський  бюджет  </w:t>
            </w:r>
          </w:p>
        </w:tc>
      </w:tr>
      <w:tr w:rsidR="00A25AA4" w:rsidRPr="00C031B6" w:rsidTr="003A2602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4" w:rsidRPr="00C031B6" w:rsidRDefault="00A25AA4" w:rsidP="003A2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4" w:rsidRPr="00C031B6" w:rsidRDefault="00A25AA4" w:rsidP="003A26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sz w:val="24"/>
                <w:szCs w:val="24"/>
              </w:rPr>
              <w:t xml:space="preserve">Надавати матеріальну допомогу мобілізованим військовослужбовцям та членам їх </w:t>
            </w:r>
            <w:proofErr w:type="gramStart"/>
            <w:r w:rsidRPr="00C031B6">
              <w:rPr>
                <w:rFonts w:ascii="Times New Roman" w:hAnsi="Times New Roman" w:cs="Times New Roman"/>
                <w:sz w:val="24"/>
                <w:szCs w:val="24"/>
              </w:rPr>
              <w:t>сімей</w:t>
            </w:r>
            <w:proofErr w:type="gramEnd"/>
            <w:r w:rsidRPr="00C031B6">
              <w:rPr>
                <w:rFonts w:ascii="Times New Roman" w:hAnsi="Times New Roman" w:cs="Times New Roman"/>
                <w:sz w:val="24"/>
                <w:szCs w:val="24"/>
              </w:rPr>
              <w:t>, учасникам</w:t>
            </w:r>
          </w:p>
          <w:p w:rsidR="00A25AA4" w:rsidRPr="00C031B6" w:rsidRDefault="00A25AA4" w:rsidP="003A2602">
            <w:pPr>
              <w:pStyle w:val="af4"/>
              <w:spacing w:before="0" w:beforeAutospacing="0" w:after="0" w:afterAutospacing="0" w:line="276" w:lineRule="auto"/>
            </w:pPr>
            <w:r w:rsidRPr="00C031B6">
              <w:t xml:space="preserve">ООС (АТО), пораненим та травмованим (або одному з  членів їх </w:t>
            </w:r>
            <w:proofErr w:type="gramStart"/>
            <w:r w:rsidRPr="00C031B6">
              <w:t>сімей</w:t>
            </w:r>
            <w:proofErr w:type="gramEnd"/>
            <w:r w:rsidRPr="00C031B6">
              <w:t xml:space="preserve">), внутрішньо переміщеним особам з окупованих  територій. 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4" w:rsidRPr="00C031B6" w:rsidRDefault="00A25AA4" w:rsidP="003A2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1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1B6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4" w:rsidRPr="00C031B6" w:rsidRDefault="00A25AA4" w:rsidP="003A26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sz w:val="24"/>
                <w:szCs w:val="24"/>
              </w:rPr>
              <w:t xml:space="preserve">виконавчий  комітет  сільської </w:t>
            </w:r>
            <w:proofErr w:type="gramStart"/>
            <w:r w:rsidRPr="00C031B6"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  <w:proofErr w:type="gramEnd"/>
            <w:r w:rsidRPr="00C031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4" w:rsidRPr="00C031B6" w:rsidRDefault="00A25AA4" w:rsidP="003A2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sz w:val="24"/>
                <w:szCs w:val="24"/>
              </w:rPr>
              <w:t xml:space="preserve">сільський  бюджет  </w:t>
            </w:r>
          </w:p>
        </w:tc>
      </w:tr>
      <w:tr w:rsidR="00A25AA4" w:rsidRPr="00C031B6" w:rsidTr="003A2602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4" w:rsidRPr="00C031B6" w:rsidRDefault="00A25AA4" w:rsidP="003A2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4" w:rsidRPr="00C031B6" w:rsidRDefault="00A25AA4" w:rsidP="003A2602">
            <w:pPr>
              <w:pStyle w:val="af4"/>
              <w:spacing w:before="0" w:beforeAutospacing="0" w:after="0" w:afterAutospacing="0" w:line="276" w:lineRule="auto"/>
            </w:pPr>
            <w:r w:rsidRPr="00C031B6">
              <w:t>Надання матеріальної допомоги особам, які постраждали внаслідок  виникнення  надзвичайної  ситуації (пожежі, стихійного лиха та інше).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4" w:rsidRPr="00C031B6" w:rsidRDefault="00A25AA4" w:rsidP="003A2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1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1B6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4" w:rsidRPr="00C031B6" w:rsidRDefault="00A25AA4" w:rsidP="003A26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sz w:val="24"/>
                <w:szCs w:val="24"/>
              </w:rPr>
              <w:t xml:space="preserve">виконавчий  комітет  сільської </w:t>
            </w:r>
            <w:proofErr w:type="gramStart"/>
            <w:r w:rsidRPr="00C031B6"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  <w:proofErr w:type="gramEnd"/>
            <w:r w:rsidRPr="00C031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4" w:rsidRPr="00C031B6" w:rsidRDefault="00A25AA4" w:rsidP="003A2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sz w:val="24"/>
                <w:szCs w:val="24"/>
              </w:rPr>
              <w:t xml:space="preserve">сільський  бюджет  </w:t>
            </w:r>
          </w:p>
        </w:tc>
      </w:tr>
      <w:tr w:rsidR="00A25AA4" w:rsidRPr="00C031B6" w:rsidTr="003A2602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4" w:rsidRPr="00C031B6" w:rsidRDefault="00A25AA4" w:rsidP="003A2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4" w:rsidRPr="00C031B6" w:rsidRDefault="00A25AA4" w:rsidP="003A2602">
            <w:pPr>
              <w:pStyle w:val="af4"/>
              <w:tabs>
                <w:tab w:val="left" w:pos="720"/>
              </w:tabs>
              <w:spacing w:before="0" w:beforeAutospacing="0" w:after="0" w:afterAutospacing="0" w:line="276" w:lineRule="auto"/>
            </w:pPr>
            <w:r w:rsidRPr="00C031B6">
              <w:t>Надання  одноразової  матеріальної  допомоги на поховання непрацюючого та не пенсійного віку особі, яка зобов’язалася поховати померлого.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4" w:rsidRPr="00C031B6" w:rsidRDefault="00A25AA4" w:rsidP="003A2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1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1B6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4" w:rsidRPr="00C031B6" w:rsidRDefault="00A25AA4" w:rsidP="003A26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sz w:val="24"/>
                <w:szCs w:val="24"/>
              </w:rPr>
              <w:t xml:space="preserve">виконавчий  комітет  сільської </w:t>
            </w:r>
            <w:proofErr w:type="gramStart"/>
            <w:r w:rsidRPr="00C031B6"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  <w:proofErr w:type="gramEnd"/>
            <w:r w:rsidRPr="00C031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4" w:rsidRPr="00C031B6" w:rsidRDefault="00A25AA4" w:rsidP="003A2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sz w:val="24"/>
                <w:szCs w:val="24"/>
              </w:rPr>
              <w:t xml:space="preserve">сільський  бюджет  </w:t>
            </w:r>
          </w:p>
        </w:tc>
      </w:tr>
      <w:tr w:rsidR="00A25AA4" w:rsidRPr="00C031B6" w:rsidTr="003A2602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4" w:rsidRPr="00C031B6" w:rsidRDefault="00A25AA4" w:rsidP="003A2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4" w:rsidRPr="00C031B6" w:rsidRDefault="00A25AA4" w:rsidP="003A2602">
            <w:pPr>
              <w:pStyle w:val="af4"/>
              <w:spacing w:before="0" w:beforeAutospacing="0" w:after="0" w:afterAutospacing="0" w:line="276" w:lineRule="auto"/>
              <w:rPr>
                <w:rStyle w:val="2123"/>
                <w:b w:val="0"/>
                <w:bCs/>
              </w:rPr>
            </w:pPr>
            <w:r w:rsidRPr="00C031B6">
              <w:rPr>
                <w:rStyle w:val="410"/>
              </w:rPr>
              <w:t xml:space="preserve">Першочергове надання учасникам ООС (АТО) та членам </w:t>
            </w:r>
            <w:proofErr w:type="gramStart"/>
            <w:r w:rsidRPr="00C031B6">
              <w:rPr>
                <w:rStyle w:val="410"/>
              </w:rPr>
              <w:t>сімей</w:t>
            </w:r>
            <w:proofErr w:type="gramEnd"/>
            <w:r w:rsidRPr="00C031B6">
              <w:rPr>
                <w:rStyle w:val="410"/>
              </w:rPr>
              <w:t xml:space="preserve"> загиблих, у разі наявності, земельних ділянок для цілей передбачених ст. 121 Земельного кодексу України</w:t>
            </w:r>
          </w:p>
        </w:tc>
        <w:tc>
          <w:tcPr>
            <w:tcW w:w="14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4" w:rsidRPr="00C031B6" w:rsidRDefault="00A25AA4" w:rsidP="003A2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1B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31B6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4" w:rsidRPr="00C031B6" w:rsidRDefault="00A25AA4" w:rsidP="003A260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sz w:val="24"/>
                <w:szCs w:val="24"/>
              </w:rPr>
              <w:t xml:space="preserve">сільська  рада  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AA4" w:rsidRPr="00C031B6" w:rsidRDefault="00A25AA4" w:rsidP="003A260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31B6">
              <w:rPr>
                <w:rFonts w:ascii="Times New Roman" w:hAnsi="Times New Roman" w:cs="Times New Roman"/>
                <w:sz w:val="24"/>
                <w:szCs w:val="24"/>
              </w:rPr>
              <w:t xml:space="preserve">фінансування  не потребує </w:t>
            </w:r>
          </w:p>
        </w:tc>
      </w:tr>
    </w:tbl>
    <w:p w:rsidR="00A25AA4" w:rsidRPr="00C031B6" w:rsidRDefault="00A25AA4" w:rsidP="00A25AA4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A25AA4" w:rsidRPr="00C031B6" w:rsidRDefault="00A25AA4" w:rsidP="00A25AA4">
      <w:pPr>
        <w:tabs>
          <w:tab w:val="left" w:pos="3460"/>
        </w:tabs>
        <w:spacing w:after="0"/>
        <w:ind w:right="-5"/>
        <w:jc w:val="both"/>
        <w:rPr>
          <w:rFonts w:ascii="Times New Roman" w:hAnsi="Times New Roman" w:cs="Times New Roman"/>
          <w:sz w:val="24"/>
          <w:szCs w:val="24"/>
        </w:rPr>
      </w:pPr>
      <w:r w:rsidRPr="00C031B6">
        <w:rPr>
          <w:rFonts w:ascii="Times New Roman" w:hAnsi="Times New Roman" w:cs="Times New Roman"/>
          <w:bCs/>
          <w:sz w:val="24"/>
          <w:szCs w:val="24"/>
        </w:rPr>
        <w:t xml:space="preserve">Сільський голова                                                       </w:t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</w:t>
      </w:r>
      <w:r w:rsidRPr="00C031B6">
        <w:rPr>
          <w:rFonts w:ascii="Times New Roman" w:hAnsi="Times New Roman" w:cs="Times New Roman"/>
          <w:bCs/>
          <w:sz w:val="24"/>
          <w:szCs w:val="24"/>
        </w:rPr>
        <w:t xml:space="preserve"> Валерій МИХАЛЮК</w:t>
      </w:r>
      <w:r w:rsidRPr="00C031B6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C031B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</w:p>
    <w:p w:rsidR="00A25AA4" w:rsidRPr="00C031B6" w:rsidRDefault="00A25AA4" w:rsidP="00A25AA4">
      <w:pPr>
        <w:tabs>
          <w:tab w:val="left" w:pos="3460"/>
        </w:tabs>
        <w:spacing w:after="0"/>
        <w:ind w:right="-5"/>
        <w:jc w:val="right"/>
        <w:rPr>
          <w:rFonts w:ascii="Times New Roman" w:hAnsi="Times New Roman" w:cs="Times New Roman"/>
          <w:sz w:val="24"/>
          <w:szCs w:val="24"/>
        </w:rPr>
      </w:pPr>
      <w:r w:rsidRPr="00C031B6">
        <w:rPr>
          <w:rFonts w:ascii="Times New Roman" w:hAnsi="Times New Roman" w:cs="Times New Roman"/>
          <w:sz w:val="24"/>
          <w:szCs w:val="24"/>
        </w:rPr>
        <w:tab/>
      </w:r>
      <w:r w:rsidRPr="00C031B6">
        <w:rPr>
          <w:rFonts w:ascii="Times New Roman" w:hAnsi="Times New Roman" w:cs="Times New Roman"/>
          <w:sz w:val="24"/>
          <w:szCs w:val="24"/>
        </w:rPr>
        <w:tab/>
      </w:r>
      <w:r w:rsidRPr="00C031B6">
        <w:rPr>
          <w:rFonts w:ascii="Times New Roman" w:hAnsi="Times New Roman" w:cs="Times New Roman"/>
          <w:sz w:val="24"/>
          <w:szCs w:val="24"/>
        </w:rPr>
        <w:tab/>
      </w:r>
      <w:r w:rsidRPr="00C031B6">
        <w:rPr>
          <w:rFonts w:ascii="Times New Roman" w:hAnsi="Times New Roman" w:cs="Times New Roman"/>
          <w:sz w:val="24"/>
          <w:szCs w:val="24"/>
        </w:rPr>
        <w:tab/>
      </w:r>
      <w:r w:rsidRPr="00C031B6">
        <w:rPr>
          <w:rFonts w:ascii="Times New Roman" w:hAnsi="Times New Roman" w:cs="Times New Roman"/>
          <w:sz w:val="24"/>
          <w:szCs w:val="24"/>
        </w:rPr>
        <w:tab/>
      </w:r>
      <w:r w:rsidRPr="00C031B6">
        <w:rPr>
          <w:rFonts w:ascii="Times New Roman" w:hAnsi="Times New Roman" w:cs="Times New Roman"/>
          <w:sz w:val="24"/>
          <w:szCs w:val="24"/>
        </w:rPr>
        <w:tab/>
      </w:r>
      <w:r w:rsidRPr="00C031B6"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C031B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Додаток  </w:t>
      </w:r>
    </w:p>
    <w:p w:rsidR="00A25AA4" w:rsidRPr="00C031B6" w:rsidRDefault="00A25AA4" w:rsidP="00A25AA4">
      <w:pPr>
        <w:spacing w:after="0"/>
        <w:ind w:left="5664"/>
        <w:jc w:val="right"/>
        <w:outlineLvl w:val="2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031B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до Програми </w:t>
      </w:r>
    </w:p>
    <w:p w:rsidR="00A25AA4" w:rsidRPr="00C031B6" w:rsidRDefault="00A25AA4" w:rsidP="00A25AA4">
      <w:pPr>
        <w:spacing w:after="0"/>
        <w:jc w:val="center"/>
        <w:outlineLvl w:val="2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A25AA4" w:rsidRPr="00C031B6" w:rsidRDefault="00A25AA4" w:rsidP="00A25AA4">
      <w:pPr>
        <w:spacing w:after="0"/>
        <w:jc w:val="center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031B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ПОРЯДОК</w:t>
      </w:r>
      <w:r w:rsidRPr="00C031B6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 xml:space="preserve">надання одноразової матеріальної допомоги громадянам, які внаслідок недостатнього матеріального забезпечення, потребують </w:t>
      </w:r>
    </w:p>
    <w:p w:rsidR="00A25AA4" w:rsidRPr="00C031B6" w:rsidRDefault="00A25AA4" w:rsidP="00A25AA4">
      <w:pPr>
        <w:spacing w:after="0"/>
        <w:jc w:val="center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C031B6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соц</w:t>
      </w:r>
      <w:proofErr w:type="gramEnd"/>
      <w:r w:rsidRPr="00C031B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іальної підтримки </w:t>
      </w:r>
    </w:p>
    <w:p w:rsidR="00A25AA4" w:rsidRPr="00C031B6" w:rsidRDefault="00A25AA4" w:rsidP="00A25AA4">
      <w:pPr>
        <w:spacing w:after="0"/>
        <w:jc w:val="center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25AA4" w:rsidRDefault="00A25AA4" w:rsidP="00A25AA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Матеріальна допомога з сільського бюджету є частковою 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 xml:space="preserve">ідтримкою громадян для вирішення гострих соціально – побутових проблем (лікування при тяжких захворюваннях, тощо). Матеріальна допомога надається громадянину, зареєстрованому на території Крупецької сільської ради Славутського району Хмельницької області не більше одного разу на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>ік.</w:t>
      </w:r>
    </w:p>
    <w:p w:rsidR="00A25AA4" w:rsidRDefault="00A25AA4" w:rsidP="00A25AA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gramStart"/>
      <w:r>
        <w:rPr>
          <w:rFonts w:ascii="Times New Roman" w:hAnsi="Times New Roman"/>
          <w:sz w:val="24"/>
          <w:szCs w:val="24"/>
        </w:rPr>
        <w:t>Одноразова</w:t>
      </w:r>
      <w:proofErr w:type="gramEnd"/>
      <w:r>
        <w:rPr>
          <w:rFonts w:ascii="Times New Roman" w:hAnsi="Times New Roman"/>
          <w:sz w:val="24"/>
          <w:szCs w:val="24"/>
        </w:rPr>
        <w:t xml:space="preserve"> матеріальна допомога з сільського бюджету, як правило, може надаватись інвалідам, дітям – сиротам, дітям – інвалідам, громадянам, неспроможним самостійно пересуватися, багатодітним сім</w:t>
      </w:r>
      <w:r w:rsidRPr="00630D50">
        <w:rPr>
          <w:rFonts w:ascii="Times New Roman" w:hAnsi="Times New Roman"/>
          <w:sz w:val="24"/>
          <w:szCs w:val="24"/>
          <w:vertAlign w:val="superscript"/>
        </w:rPr>
        <w:t>’</w:t>
      </w:r>
      <w:r>
        <w:rPr>
          <w:rFonts w:ascii="Times New Roman" w:hAnsi="Times New Roman"/>
          <w:sz w:val="24"/>
          <w:szCs w:val="24"/>
        </w:rPr>
        <w:t>ям, учасникам бойових дій та громадянам, у яких склались особливо гострі і складні матеріально – побутові умови життя.</w:t>
      </w:r>
    </w:p>
    <w:p w:rsidR="00A25AA4" w:rsidRPr="00B761D6" w:rsidRDefault="00A25AA4" w:rsidP="00A25AA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761D6">
        <w:rPr>
          <w:rFonts w:ascii="Times New Roman" w:hAnsi="Times New Roman"/>
          <w:sz w:val="24"/>
          <w:szCs w:val="24"/>
        </w:rPr>
        <w:t xml:space="preserve">3. </w:t>
      </w:r>
      <w:proofErr w:type="gramStart"/>
      <w:r w:rsidRPr="00B761D6">
        <w:rPr>
          <w:rFonts w:ascii="Times New Roman" w:hAnsi="Times New Roman"/>
          <w:sz w:val="24"/>
          <w:szCs w:val="24"/>
        </w:rPr>
        <w:t>П</w:t>
      </w:r>
      <w:proofErr w:type="gramEnd"/>
      <w:r w:rsidRPr="00B761D6">
        <w:rPr>
          <w:rFonts w:ascii="Times New Roman" w:hAnsi="Times New Roman"/>
          <w:sz w:val="24"/>
          <w:szCs w:val="24"/>
        </w:rPr>
        <w:t>ідставою для надання матеріальної допомоги є письмове звернення (заява) громадянина, яка подана ним особисто або одним із членів його сім</w:t>
      </w:r>
      <w:r w:rsidRPr="00B761D6">
        <w:rPr>
          <w:rFonts w:ascii="Times New Roman" w:hAnsi="Times New Roman"/>
          <w:sz w:val="24"/>
          <w:szCs w:val="24"/>
          <w:vertAlign w:val="superscript"/>
        </w:rPr>
        <w:t>’</w:t>
      </w:r>
      <w:r w:rsidRPr="00B761D6">
        <w:rPr>
          <w:rFonts w:ascii="Times New Roman" w:hAnsi="Times New Roman"/>
          <w:sz w:val="24"/>
          <w:szCs w:val="24"/>
        </w:rPr>
        <w:t>ї.</w:t>
      </w:r>
    </w:p>
    <w:p w:rsidR="00A25AA4" w:rsidRPr="00B761D6" w:rsidRDefault="00A25AA4" w:rsidP="00A25AA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761D6">
        <w:rPr>
          <w:rFonts w:ascii="Times New Roman" w:hAnsi="Times New Roman"/>
          <w:sz w:val="24"/>
          <w:szCs w:val="24"/>
        </w:rPr>
        <w:t>4</w:t>
      </w:r>
      <w:r w:rsidRPr="00B761D6">
        <w:rPr>
          <w:rFonts w:ascii="Times New Roman" w:hAnsi="Times New Roman"/>
          <w:color w:val="FF0000"/>
          <w:sz w:val="24"/>
          <w:szCs w:val="24"/>
        </w:rPr>
        <w:t xml:space="preserve">. </w:t>
      </w:r>
      <w:r w:rsidRPr="00B761D6">
        <w:rPr>
          <w:rFonts w:ascii="Times New Roman" w:hAnsi="Times New Roman"/>
          <w:sz w:val="24"/>
          <w:szCs w:val="24"/>
        </w:rPr>
        <w:t>До членів сім’ї заявника належить: мати, батько, рідні брати, сестри, онуки, ді</w:t>
      </w:r>
      <w:proofErr w:type="gramStart"/>
      <w:r w:rsidRPr="00B761D6">
        <w:rPr>
          <w:rFonts w:ascii="Times New Roman" w:hAnsi="Times New Roman"/>
          <w:sz w:val="24"/>
          <w:szCs w:val="24"/>
        </w:rPr>
        <w:t>д</w:t>
      </w:r>
      <w:proofErr w:type="gramEnd"/>
      <w:r w:rsidRPr="00B761D6">
        <w:rPr>
          <w:rFonts w:ascii="Times New Roman" w:hAnsi="Times New Roman"/>
          <w:sz w:val="24"/>
          <w:szCs w:val="24"/>
        </w:rPr>
        <w:t xml:space="preserve"> і баба, син, донька,зять , невістка, вітчим, мачуха; опікуни, піклувальники, пасинки, падчерки й інші особи, які постійно проживають із заявником і ведуть спільне господарство. </w:t>
      </w:r>
    </w:p>
    <w:p w:rsidR="00A25AA4" w:rsidRDefault="00A25AA4" w:rsidP="00A25AA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залежності від складності ситуації сім</w:t>
      </w:r>
      <w:r w:rsidRPr="00F006AB">
        <w:rPr>
          <w:rFonts w:ascii="Times New Roman" w:hAnsi="Times New Roman"/>
          <w:sz w:val="24"/>
          <w:szCs w:val="24"/>
        </w:rPr>
        <w:t>’</w:t>
      </w:r>
      <w:r>
        <w:rPr>
          <w:rFonts w:ascii="Times New Roman" w:hAnsi="Times New Roman"/>
          <w:sz w:val="24"/>
          <w:szCs w:val="24"/>
        </w:rPr>
        <w:t>ї заявника матеріальна допомога може надаватись при нижче перерахованих умовах</w:t>
      </w:r>
      <w:proofErr w:type="gramStart"/>
      <w:r>
        <w:rPr>
          <w:rFonts w:ascii="Times New Roman" w:hAnsi="Times New Roman"/>
          <w:sz w:val="24"/>
          <w:szCs w:val="24"/>
        </w:rPr>
        <w:t xml:space="preserve"> :</w:t>
      </w:r>
      <w:proofErr w:type="gramEnd"/>
    </w:p>
    <w:p w:rsidR="00A25AA4" w:rsidRDefault="00A25AA4" w:rsidP="00A25AA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F006A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.1. Довготривале лікування (</w:t>
      </w:r>
      <w:proofErr w:type="gramStart"/>
      <w:r>
        <w:rPr>
          <w:rFonts w:ascii="Times New Roman" w:hAnsi="Times New Roman"/>
          <w:sz w:val="24"/>
          <w:szCs w:val="24"/>
        </w:rPr>
        <w:t>еп</w:t>
      </w:r>
      <w:proofErr w:type="gramEnd"/>
      <w:r>
        <w:rPr>
          <w:rFonts w:ascii="Times New Roman" w:hAnsi="Times New Roman"/>
          <w:sz w:val="24"/>
          <w:szCs w:val="24"/>
        </w:rPr>
        <w:t xml:space="preserve">ікріз з лікарні стаціонару або довідка про перебування в стаціонарі )  - до  1000 (одної  тисячі)  грн.; </w:t>
      </w:r>
    </w:p>
    <w:p w:rsidR="00A25AA4" w:rsidRDefault="00A25AA4" w:rsidP="00A25AA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F006A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.2. Діагностування та </w:t>
      </w:r>
      <w:proofErr w:type="gramStart"/>
      <w:r>
        <w:rPr>
          <w:rFonts w:ascii="Times New Roman" w:hAnsi="Times New Roman"/>
          <w:sz w:val="24"/>
          <w:szCs w:val="24"/>
        </w:rPr>
        <w:t>л</w:t>
      </w:r>
      <w:proofErr w:type="gramEnd"/>
      <w:r>
        <w:rPr>
          <w:rFonts w:ascii="Times New Roman" w:hAnsi="Times New Roman"/>
          <w:sz w:val="24"/>
          <w:szCs w:val="24"/>
        </w:rPr>
        <w:t>ікування онкозахворювань  - до 3000 (трьох  тисяч)  грн.;</w:t>
      </w:r>
    </w:p>
    <w:p w:rsidR="00A25AA4" w:rsidRDefault="00A25AA4" w:rsidP="00A25AA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052500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.3. Лікування інсульту, інфаркту та хірургічне втручання  - до 2000 (двох  тисяч) грн.;</w:t>
      </w:r>
    </w:p>
    <w:p w:rsidR="00A25AA4" w:rsidRDefault="00A25AA4" w:rsidP="00A25AA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052500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.4. Лікування  інвалідів та учасників бойових дій  - до  1000 </w:t>
      </w:r>
      <w:proofErr w:type="gramStart"/>
      <w:r>
        <w:rPr>
          <w:rFonts w:ascii="Times New Roman" w:hAnsi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sz w:val="24"/>
          <w:szCs w:val="24"/>
        </w:rPr>
        <w:t>одної  тисячі)  грн.;</w:t>
      </w:r>
    </w:p>
    <w:p w:rsidR="00A25AA4" w:rsidRDefault="00A25AA4" w:rsidP="00A25AA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052500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.5  Необхідність лікування (при наявності амбулаторної довідки) – до 500 (п’ятсот) грн.</w:t>
      </w:r>
    </w:p>
    <w:p w:rsidR="00A25AA4" w:rsidRDefault="00A25AA4" w:rsidP="00A25AA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052500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</w:t>
      </w:r>
      <w:r w:rsidRPr="0005250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Бійцям та військовослужбовцям Збройних Сил України, Національної гвардії України та інших осіб, які приймали участь в Операції об’єднаних сил надавати матеріальну допомогу до Дня Українського козацтва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Дня Захисника України  - до 1000 ( одної  тисячі)  грн.;</w:t>
      </w:r>
    </w:p>
    <w:p w:rsidR="00A25AA4" w:rsidRDefault="00A25AA4" w:rsidP="00A25AA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052500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. Бійцям та військовослужбовцям Збройних Сил України, Національної гвардії України та інших осіб, які приймали участь в Операції об’єднаних сил  надавати матеріальну допомогу на оздоровлення та реабілітацію </w:t>
      </w:r>
      <w:proofErr w:type="gramStart"/>
      <w:r>
        <w:rPr>
          <w:rFonts w:ascii="Times New Roman" w:hAnsi="Times New Roman"/>
          <w:sz w:val="24"/>
          <w:szCs w:val="24"/>
        </w:rPr>
        <w:t>п</w:t>
      </w:r>
      <w:proofErr w:type="gramEnd"/>
      <w:r>
        <w:rPr>
          <w:rFonts w:ascii="Times New Roman" w:hAnsi="Times New Roman"/>
          <w:sz w:val="24"/>
          <w:szCs w:val="24"/>
        </w:rPr>
        <w:t>ісля прийняття участі  в  Операції об’єднаних сил   в сумі  до  3000 ( трьох  тисяч ) грн. одноразово.</w:t>
      </w:r>
    </w:p>
    <w:p w:rsidR="00A25AA4" w:rsidRDefault="00A25AA4" w:rsidP="00A25AA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8. В непередбачуваних випадках матеріальна допомога для громадян надається виключно за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>ішенням сесії сільської ради.</w:t>
      </w:r>
    </w:p>
    <w:p w:rsidR="00A25AA4" w:rsidRPr="00A8155E" w:rsidRDefault="00A25AA4" w:rsidP="00A25AA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Для отримання матеріальної допомоги з бюджету </w:t>
      </w:r>
      <w:r w:rsidRPr="00B761D6">
        <w:rPr>
          <w:rFonts w:ascii="Times New Roman" w:hAnsi="Times New Roman"/>
          <w:sz w:val="24"/>
          <w:szCs w:val="24"/>
        </w:rPr>
        <w:t>громадянин  або один із членів його сім’ї</w:t>
      </w:r>
      <w:r w:rsidRPr="00052500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звертаються з письмовою заявою </w:t>
      </w:r>
      <w:proofErr w:type="gramStart"/>
      <w:r>
        <w:rPr>
          <w:rFonts w:ascii="Times New Roman" w:hAnsi="Times New Roman"/>
          <w:sz w:val="24"/>
          <w:szCs w:val="24"/>
        </w:rPr>
        <w:t>до</w:t>
      </w:r>
      <w:proofErr w:type="gramEnd"/>
      <w:r>
        <w:rPr>
          <w:rFonts w:ascii="Times New Roman" w:hAnsi="Times New Roman"/>
          <w:sz w:val="24"/>
          <w:szCs w:val="24"/>
        </w:rPr>
        <w:t xml:space="preserve"> сільської ради і аргументують потребу в допомозі. </w:t>
      </w:r>
    </w:p>
    <w:p w:rsidR="00A25AA4" w:rsidRDefault="00A25AA4" w:rsidP="00A25AA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До</w:t>
      </w:r>
      <w:proofErr w:type="gramEnd"/>
      <w:r>
        <w:rPr>
          <w:rFonts w:ascii="Times New Roman" w:hAnsi="Times New Roman"/>
          <w:sz w:val="24"/>
          <w:szCs w:val="24"/>
        </w:rPr>
        <w:t xml:space="preserve"> заяви необхідно додати:</w:t>
      </w:r>
    </w:p>
    <w:p w:rsidR="00A25AA4" w:rsidRPr="00A8155E" w:rsidRDefault="00A25AA4" w:rsidP="00A25AA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копію паспорта і кода, документи про причину звернення за допомогою, висновки лікарів про захворювання, терміновість та необхідність лікування, довідка про склад сім</w:t>
      </w:r>
      <w:r>
        <w:rPr>
          <w:rFonts w:ascii="Times New Roman" w:hAnsi="Times New Roman"/>
          <w:sz w:val="24"/>
          <w:szCs w:val="24"/>
          <w:vertAlign w:val="superscript"/>
        </w:rPr>
        <w:t>,</w:t>
      </w:r>
      <w:r>
        <w:rPr>
          <w:rFonts w:ascii="Times New Roman" w:hAnsi="Times New Roman"/>
          <w:sz w:val="24"/>
          <w:szCs w:val="24"/>
        </w:rPr>
        <w:t>ї, акт обстеження матеріально – побутових умов проживання (у випадку настання гострих і складних матеріально</w:t>
      </w:r>
      <w:r w:rsidRPr="00052500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побутових умов), копію відкритого рахунку в установі банку. </w:t>
      </w:r>
      <w:proofErr w:type="gramEnd"/>
    </w:p>
    <w:p w:rsidR="00A25AA4" w:rsidRDefault="00A25AA4" w:rsidP="00A25AA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Заява розглядається сільським головою та депутатською комісією, вивчаються  матеріально – побутові умови заявника, робляться  висновки у потребі такої допомоги, пропонується  її розмі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 xml:space="preserve"> та складається  проект рішення сесії на виділення одноразової грошової допомоги, вказане  рішення сесії підписується сільським головою.</w:t>
      </w:r>
    </w:p>
    <w:p w:rsidR="00A25AA4" w:rsidRPr="00B761D6" w:rsidRDefault="00A25AA4" w:rsidP="00A25AA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proofErr w:type="gramStart"/>
      <w:r w:rsidRPr="00B761D6">
        <w:rPr>
          <w:rFonts w:ascii="Times New Roman" w:hAnsi="Times New Roman"/>
          <w:sz w:val="24"/>
          <w:szCs w:val="24"/>
        </w:rPr>
        <w:t>У разі, якщо громадянин не має можливості звернутися до сільської ради із заявою про надання матеріальної допомоги особисто, то із заявою звертається один із членів його сім</w:t>
      </w:r>
      <w:r w:rsidRPr="00B761D6">
        <w:rPr>
          <w:rFonts w:ascii="Times New Roman" w:hAnsi="Times New Roman"/>
          <w:sz w:val="24"/>
          <w:szCs w:val="24"/>
          <w:vertAlign w:val="superscript"/>
        </w:rPr>
        <w:t>,</w:t>
      </w:r>
      <w:r w:rsidRPr="00B761D6">
        <w:rPr>
          <w:rFonts w:ascii="Times New Roman" w:hAnsi="Times New Roman"/>
          <w:sz w:val="24"/>
          <w:szCs w:val="24"/>
        </w:rPr>
        <w:t>ї, а якщо надання матеріальної допомоги потребують неповнолітні діти - заяву подає один із батьків або опікунів.</w:t>
      </w:r>
      <w:proofErr w:type="gramEnd"/>
    </w:p>
    <w:p w:rsidR="00A25AA4" w:rsidRDefault="00A25AA4" w:rsidP="00A25AA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761D6">
        <w:rPr>
          <w:rFonts w:ascii="Times New Roman" w:hAnsi="Times New Roman"/>
          <w:sz w:val="24"/>
          <w:szCs w:val="24"/>
        </w:rPr>
        <w:t xml:space="preserve">Матеріальна допомога не надається </w:t>
      </w:r>
      <w:proofErr w:type="gramStart"/>
      <w:r w:rsidRPr="00B761D6">
        <w:rPr>
          <w:rFonts w:ascii="Times New Roman" w:hAnsi="Times New Roman"/>
          <w:sz w:val="24"/>
          <w:szCs w:val="24"/>
        </w:rPr>
        <w:t>у</w:t>
      </w:r>
      <w:proofErr w:type="gramEnd"/>
      <w:r w:rsidRPr="00B761D6">
        <w:rPr>
          <w:rFonts w:ascii="Times New Roman" w:hAnsi="Times New Roman"/>
          <w:sz w:val="24"/>
          <w:szCs w:val="24"/>
        </w:rPr>
        <w:t xml:space="preserve"> разі лікування пацієнтів у приватних клініках та санаторно – курортних установах.</w:t>
      </w:r>
    </w:p>
    <w:p w:rsidR="00A25AA4" w:rsidRDefault="00A25AA4" w:rsidP="00A25AA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10. Документи на виділення матеріальної допомоги та </w:t>
      </w:r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>ішення передаються в бухгалтерію сільської ради для здійснення виплати  грошової допомоги.</w:t>
      </w:r>
    </w:p>
    <w:p w:rsidR="00A25AA4" w:rsidRDefault="00A25AA4" w:rsidP="00A25AA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 </w:t>
      </w:r>
      <w:proofErr w:type="gramStart"/>
      <w:r>
        <w:rPr>
          <w:rFonts w:ascii="Times New Roman" w:hAnsi="Times New Roman"/>
          <w:sz w:val="24"/>
          <w:szCs w:val="24"/>
        </w:rPr>
        <w:t>У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раз</w:t>
      </w:r>
      <w:proofErr w:type="gramEnd"/>
      <w:r>
        <w:rPr>
          <w:rFonts w:ascii="Times New Roman" w:hAnsi="Times New Roman"/>
          <w:sz w:val="24"/>
          <w:szCs w:val="24"/>
        </w:rPr>
        <w:t>і відмови у наданні матеріальної допомоги сільська рада в письмовій формі повідомляє заявника з мотивуванням відмови.</w:t>
      </w:r>
    </w:p>
    <w:p w:rsidR="00A25AA4" w:rsidRDefault="00A25AA4" w:rsidP="00A25AA4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A25AA4" w:rsidRPr="003A5885" w:rsidRDefault="00A25AA4" w:rsidP="00A25AA4">
      <w:pPr>
        <w:pStyle w:val="24"/>
        <w:shd w:val="clear" w:color="auto" w:fill="auto"/>
        <w:spacing w:before="0" w:line="276" w:lineRule="auto"/>
        <w:ind w:right="40"/>
        <w:rPr>
          <w:rFonts w:ascii="Times New Roman" w:hAnsi="Times New Roman" w:cs="Times New Roman"/>
          <w:spacing w:val="0"/>
          <w:sz w:val="24"/>
          <w:szCs w:val="24"/>
          <w:lang w:val="ru-RU"/>
        </w:rPr>
      </w:pPr>
    </w:p>
    <w:p w:rsidR="00CD5260" w:rsidRPr="003A5885" w:rsidRDefault="00A25AA4" w:rsidP="003A5885">
      <w:pPr>
        <w:pStyle w:val="24"/>
        <w:shd w:val="clear" w:color="auto" w:fill="auto"/>
        <w:spacing w:before="0" w:line="276" w:lineRule="auto"/>
        <w:ind w:right="40"/>
        <w:rPr>
          <w:rFonts w:ascii="Times New Roman" w:hAnsi="Times New Roman" w:cs="Times New Roman"/>
          <w:spacing w:val="0"/>
          <w:sz w:val="24"/>
          <w:szCs w:val="24"/>
          <w:lang w:val="ru-RU"/>
        </w:rPr>
      </w:pPr>
      <w:r>
        <w:rPr>
          <w:rFonts w:ascii="Times New Roman" w:hAnsi="Times New Roman" w:cs="Times New Roman"/>
          <w:spacing w:val="0"/>
          <w:sz w:val="24"/>
          <w:szCs w:val="24"/>
        </w:rPr>
        <w:t>Сільський голова                                                                           Валерій МИХАЛЮК</w:t>
      </w:r>
      <w:bookmarkStart w:id="0" w:name="_GoBack"/>
      <w:bookmarkEnd w:id="0"/>
    </w:p>
    <w:sectPr w:rsidR="00CD5260" w:rsidRPr="003A588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225183"/>
    <w:multiLevelType w:val="hybridMultilevel"/>
    <w:tmpl w:val="76DE9CF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3C230FA"/>
    <w:multiLevelType w:val="hybridMultilevel"/>
    <w:tmpl w:val="369AFCE0"/>
    <w:lvl w:ilvl="0" w:tplc="883AB87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AA4"/>
    <w:rsid w:val="00171A2E"/>
    <w:rsid w:val="00304C90"/>
    <w:rsid w:val="003A5885"/>
    <w:rsid w:val="00505B6D"/>
    <w:rsid w:val="006D3977"/>
    <w:rsid w:val="007D6C18"/>
    <w:rsid w:val="00A25AA4"/>
    <w:rsid w:val="00CD5260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paragraph" w:styleId="af4">
    <w:name w:val="Normal (Web)"/>
    <w:basedOn w:val="a"/>
    <w:link w:val="af5"/>
    <w:uiPriority w:val="99"/>
    <w:unhideWhenUsed/>
    <w:rsid w:val="00A25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A25AA4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A25AA4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A25AA4"/>
    <w:rPr>
      <w:rFonts w:ascii="Consolas" w:hAnsi="Consolas"/>
      <w:sz w:val="20"/>
      <w:szCs w:val="20"/>
      <w:lang w:val="ru-RU" w:eastAsia="ru-RU" w:bidi="ar-SA"/>
    </w:rPr>
  </w:style>
  <w:style w:type="paragraph" w:styleId="af6">
    <w:name w:val="Body Text"/>
    <w:basedOn w:val="a"/>
    <w:link w:val="af7"/>
    <w:uiPriority w:val="99"/>
    <w:unhideWhenUsed/>
    <w:rsid w:val="00A25AA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Основной текст Знак"/>
    <w:basedOn w:val="a0"/>
    <w:link w:val="af6"/>
    <w:uiPriority w:val="99"/>
    <w:rsid w:val="00A25AA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af8">
    <w:name w:val="Основной текст_"/>
    <w:link w:val="24"/>
    <w:locked/>
    <w:rsid w:val="00A25AA4"/>
    <w:rPr>
      <w:spacing w:val="8"/>
      <w:shd w:val="clear" w:color="auto" w:fill="FFFFFF"/>
    </w:rPr>
  </w:style>
  <w:style w:type="paragraph" w:customStyle="1" w:styleId="24">
    <w:name w:val="Основной текст2"/>
    <w:basedOn w:val="a"/>
    <w:link w:val="af8"/>
    <w:rsid w:val="00A25AA4"/>
    <w:pPr>
      <w:widowControl w:val="0"/>
      <w:shd w:val="clear" w:color="auto" w:fill="FFFFFF"/>
      <w:spacing w:before="300" w:after="0" w:line="315" w:lineRule="exact"/>
      <w:jc w:val="both"/>
    </w:pPr>
    <w:rPr>
      <w:spacing w:val="8"/>
      <w:lang w:val="en-US" w:eastAsia="en-US" w:bidi="en-US"/>
    </w:rPr>
  </w:style>
  <w:style w:type="character" w:customStyle="1" w:styleId="FontStyle22">
    <w:name w:val="Font Style22"/>
    <w:rsid w:val="00A25AA4"/>
    <w:rPr>
      <w:rFonts w:ascii="Times New Roman" w:hAnsi="Times New Roman" w:cs="Times New Roman" w:hint="default"/>
      <w:sz w:val="26"/>
    </w:rPr>
  </w:style>
  <w:style w:type="character" w:customStyle="1" w:styleId="2123">
    <w:name w:val="Основной текст (2) + 123"/>
    <w:aliases w:val="5 pt6,Не полужирный3"/>
    <w:rsid w:val="00A25AA4"/>
    <w:rPr>
      <w:b/>
      <w:bCs w:val="0"/>
      <w:sz w:val="25"/>
      <w:shd w:val="clear" w:color="auto" w:fill="FFFFFF"/>
    </w:rPr>
  </w:style>
  <w:style w:type="character" w:customStyle="1" w:styleId="410">
    <w:name w:val="Основной текст (4) + 10"/>
    <w:aliases w:val="5 pt4"/>
    <w:rsid w:val="00A25AA4"/>
    <w:rPr>
      <w:rFonts w:ascii="Times New Roman" w:hAnsi="Times New Roman" w:cs="Times New Roman" w:hint="default"/>
      <w:sz w:val="21"/>
    </w:rPr>
  </w:style>
  <w:style w:type="character" w:customStyle="1" w:styleId="af5">
    <w:name w:val="Обычный (веб) Знак"/>
    <w:link w:val="af4"/>
    <w:uiPriority w:val="99"/>
    <w:locked/>
    <w:rsid w:val="00A25AA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paragraph" w:styleId="af4">
    <w:name w:val="Normal (Web)"/>
    <w:basedOn w:val="a"/>
    <w:link w:val="af5"/>
    <w:uiPriority w:val="99"/>
    <w:unhideWhenUsed/>
    <w:rsid w:val="00A25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A25AA4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A25AA4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A25AA4"/>
    <w:rPr>
      <w:rFonts w:ascii="Consolas" w:hAnsi="Consolas"/>
      <w:sz w:val="20"/>
      <w:szCs w:val="20"/>
      <w:lang w:val="ru-RU" w:eastAsia="ru-RU" w:bidi="ar-SA"/>
    </w:rPr>
  </w:style>
  <w:style w:type="paragraph" w:styleId="af6">
    <w:name w:val="Body Text"/>
    <w:basedOn w:val="a"/>
    <w:link w:val="af7"/>
    <w:uiPriority w:val="99"/>
    <w:unhideWhenUsed/>
    <w:rsid w:val="00A25AA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7">
    <w:name w:val="Основной текст Знак"/>
    <w:basedOn w:val="a0"/>
    <w:link w:val="af6"/>
    <w:uiPriority w:val="99"/>
    <w:rsid w:val="00A25AA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character" w:customStyle="1" w:styleId="af8">
    <w:name w:val="Основной текст_"/>
    <w:link w:val="24"/>
    <w:locked/>
    <w:rsid w:val="00A25AA4"/>
    <w:rPr>
      <w:spacing w:val="8"/>
      <w:shd w:val="clear" w:color="auto" w:fill="FFFFFF"/>
    </w:rPr>
  </w:style>
  <w:style w:type="paragraph" w:customStyle="1" w:styleId="24">
    <w:name w:val="Основной текст2"/>
    <w:basedOn w:val="a"/>
    <w:link w:val="af8"/>
    <w:rsid w:val="00A25AA4"/>
    <w:pPr>
      <w:widowControl w:val="0"/>
      <w:shd w:val="clear" w:color="auto" w:fill="FFFFFF"/>
      <w:spacing w:before="300" w:after="0" w:line="315" w:lineRule="exact"/>
      <w:jc w:val="both"/>
    </w:pPr>
    <w:rPr>
      <w:spacing w:val="8"/>
      <w:lang w:val="en-US" w:eastAsia="en-US" w:bidi="en-US"/>
    </w:rPr>
  </w:style>
  <w:style w:type="character" w:customStyle="1" w:styleId="FontStyle22">
    <w:name w:val="Font Style22"/>
    <w:rsid w:val="00A25AA4"/>
    <w:rPr>
      <w:rFonts w:ascii="Times New Roman" w:hAnsi="Times New Roman" w:cs="Times New Roman" w:hint="default"/>
      <w:sz w:val="26"/>
    </w:rPr>
  </w:style>
  <w:style w:type="character" w:customStyle="1" w:styleId="2123">
    <w:name w:val="Основной текст (2) + 123"/>
    <w:aliases w:val="5 pt6,Не полужирный3"/>
    <w:rsid w:val="00A25AA4"/>
    <w:rPr>
      <w:b/>
      <w:bCs w:val="0"/>
      <w:sz w:val="25"/>
      <w:shd w:val="clear" w:color="auto" w:fill="FFFFFF"/>
    </w:rPr>
  </w:style>
  <w:style w:type="character" w:customStyle="1" w:styleId="410">
    <w:name w:val="Основной текст (4) + 10"/>
    <w:aliases w:val="5 pt4"/>
    <w:rsid w:val="00A25AA4"/>
    <w:rPr>
      <w:rFonts w:ascii="Times New Roman" w:hAnsi="Times New Roman" w:cs="Times New Roman" w:hint="default"/>
      <w:sz w:val="21"/>
    </w:rPr>
  </w:style>
  <w:style w:type="character" w:customStyle="1" w:styleId="af5">
    <w:name w:val="Обычный (веб) Знак"/>
    <w:link w:val="af4"/>
    <w:uiPriority w:val="99"/>
    <w:locked/>
    <w:rsid w:val="00A25AA4"/>
    <w:rPr>
      <w:rFonts w:ascii="Times New Roman" w:eastAsia="Times New Roman" w:hAnsi="Times New Roman"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2</TotalTime>
  <Pages>1</Pages>
  <Words>2141</Words>
  <Characters>12204</Characters>
  <Application>Microsoft Office Word</Application>
  <DocSecurity>0</DocSecurity>
  <Lines>101</Lines>
  <Paragraphs>28</Paragraphs>
  <ScaleCrop>false</ScaleCrop>
  <Company>Microsoft</Company>
  <LinksUpToDate>false</LinksUpToDate>
  <CharactersWithSpaces>14317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Users</cp:lastModifiedBy>
  <cp:revision>3</cp:revision>
  <dcterms:created xsi:type="dcterms:W3CDTF">2020-11-30T15:18:00Z</dcterms:created>
  <dcterms:modified xsi:type="dcterms:W3CDTF">2020-12-01T06:45:00Z</dcterms:modified>
</cp:coreProperties>
</file>