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7A7" w:rsidRPr="0066767B" w:rsidRDefault="00A767A7" w:rsidP="00A767A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A767A7" w:rsidRPr="0066767B" w:rsidRDefault="00A767A7" w:rsidP="00A7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A767A7" w:rsidRPr="0066767B" w:rsidRDefault="00A767A7" w:rsidP="00A767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872A2FE" wp14:editId="00E3A579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925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92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2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3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4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67A7" w:rsidRDefault="00A767A7" w:rsidP="00A7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2gjMIA&#10;AADeAAAADwAAAGRycy9kb3ducmV2LnhtbERPS4vCMBC+C/6HMII3Ta3gozaKyCoeBNFd70MzfWAz&#10;KU1W67/fLAje5uN7TrrpTC0e1LrKsoLJOAJBnFldcaHg53s/WoBwHlljbZkUvMjBZt3vpZho++QL&#10;Pa6+ECGEXYIKSu+bREqXlWTQjW1DHLjctgZ9gG0hdYvPEG5qGUfRTBqsODSU2NCupOx+/TUK7PRw&#10;PN2K+DL94rnn7XmR37qTUsNBt12B8NT5j/jtPuowf7KMZ/D/TrhB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aCM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W3tMYA&#10;AADeAAAADwAAAGRycy9kb3ducmV2LnhtbERPTWsCMRC9C/6HMAUvUrN60Lo1igirrYeCttDrsJlu&#10;tt1MliTq1l9vCkJv83ifs1h1thFn8qF2rGA8ykAQl07XXCn4eC8en0CEiKyxcUwKfinAatnvLTDX&#10;7sIHOh9jJVIIhxwVmBjbXMpQGrIYRq4lTtyX8xZjgr6S2uMlhdtGTrJsKi3WnBoMtrQxVP4cT1bB&#10;d/FmPjez69YP5we6Dov9rnmdKjV46NbPICJ18V98d7/oNH88n8zg7510g1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qW3t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SmHx8QA&#10;AADeAAAADwAAAGRycy9kb3ducmV2LnhtbESPzWrCQBDH74W+wzIFL0U3KkhNXUVEpXgRtQ8wZMds&#10;aHY2ZFcT375zELzNMP+P3yxWva/VndpYBTYwHmWgiItgKy4N/F52wy9QMSFbrAOTgQdFWC3f3xaY&#10;29Dxie7nVCoJ4ZijAZdSk2sdC0ce4yg0xHK7htZjkrUttW2xk3Bf60mWzbTHiqXBYUMbR8Xf+eal&#10;5DjF4+HaXXb7HjvcHhx/rk/GDD769TeoRH16iZ/uHyv44/lEeOUdmUE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ph8f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E3ZsUA&#10;AADeAAAADwAAAGRycy9kb3ducmV2LnhtbERPTUsDMRC9C/0PYQRvNttFq12bllIVitCDVRBvw2a6&#10;u7iZhGTsrv++EQRv83ifs1yPrlcniqnzbGA2LUAR19523Bh4f3u+vgeVBNli75kM/FCC9WpyscTK&#10;+oFf6XSQRuUQThUaaEVCpXWqW3KYpj4QZ+7oo0PJMDbaRhxyuOt1WRRz7bDj3NBioG1L9dfh2xnY&#10;D0/h5W5+ewyf8abU6dHKx1aMubocNw+ghEb5F/+5dzbPny3KB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4Td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dHMUA&#10;AADeAAAADwAAAGRycy9kb3ducmV2LnhtbESPQWvCQBCF74X+h2UKXopuVJCauoqISvEian/AkB2z&#10;odnZkF1N/PfOoeBthnnvffMWq97X6k5trAIbGI8yUMRFsBWXBn4vu+EXqJiQLdaBycCDIqyW728L&#10;zG3o+ET3cyqVhHDM0YBLqcm1joUjj3EUGmK5XUPrMcnaltq22Em4r/Uky2baY8VCcNjQxlHxd755&#10;gRyneDxcu8tu32OH24Pjz/XJmMFHv/4GlahPL/G/+8fK++P5VApIHZlBL5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hh0c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6tvcUA&#10;AADeAAAADwAAAGRycy9kb3ducmV2LnhtbERPTUsDMRC9C/0PYQRvNrtVq12bFqkKUvBgFaS3YTPd&#10;XbqZhGTsrv/eCIK3ebzPWa5H16sTxdR5NlBOC1DEtbcdNwY+3p8v70AlQbbYeyYD35RgvZqcLbGy&#10;fuA3Ou2kUTmEU4UGWpFQaZ3qlhymqQ/EmTv46FAyjI22EYcc7no9K4q5dthxbmgx0Kal+rj7cgZe&#10;h6ewvZ3fHMI+Xs90erTyuRFjLs7Hh3tQQqP8i//cLzbPLxdXJ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Tq29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kuI8UA&#10;AADeAAAADwAAAGRycy9kb3ducmV2LnhtbERP32vCMBB+H/g/hBv4IjNVmWzVKCqECRNkbuDr0Zxt&#10;WXMpSWa7/34RhL3dx/fzluveNuJKPtSOFUzGGQjiwpmaSwVfn/rpBUSIyAYbx6TglwKsV4OHJebG&#10;dfxB11MsRQrhkKOCKsY2lzIUFVkMY9cSJ+7ivMWYoC+l8dilcNvIaZbNpcWaU0OFLe0qKr5PP1bB&#10;9tiVMz8qtr17v7ydn7U2+qCVGj72mwWISH38F9/de5PmT15nU7i9k26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mS4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XBR8MA&#10;AADeAAAADwAAAGRycy9kb3ducmV2LnhtbERP22oCMRB9L/gPYYS+1azaiq5GEctCKX3x8gHDZtys&#10;biZLEtf1702h0Lc5nOusNr1tREc+1I4VjEcZCOLS6ZorBadj8TYHESKyxsYxKXhQgM168LLCXLs7&#10;76k7xEqkEA45KjAxtrmUoTRkMYxcS5y4s/MWY4K+ktrjPYXbRk6ybCYt1pwaDLa0M1ReDzeroPie&#10;/HTXm/aF2/bvlj7MZf5plHod9tsliEh9/Bf/ub90mj9eTKfw+066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XBR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wTzMUA&#10;AADeAAAADwAAAGRycy9kb3ducmV2LnhtbERP32vCMBB+H/g/hBN8GZqqm8xqlDkIExyMOcHXoznb&#10;suZSksx2/70ZDPZ2H9/PW29724gr+VA7VjCdZCCIC2dqLhWcPvX4CUSIyAYbx6TghwJsN4O7NebG&#10;dfxB12MsRQrhkKOCKsY2lzIUFVkME9cSJ+7ivMWYoC+l8dilcNvIWZYtpMWaU0OFLb1UVHwdv62C&#10;3XtXzv19sevd4fJ6ftTa6Det1GjYP69AROrjv/jPvTdp/nQ5f4D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PM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D8qMMA&#10;AADeAAAADwAAAGRycy9kb3ducmV2LnhtbERP22oCMRB9L/gPYYS+1ay2iq5GEcuClL54+YBhM25W&#10;N5Mliev2702h0Lc5nOusNr1tREc+1I4VjEcZCOLS6ZorBedT8TYHESKyxsYxKfihAJv14GWFuXYP&#10;PlB3jJVIIRxyVGBibHMpQ2nIYhi5ljhxF+ctxgR9JbXHRwq3jZxk2UxarDk1GGxpZ6i8He9WQfE1&#10;+e5ud+0Lt+0/LE3Ndf5plHod9tsliEh9/Bf/ufc6zR8v3qfw+066Qa6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kD8q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z8N8AA&#10;AADeAAAADwAAAGRycy9kb3ducmV2LnhtbERPy6rCMBDdC/5DGMGdpr0+0GoUERRdWv2AoRnbYjOp&#10;Ta6tf28uXHA3h/Oc9bYzlXhR40rLCuJxBII4s7rkXMHtehgtQDiPrLGyTAre5GC76ffWmGjb8oVe&#10;qc9FCGGXoILC+zqR0mUFGXRjWxMH7m4bgz7AJpe6wTaEm0r+RNFcGiw5NBRY076g7JH+GgXTd3t8&#10;prNHdNCG4vOkPrPPZkoNB91uBcJT57/if/dJh/nxcjKHv3fCDXLz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Fz8N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JPA8MA&#10;AADeAAAADwAAAGRycy9kb3ducmV2LnhtbERPS4vCMBC+C/6HMMLe1lQXXK2mIisusietj/PQTB/Y&#10;TEoTtf57syB4m4/vOYtlZ2pxo9ZVlhWMhhEI4szqigsFx8PmcwrCeWSNtWVS8CAHy6TfW2Cs7Z33&#10;dEt9IUIIuxgVlN43sZQuK8mgG9qGOHC5bQ36ANtC6hbvIdzUchxFE2mw4tBQYkM/JWWX9GoUXCfn&#10;8ZHzP71L14/f2XqzcvJUKPUx6FZzEJ46/xa/3Fsd5o9mX9/w/064QS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RJPA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JrbMkA&#10;AADeAAAADwAAAGRycy9kb3ducmV2LnhtbESPT0/CQBDF7yZ+h82YcJMtf9JAZSFiQgIcIKIevI3d&#10;sa12Z2t3gfLtmQOJt5m8N+/9ZrboXK1O1IbKs4FBPwFFnHtbcWHg/W31OAEVIrLF2jMZuFCAxfz+&#10;boaZ9Wd+pdMhFkpCOGRooIyxybQOeUkOQ983xKJ9+9ZhlLUttG3xLOGu1sMkSbXDiqWhxIZeSsp/&#10;D0dn4GM/Saf75Wb8s9194cjZv09bpcb0HrrnJ1CRuvhvvl2vreAPpiPhlXdkBj2/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+Jrb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dZY8UA&#10;AADeAAAADwAAAGRycy9kb3ducmV2LnhtbERPS2vCQBC+F/oflin0VjdqkSS6Sh9UxVOMgtchO01C&#10;s7Mhu9XEX98tCN7m43vOYtWbRpypc7VlBeNRBIK4sLrmUsHx8PUSg3AeWWNjmRQM5GC1fHxYYKrt&#10;hfd0zn0pQgi7FBVU3replK6oyKAb2ZY4cN+2M+gD7EqpO7yEcNPISRTNpMGaQ0OFLX1UVPzkv0bB&#10;dXbCzG0m759T7Wl4jdd2l62Ven7q3+YgPPX+Lr65tzrMHyfTBP7fCT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V1lj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LqLcYA&#10;AADeAAAADwAAAGRycy9kb3ducmV2LnhtbESPQW/CMAyF75P2HyJP2m2koIKgI6BpYhI3oOwHWI2X&#10;VjROaTIo+/XzAYmbLT+/977levCtulAfm8AGxqMMFHEVbMPOwPfx620OKiZki21gMnCjCOvV89MS&#10;CxuufKBLmZwSE44FGqhT6gqtY1WTxzgKHbHcfkLvMcnaO217vIq5b/Uky2baY8OSUGNHnzVVp/LX&#10;GziHydQO5QZ3p81i3ziXn/8OuTGvL8PHO6hEQ3qI799bK/XHi1wABEdm0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1LqL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IpXcQA&#10;AADeAAAADwAAAGRycy9kb3ducmV2LnhtbERPS08CMRC+m/AfmiHhJt0FRHalECEh4Qp68Di2sw/Z&#10;TtdtgcVfb01IvM2X7znLdW8bcaHO144VpOMEBLF2puZSwfvb7nEBwgdkg41jUnAjD+vV4GGJuXFX&#10;PtDlGEoRQ9jnqKAKoc2l9Loii37sWuLIFa6zGCLsSmk6vMZw28hJksylxZpjQ4UtbSvSp+PZKtjX&#10;n/Q010VmFxt9+Pj5DtPnL6PUaNi/voAI1Id/8d29N3F+ms1S+Hsn3i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iKV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O/cYA&#10;AADeAAAADwAAAGRycy9kb3ducmV2LnhtbERP0WrCQBB8L/gPxwp9qxdDkZp6CSoIFltBLe3rkltz&#10;wdxeyF1j/PteoeDb7M7OzM6iGGwjeup87VjBdJKAIC6drrlS8HnaPL2A8AFZY+OYFNzIQ5GPHhaY&#10;aXflA/XHUIlowj5DBSaENpPSl4Ys+olriSN3dp3FEMeukrrDazS3jUyTZCYt1hwTDLa0NlRejj9W&#10;QY/7W/JtVh/zt/q9TPerr52Oe/U4HpavIAIN4X78r97q+P50/pzCX52IQe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VFO/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A0/MMA&#10;AADeAAAADwAAAGRycy9kb3ducmV2LnhtbERPTUvDQBC9C/0Pywje7KZRpMZuSxEqHjXtweOYnWZT&#10;szNhd22iv94VBG/zeJ+z2ky+V2cKsRM2sJgXoIgbsR23Bg773fUSVEzIFnthMvBFETbr2cUKKysj&#10;v9K5Tq3KIRwrNOBSGiqtY+PIY5zLQJy5owSPKcPQahtwzOG+12VR3GmPHecGhwM9Omo+6k9vYHxq&#10;3k/l8c267zDIrn6RU9mLMVeX0/YBVKIp/Yv/3M82z1/c397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xA0/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G8n8UA&#10;AADeAAAADwAAAGRycy9kb3ducmV2LnhtbERP22oCMRB9F/oPYQTfNKtIq6tRrBcoRSlq+z5uxt1t&#10;k8myibr9e1MQ+jaHc53pvLFGXKn2pWMF/V4CgjhzuuRcwedx0x2B8AFZo3FMCn7Jw3z21Jpiqt2N&#10;93Q9hFzEEPYpKihCqFIpfVaQRd9zFXHkzq62GCKsc6lrvMVwa+QgSZ6lxZJjQ4EVLQvKfg4Xq2Dz&#10;sTLfg91+8SXDcv1yMqP319VWqU67WUxABGrCv/jhftNxfn88HMLfO/EGOb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Aby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vEkMUA&#10;AADeAAAADwAAAGRycy9kb3ducmV2LnhtbERPTWvCQBC9C/6HZQQvUjfWWjS6ihREhQrWCl7H7JgE&#10;s7Mhu8b4712h0Ns83ufMFo0pRE2Vyy0rGPQjEMSJ1TmnCo6/q7cxCOeRNRaWScGDHCzm7dYMY23v&#10;/EP1wacihLCLUUHmfRlL6ZKMDLq+LYkDd7GVQR9glUpd4T2Em0K+R9GnNJhzaMiwpK+MkuvhZhTU&#10;++9zuqldub2Oe240PK/XO31SqttpllMQnhr/L/5zb3SYP5h8jOD1Trh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u8SQ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Uk+sUA&#10;AADeAAAADwAAAGRycy9kb3ducmV2LnhtbERPS2sCMRC+F/ofwhS81axiRVejVEHopeDroLdxM+4u&#10;bibbJOrWX28Ewdt8fM8ZTxtTiQs5X1pW0GknIIgzq0vOFWw3i88BCB+QNVaWScE/eZhO3t/GmGp7&#10;5RVd1iEXMYR9igqKEOpUSp8VZNC3bU0cuaN1BkOELpfa4TWGm0p2k6QvDZYcGwqsaV5QdlqfjYLZ&#10;cDD7W/b497Y67Gm/O5y+ui5RqvXRfI9ABGrCS/x0/+g4vzPs9eHxTrxBT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BST6xQAAAN4AAAAPAAAAAAAAAAAAAAAAAJgCAABkcnMv&#10;ZG93bnJldi54bWxQSwUGAAAAAAQABAD1AAAAigMAAAAA&#10;" fillcolor="black" stroked="f"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qPYccA&#10;AADeAAAADwAAAGRycy9kb3ducmV2LnhtbERPS2sCMRC+F/wPYYTealapVrdGqW0FQT34OPQ43Ux3&#10;w24myybV1V/fCEJv8/E9ZzpvbSVO1HjjWEG/l4Agzpw2nCs4HpZPYxA+IGusHJOCC3mYzzoPU0y1&#10;O/OOTvuQixjCPkUFRQh1KqXPCrLoe64mjtyPayyGCJtc6gbPMdxWcpAkI2nRcGwosKb3grJy/2sV&#10;fK1HZrwzNPjeXBefejMsF9uPUqnHbvv2CiJQG/7Fd/dKx/n9yfML3N6JN8j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Kj2H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d2IccA&#10;AADeAAAADwAAAGRycy9kb3ducmV2LnhtbESPQU8CMRCF7yb8h2ZMvEkXYwwsFEIwRi8eBIzXyXbY&#10;rrudrm2BhV/vHEy8zeS9ee+bxWrwnTpRTE1gA5NxAYq4Crbh2sB+93I/BZUyssUuMBm4UILVcnSz&#10;wNKGM3/QaZtrJSGcSjTgcu5LrVPlyGMah55YtEOIHrOssdY24lnCfacfiuJJe2xYGhz2tHFUtduj&#10;NxDXX8/tlY+fbXF9v6TX7+Fnis6Yu9thPQeVacj/5r/rNyv4k9mj8Mo7MoNe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HdiH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pl8cQA&#10;AADeAAAADwAAAGRycy9kb3ducmV2LnhtbERP22rCQBB9L/Qflin4UupGEdtEVymFglARtH7AmB2T&#10;4O5syE419uvdQsG3OZzrzJe9d+pMXWwCGxgNM1DEZbANVwb2358vb6CiIFt0gcnAlSIsF48Pcyxs&#10;uPCWzjupVArhWKCBWqQttI5lTR7jMLTEiTuGzqMk2FXadnhJ4d7pcZZNtceGU0ONLX3UVJ52P96A&#10;Gx9c/vUa13Ld63X262X7vLHGDJ769xkooV7u4n/3yqb5o3ySw9876Qa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6ZfH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0kb68cA&#10;AADeAAAADwAAAGRycy9kb3ducmV2LnhtbESPQU/DMAyF70j7D5EncWPpJoGgLJvYpkm9cKAb2tVr&#10;TFOROFUTtsKvxwckbrb8/N77lusxeHWhIXWRDcxnBSjiJtqOWwPHw/7uEVTKyBZ9ZDLwTQnWq8nN&#10;Eksbr/xGlzq3Skw4lWjA5dyXWqfGUcA0iz2x3D7iEDDLOrTaDngV8+D1oigedMCOJcFhT1tHzWf9&#10;FQzs6t4vjpXbpNP76/nsq589nXbG3E7Hl2dQmcb8L/77rqzUnz/dC4DgyAx69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9JG+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AMRsQA&#10;AADeAAAADwAAAGRycy9kb3ducmV2LnhtbERPyWrDMBC9F/IPYgq9NZILTVI3sgmlgUBOzXLIbZAm&#10;tlNrZCw1dv++ChRym8dbZ1mOrhVX6kPjWUM2VSCIjbcNVxoO+/XzAkSIyBZbz6ThlwKUxeRhibn1&#10;A3/RdRcrkUI45KihjrHLpQymJodh6jvixJ197zAm2FfS9jikcNfKF6Vm0mHDqaHGjj5qMt+7H6fh&#10;spZbbxSa4+E4bOz89DmjVmn99Diu3kFEGuNd/O/e2DQ/e3vN4PZOukE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EADE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phVsQA&#10;AADeAAAADwAAAGRycy9kb3ducmV2LnhtbERPTWvCQBC9C/0PywjedGOkYqOrWEEQSw/VUjyO2TEJ&#10;yc6G3VXTf98tCN7m8T5nsepMI27kfGVZwXiUgCDOra64UPB93A5nIHxA1thYJgW/5GG1fOktMNP2&#10;zl90O4RCxBD2GSooQ2gzKX1ekkE/si1x5C7WGQwRukJqh/cYbhqZJslUGqw4NpTY0qakvD5cjYLT&#10;9YMvn5P92r2HH9sdfZ2eZ7VSg363noMI1IWn+OHe6Th//Paawv8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6YV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sRv8UA&#10;AADeAAAADwAAAGRycy9kb3ducmV2LnhtbERPS2sCMRC+F/ofwgjealatoqtRaqHQi+DroLdxM+4u&#10;bibbJNW1v74RBG/z8T1nOm9MJS7kfGlZQbeTgCDOrC45V7Dbfr2NQPiArLGyTApu5GE+e32ZYqrt&#10;ldd02YRcxBD2KSooQqhTKX1WkEHfsTVx5E7WGQwRulxqh9cYbirZS5KhNFhybCiwps+CsvPm1yhY&#10;jEeLn9U7L//WxwMd9sfzoOcSpdqt5mMCIlATnuKH+1vH+d3xoA/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qxG/xQAAAN4AAAAPAAAAAAAAAAAAAAAAAJgCAABkcnMv&#10;ZG93bnJldi54bWxQSwUGAAAAAAQABAD1AAAAigMAAAAA&#10;" fillcolor="black" stroked="f"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SCYcQA&#10;AADeAAAADwAAAGRycy9kb3ducmV2LnhtbERPS0sDMRC+C/0PYQrebLa+0LVpWQqieNpWS6/TzXSz&#10;dDNZkpiu/94IQm/z8T1nsRptLxL50DlWMJ8VIIgbpztuFXx9vt48gQgRWWPvmBT8UIDVcnK1wFK7&#10;M28obWMrcgiHEhWYGIdSytAYshhmbiDO3NF5izFD30rt8ZzDbS9vi+JRWuw4NxgcaG2oOW2/rYJ0&#10;WNfVXdons/nwVetd/bY71EpdT8fqBUSkMV7E/+53nefPnx/u4e+dfIN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0gm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Rj88UA&#10;AADeAAAADwAAAGRycy9kb3ducmV2LnhtbERPTWvCQBC9F/wPywi91U0KikZXEanS9lIbBT0O2TEb&#10;zM6G7Dam/fXdgtDbPN7nLFa9rUVHra8cK0hHCQjiwumKSwXHw/ZpCsIHZI21Y1LwTR5Wy8HDAjPt&#10;bvxJXR5KEUPYZ6jAhNBkUvrCkEU/cg1x5C6utRgibEupW7zFcFvL5ySZSIsVxwaDDW0MFdf8yyrw&#10;6ebl9G5/Zt15Z/gjfzOTfWmUehz26zmIQH34F9/drzrOT2fjMfy9E2+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GP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67A7" w:rsidRDefault="00A767A7" w:rsidP="00A7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767A7" w:rsidRPr="0066767B" w:rsidRDefault="00A767A7" w:rsidP="00A767A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767A7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A767A7" w:rsidRPr="0066767B" w:rsidRDefault="00A767A7" w:rsidP="00A767A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A767A7" w:rsidRPr="0066767B" w:rsidRDefault="00A767A7" w:rsidP="00A767A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A767A7" w:rsidRPr="0066767B" w:rsidRDefault="00A767A7" w:rsidP="00A767A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A767A7" w:rsidRPr="0066767B" w:rsidRDefault="00A767A7" w:rsidP="00A767A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A767A7" w:rsidRPr="0066767B" w:rsidRDefault="00A767A7" w:rsidP="00A767A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A767A7" w:rsidRPr="0066767B" w:rsidRDefault="00A767A7" w:rsidP="00A767A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A767A7" w:rsidRPr="0066767B" w:rsidRDefault="00A767A7" w:rsidP="00A76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A767A7" w:rsidRPr="0066767B" w:rsidRDefault="00A767A7" w:rsidP="00A767A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A767A7" w:rsidRPr="0066767B" w:rsidRDefault="00A767A7" w:rsidP="00A767A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В.М.</w:t>
      </w:r>
    </w:p>
    <w:p w:rsidR="00A767A7" w:rsidRPr="0066767B" w:rsidRDefault="00A767A7" w:rsidP="00A767A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67A7" w:rsidRPr="0066767B" w:rsidRDefault="00A767A7" w:rsidP="00A767A7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67A7" w:rsidRPr="0066767B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В.М.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A767A7" w:rsidRPr="0066767B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A767A7" w:rsidRPr="0066767B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67A7" w:rsidRPr="0066767B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Тимощук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Валентині Михайлівні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0,3253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767A7" w:rsidRPr="0006544A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Валентині Михайлівні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B45BAD">
        <w:rPr>
          <w:rFonts w:ascii="Times New Roman" w:eastAsia="Calibri" w:hAnsi="Times New Roman" w:cs="Times New Roman"/>
          <w:sz w:val="24"/>
          <w:lang w:val="en-US"/>
        </w:rPr>
        <w:t>_____________</w:t>
      </w:r>
      <w:r w:rsidRPr="0006544A">
        <w:rPr>
          <w:rFonts w:ascii="Times New Roman" w:eastAsia="Calibri" w:hAnsi="Times New Roman" w:cs="Times New Roman"/>
          <w:sz w:val="24"/>
          <w:lang w:val="uk-UA"/>
        </w:rPr>
        <w:t xml:space="preserve">,  </w:t>
      </w:r>
      <w:r w:rsidRPr="00194C8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ідентифікаційний номер </w:t>
      </w:r>
      <w:r w:rsidR="00B45BAD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________</w:t>
      </w:r>
      <w:bookmarkStart w:id="0" w:name="_GoBack"/>
      <w:bookmarkEnd w:id="0"/>
      <w:r w:rsidRPr="00194C8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 w:rsidRPr="00194C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0,4447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кадастро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вий номер: 6823984000:03:018:0327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для ведення особистого селянського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яка розташована Хмельницька область, </w:t>
      </w:r>
      <w:proofErr w:type="spellStart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A767A7" w:rsidRPr="0006544A" w:rsidRDefault="00A767A7" w:rsidP="00A767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Тимощук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В.М.</w:t>
      </w:r>
      <w:r w:rsidRPr="0006544A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06544A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767A7" w:rsidRPr="0066767B" w:rsidRDefault="00A767A7" w:rsidP="00A767A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A767A7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67A7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67A7" w:rsidRPr="0066767B" w:rsidRDefault="00A767A7" w:rsidP="00A767A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767A7" w:rsidRDefault="00A767A7" w:rsidP="00A767A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Сільський   голова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Валерій   МИХАЛЮК</w:t>
      </w:r>
    </w:p>
    <w:p w:rsidR="00026F21" w:rsidRDefault="00026F21"/>
    <w:sectPr w:rsidR="00026F21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45D8" w:rsidRDefault="00F545D8">
      <w:pPr>
        <w:spacing w:after="0" w:line="240" w:lineRule="auto"/>
      </w:pPr>
      <w:r>
        <w:separator/>
      </w:r>
    </w:p>
  </w:endnote>
  <w:endnote w:type="continuationSeparator" w:id="0">
    <w:p w:rsidR="00F545D8" w:rsidRDefault="00F545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45D8" w:rsidRDefault="00F545D8">
      <w:pPr>
        <w:spacing w:after="0" w:line="240" w:lineRule="auto"/>
      </w:pPr>
      <w:r>
        <w:separator/>
      </w:r>
    </w:p>
  </w:footnote>
  <w:footnote w:type="continuationSeparator" w:id="0">
    <w:p w:rsidR="00F545D8" w:rsidRDefault="00F545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7A7"/>
    <w:rsid w:val="00026F21"/>
    <w:rsid w:val="00656974"/>
    <w:rsid w:val="00A767A7"/>
    <w:rsid w:val="00B45BAD"/>
    <w:rsid w:val="00F54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A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67A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2021-01-18T12:03:00Z</dcterms:created>
  <dcterms:modified xsi:type="dcterms:W3CDTF">2021-01-18T12:20:00Z</dcterms:modified>
</cp:coreProperties>
</file>