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708" w:rsidRDefault="00F94708" w:rsidP="00F9470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4708" w:rsidRDefault="00F94708" w:rsidP="00F947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94708" w:rsidRDefault="00F94708" w:rsidP="00F947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94708" w:rsidRDefault="00F94708" w:rsidP="00F9470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4708" w:rsidRDefault="00F94708" w:rsidP="00F947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94708" w:rsidRDefault="00F94708" w:rsidP="00F947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94708" w:rsidRDefault="00F94708" w:rsidP="00F947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№20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F94708" w:rsidRPr="002C7821" w:rsidRDefault="00F94708" w:rsidP="00F9470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F94708" w:rsidRPr="002C7821" w:rsidRDefault="00F94708" w:rsidP="00F9470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розгляд заяви Семенюк О.М.</w:t>
      </w:r>
    </w:p>
    <w:p w:rsidR="00F94708" w:rsidRPr="002C7821" w:rsidRDefault="00F94708" w:rsidP="00F9470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94708" w:rsidRPr="002C7821" w:rsidRDefault="00F94708" w:rsidP="00F9470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Україні»,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статей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141, 142</w:t>
      </w: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Закону України «Про землеустрій», розглянувши заяву   Семенюка О.М., сільська   рада     </w:t>
      </w:r>
    </w:p>
    <w:p w:rsidR="00F94708" w:rsidRPr="002C7821" w:rsidRDefault="00F94708" w:rsidP="00F9470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94708" w:rsidRPr="002C7821" w:rsidRDefault="00F94708" w:rsidP="00F9470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Семенюка Олександра Миколайовича,  який зареєстрований за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F5FB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,  припинити право користування на земельну ділянку орієнтовною площею  0,3100 га, яка розташована в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по вул. Миру, та перевести в землі запасу </w:t>
      </w:r>
      <w:proofErr w:type="spellStart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F94708" w:rsidRPr="002C7821" w:rsidRDefault="00F94708" w:rsidP="00F9470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782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F94708" w:rsidRPr="002C7821" w:rsidRDefault="00F94708" w:rsidP="00F9470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94708" w:rsidRPr="002C7821" w:rsidRDefault="00F94708" w:rsidP="00F9470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94708" w:rsidRPr="002C7821" w:rsidRDefault="00F94708" w:rsidP="00F9470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94708" w:rsidRDefault="00F94708" w:rsidP="00F9470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C782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            </w:t>
      </w:r>
      <w:r w:rsidRPr="002C7821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243DE5" w:rsidRDefault="00243DE5"/>
    <w:sectPr w:rsidR="00243D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708"/>
    <w:rsid w:val="00243DE5"/>
    <w:rsid w:val="003F5FBF"/>
    <w:rsid w:val="00F94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0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947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947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9470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470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947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947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9470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185</Words>
  <Characters>1055</Characters>
  <Application>Microsoft Office Word</Application>
  <DocSecurity>0</DocSecurity>
  <Lines>8</Lines>
  <Paragraphs>2</Paragraphs>
  <ScaleCrop>false</ScaleCrop>
  <Company>SPecialiST RePack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2021-07-07T06:10:00Z</dcterms:created>
  <dcterms:modified xsi:type="dcterms:W3CDTF">2021-07-07T08:04:00Z</dcterms:modified>
</cp:coreProperties>
</file>