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0D1" w:rsidRDefault="008540D1" w:rsidP="0085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540D1" w:rsidRDefault="008540D1" w:rsidP="008540D1"/>
    <w:p w:rsidR="008540D1" w:rsidRDefault="008540D1" w:rsidP="008540D1"/>
    <w:p w:rsidR="008540D1" w:rsidRDefault="008540D1" w:rsidP="008540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540D1" w:rsidRDefault="008540D1" w:rsidP="008540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540D1" w:rsidRDefault="008540D1" w:rsidP="008540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540D1" w:rsidRDefault="008540D1" w:rsidP="008540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540D1" w:rsidRDefault="008540D1" w:rsidP="008540D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0D1" w:rsidRDefault="008540D1" w:rsidP="008540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540D1" w:rsidRDefault="008540D1" w:rsidP="008540D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40D1" w:rsidRDefault="008540D1" w:rsidP="008540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540D1" w:rsidRDefault="008540D1" w:rsidP="008540D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№48</w:t>
      </w:r>
    </w:p>
    <w:p w:rsidR="008540D1" w:rsidRDefault="008540D1" w:rsidP="008540D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8540D1" w:rsidRDefault="008540D1" w:rsidP="008540D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540D1" w:rsidRDefault="008540D1" w:rsidP="008540D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540D1" w:rsidRDefault="008540D1" w:rsidP="008540D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540D1" w:rsidRDefault="008540D1" w:rsidP="008540D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В.А.</w:t>
      </w:r>
    </w:p>
    <w:p w:rsidR="008540D1" w:rsidRDefault="008540D1" w:rsidP="008540D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540D1" w:rsidRDefault="008540D1" w:rsidP="008540D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Климчука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В.А.,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540D1" w:rsidRDefault="008540D1" w:rsidP="008540D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540D1" w:rsidRDefault="008540D1" w:rsidP="008540D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Василю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679D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03:012:0184).</w:t>
      </w:r>
      <w:proofErr w:type="gramEnd"/>
    </w:p>
    <w:p w:rsidR="008540D1" w:rsidRDefault="008540D1" w:rsidP="008540D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В.А.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540D1" w:rsidRDefault="008540D1" w:rsidP="008540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540D1" w:rsidRDefault="008540D1" w:rsidP="008540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00840" w:rsidRPr="008540D1" w:rsidRDefault="008540D1" w:rsidP="008540D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00840" w:rsidRPr="00854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0D1"/>
    <w:rsid w:val="00171A2E"/>
    <w:rsid w:val="00304C90"/>
    <w:rsid w:val="00505B6D"/>
    <w:rsid w:val="006D3977"/>
    <w:rsid w:val="00700840"/>
    <w:rsid w:val="007D6C18"/>
    <w:rsid w:val="008540D1"/>
    <w:rsid w:val="009679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2020-07-29T13:59:00Z</dcterms:created>
  <dcterms:modified xsi:type="dcterms:W3CDTF">2020-07-29T17:39:00Z</dcterms:modified>
</cp:coreProperties>
</file>