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B7" w:rsidRPr="00CF20B7" w:rsidRDefault="00CF20B7" w:rsidP="00CF20B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F20B7" w:rsidRDefault="00CF20B7" w:rsidP="00CF20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5B72">
        <w:rPr>
          <w:noProof/>
        </w:rPr>
        <w:pict>
          <v:group id="_x0000_s1026" style="position:absolute;left:0;text-align:left;margin-left:223.65pt;margin-top:0;width:34.4pt;height:48.3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">
            <v:shape id="Freeform 127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aATsUA&#10;AADcAAAADwAAAGRycy9kb3ducmV2LnhtbESPQWvCQBCF7wX/wzKCt7oxgkrqKkVRCj1VW/E4ZKdJ&#10;aHY27K4x/fedQ8HbDO/Ne9+st4NrVU8hNp4NzKYZKOLS24YrA5/nw/MKVEzIFlvPZOCXImw3o6c1&#10;Ftbf+YP6U6qUhHAs0ECdUldoHcuaHMap74hF+/bBYZI1VNoGvEu4a3WeZQvtsGFpqLGjXU3lz+nm&#10;DLz3+eJyPe7deV7ly1DOv/Z50xozGQ+vL6ASDelh/r9+s4K/Elp5Rib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toBO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128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6cgcIA&#10;AADcAAAADwAAAGRycy9kb3ducmV2LnhtbERPS4vCMBC+L/gfwgh7WTStBx/VKCII6oJgFbwOzdhW&#10;m0lponb//UYQvM3H95zZojWVeFDjSssK4n4EgjizuuRcwem47o1BOI+ssbJMCv7IwWLe+Zphou2T&#10;D/RIfS5CCLsEFRTe14mULivIoOvbmjhwF9sY9AE2udQNPkO4qeQgiobSYMmhocCaVgVlt/RuFMhj&#10;uvXbUWl+4t1538b2uvrNrkp9d9vlFISn1n/Eb/dGh/njCbyeCRf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DpyBwgAAANw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129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KYWcgA&#10;AADcAAAADwAAAGRycy9kb3ducmV2LnhtbESPT08CQQzF7yR+h0lNvBiY1aCBlYGoCYZ4IJE/97JT&#10;d1d2OuvMCAufnh5MuLV5r+/9Opl1rlEHCrH2bOBhkIEiLrytuTSwWc/7I1AxIVtsPJOBE0WYTW96&#10;E8ytP/IXHVapVBLCMUcDVUptrnUsKnIYB74lFu3bB4dJ1lBqG/Ao4a7Rj1n2rB3WLA0VtvReUbFf&#10;/TkD8wXtx9v292N4Dk/l6Ge3/Hxb3xtzd9u9voBK1KWr+f96YQV/LPjyjEygp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8phZyAAAANw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130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XQysIA&#10;AADcAAAADwAAAGRycy9kb3ducmV2LnhtbERPTWvCQBC9C/0PyxR6azYpVGx0E6QlpdCTWvQ6Zsck&#10;JjsbsluT/ntXKHibx/ucVT6ZTlxocI1lBUkUgyAurW64UvCzK54XIJxH1thZJgV/5CDPHmYrTLUd&#10;eUOXra9ECGGXooLa+z6V0pU1GXSR7YkDd7KDQR/gUEk94BjCTSdf4nguDTYcGmrs6b2mst3+GgXx&#10;92t3PO15Whw+Psv2PBY8NolST4/TegnC0+Tv4n/3lw7z3xK4PRMuk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5dDKwgAAANw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131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yjtcQA&#10;AADcAAAADwAAAGRycy9kb3ducmV2LnhtbERPTWsCMRC9F/wPYQQvpWaVVnQ1ihUU8SCo7X3cjLur&#10;m8k2ibrtr2+EQm/zeJ8zmTWmEjdyvrSsoNdNQBBnVpecK/g4LF+GIHxA1lhZJgXf5GE2bT1NMNX2&#10;zju67UMuYgj7FBUUIdSplD4ryKDv2po4cifrDIYIXS61w3sMN5XsJ8lAGiw5NhRY06Kg7LK/GgXL&#10;NV1Gn/XX6vXHveXD83G7eT88K9VpN/MxiEBN+Bf/udc6zh/14fFMvEB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so7XEAAAA3A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132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vrJsEA&#10;AADcAAAADwAAAGRycy9kb3ducmV2LnhtbERPTYvCMBC9C/6HMII3TVV2qdUoorgseFoVvY7N2Fab&#10;SWmi7f57s7DgbR7vc+bL1pTiSbUrLCsYDSMQxKnVBWcKjoftIAbhPLLG0jIp+CUHy0W3M8dE24Z/&#10;6Ln3mQgh7BJUkHtfJVK6NCeDbmgr4sBdbW3QB1hnUtfYhHBTynEUfUqDBYeGHCta55Te9w+jINp9&#10;lJfridv4vPlK77dmy00xUqrfa1czEJ5a/xb/u791mD+dwN8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76ybBAAAA3AAAAA8AAAAAAAAAAAAAAAAAmAIAAGRycy9kb3du&#10;cmV2LnhtbFBLBQYAAAAABAAEAPUAAACG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133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aM+8IA&#10;AADcAAAADwAAAGRycy9kb3ducmV2LnhtbERPS2vCQBC+F/wPywje6sYHRaOrSGqhVzUevI3ZMQnJ&#10;zobsNqb99a5Q8DYf33PW297UoqPWlZYVTMYRCOLM6pJzBenp630BwnlkjbVlUvBLDrabwdsaY23v&#10;fKDu6HMRQtjFqKDwvomldFlBBt3YNsSBu9nWoA+wzaVu8R7CTS2nUfQhDZYcGgpsKCkoq44/RsH5&#10;s6pmS45mf5cuWbjkmqbT216p0bDfrUB46v1L/O/+1mH+cg7PZ8IF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toz7wgAAANw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34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gNAMYA&#10;AADcAAAADwAAAGRycy9kb3ducmV2LnhtbERPS2vCQBC+C/0PyxR6kWZjqVKjq4hUsFAP2uLjNmTH&#10;JJidTbNrTP313YLgbT6+54ynrSlFQ7UrLCvoRTEI4tTqgjMF31+L5zcQziNrLC2Tgl9yMJ08dMaY&#10;aHvhNTUbn4kQwi5BBbn3VSKlS3My6CJbEQfuaGuDPsA6k7rGSwg3pXyJ44E0WHBoyLGieU7paXM2&#10;Cl6p2c8+r4fVdv/z7u2xu/twvZ1ST4/tbATCU+vv4pt7qcP8YR/+nwkXyM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+gNAMYAAADc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35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i3F8EA&#10;AADcAAAADwAAAGRycy9kb3ducmV2LnhtbERPTYvCMBC9C/sfwizsTVMVRLtGka6CV7UevM02Y1va&#10;TEqTrV1/vREEb/N4n7Nc96YWHbWutKxgPIpAEGdWl5wrSE+74RyE88gaa8uk4J8crFcfgyXG2t74&#10;QN3R5yKEsItRQeF9E0vpsoIMupFtiAN3ta1BH2CbS93iLYSbWk6iaCYNlhwaCmwoKSirjn9Gwfmn&#10;qqYLjqb3S5fMXfKbppPrVqmvz37zDcJT79/il3uvw/zFDJ7Ph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otxfBAAAA3AAAAA8AAAAAAAAAAAAAAAAAmAIAAGRycy9kb3du&#10;cmV2LnhtbFBLBQYAAAAABAAEAPUAAACG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6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Y27MYA&#10;AADcAAAADwAAAGRycy9kb3ducmV2LnhtbERPS2vCQBC+C/0PyxR6kWZjKVqjq4hUsFAP2uLjNmTH&#10;JJidTbNrTP313YLgbT6+54ynrSlFQ7UrLCvoRTEI4tTqgjMF31+L5zcQziNrLC2Tgl9yMJ08dMaY&#10;aHvhNTUbn4kQwi5BBbn3VSKlS3My6CJbEQfuaGuDPsA6k7rGSwg3pXyJ4740WHBoyLGieU7paXM2&#10;Cl6p2c8+r4fVdv/z7u2xu/twvZ1ST4/tbATCU+vv4pt7qcP84QD+nwkXyM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Y27MYAAADc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7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tFh8gA&#10;AADcAAAADwAAAGRycy9kb3ducmV2LnhtbESPT0vDQBDF7wW/wzKCt3bjH6ym3RapqAVBaBS9Dtlp&#10;NjY7G7PbJvXTOwehtxnem/d+M18OvlEH6mId2MDlJANFXAZbc2Xg4/1pfAcqJmSLTWAycKQIy8XZ&#10;aI65DT1v6FCkSkkIxxwNuJTaXOtYOvIYJ6ElFm0bOo9J1q7StsNewn2jr7LsVnusWRoctrRyVO6K&#10;vTfwdXP9FtxLEfb94/PvbvMz/f5cvRpzcT48zEAlGtLJ/H+9toJ/L7TyjEygF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O0WHyAAAANw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38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7V7cIA&#10;AADcAAAADwAAAGRycy9kb3ducmV2LnhtbERPS2vCQBC+F/wPywi9NRsrLRqzii0qUk++7kN2TILZ&#10;2TS7jdt/7wqF3ubje06+CKYRPXWutqxglKQgiAuray4VnI7rlwkI55E1NpZJwS85WMwHTzlm2t54&#10;T/3BlyKGsMtQQeV9m0npiooMusS2xJG72M6gj7Arpe7wFsNNI1/T9F0arDk2VNjSZ0XF9fBjFIy/&#10;3r43+qNc9c1k43bbyzrU4azU8zAsZyA8Bf8v/nNvdZw/ncLjmXiB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ztXtwgAAANwAAAAPAAAAAAAAAAAAAAAAAJgCAABkcnMvZG93&#10;bnJldi54bWxQSwUGAAAAAAQABAD1AAAAhw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39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bkgsIA&#10;AADcAAAADwAAAGRycy9kb3ducmV2LnhtbESPzYvCMBTE74L/Q3iCN03dgx/VWIoiCIsHPw4eH82z&#10;KTYvpcnW7n+/WRA8DjPzG2aT9bYWHbW+cqxgNk1AEBdOV1wquF0PkyUIH5A11o5JwS95yLbDwQZT&#10;7V58pu4SShEh7FNUYEJoUil9Yciin7qGOHoP11oMUbal1C2+ItzW8itJ5tJixXHBYEM7Q8Xz8mMV&#10;3Fen1aw3++S7W+THUDDis5srNR71+RpEoD58wu/2USuIRPg/E4+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1uSCwgAAANw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40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4tAscA&#10;AADcAAAADwAAAGRycy9kb3ducmV2LnhtbESPT2vCQBTE74LfYXlCb80mEcRG1yBCxEsPtX/0+Mg+&#10;k7TZtzG71bSfvisUPA4z8xtmmQ+mFRfqXWNZQRLFIIhLqxuuFLy9Fo9zEM4ja2wtk4IfcpCvxqMl&#10;Ztpe+YUue1+JAGGXoYLa+y6T0pU1GXSR7YiDd7K9QR9kX0nd4zXATSvTOJ5Jgw2HhRo72tRUfu2/&#10;jYJD8vz71E2H9/Toz7vPdHsui4+ZUg+TYb0A4Wnw9/B/e6cVpHECtzPhCMjV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OLQLHAAAA3A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41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LUScIA&#10;AADcAAAADwAAAGRycy9kb3ducmV2LnhtbESPUWvCMBSF34X9h3AHe9N0ZTjpjFIUQfHJ6g+4NHdt&#10;XXMTkmi7f78Iwh4P55zvcJbr0fTiTj50lhW8zzIQxLXVHTcKLufddAEiRGSNvWVS8EsB1quXyRIL&#10;bQc+0b2KjUgQDgUqaGN0hZShbslgmFlHnLxv6w3GJH0jtcchwU0v8yybS4Mdp4UWHW1aqn+qm1GA&#10;3n1uXSWH0/x6xP31UNKHLZV6ex3LLxCRxvgffrb3WkGe5fA4k46A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0tRJwgAAANw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42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QidcYA&#10;AADcAAAADwAAAGRycy9kb3ducmV2LnhtbESPQWvCQBSE74L/YXmCN92oYCW6Sm0NiM3F2B68PbLP&#10;JDT7NmRXjf76bqHQ4zAz3zCrTWdqcaPWVZYVTMYRCOLc6ooLBZ+nZLQA4TyyxtoyKXiQg82631th&#10;rO2dj3TLfCEChF2MCkrvm1hKl5dk0I1tQxy8i20N+iDbQuoW7wFuajmNork0WHFYKLGht5Ly7+xq&#10;FKRJ2qQfvFuc36/b2Xn//HrhQ6LUcNC9LkF46vx/+K+91wqm0Qx+z4Qj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6QidcYAAADc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43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7bjcYA&#10;AADcAAAADwAAAGRycy9kb3ducmV2LnhtbESPQWvCQBSE74X+h+UJvdWNUkSjmyCCtIVWqBbq8Zl9&#10;JsHs27i7xvTfdwWhx2FmvmEWeW8a0ZHztWUFo2ECgriwuuZSwfdu/TwF4QOyxsYyKfglD3n2+LDA&#10;VNsrf1G3DaWIEPYpKqhCaFMpfVGRQT+0LXH0jtYZDFG6UmqH1wg3jRwnyUQarDkuVNjSqqLitL0Y&#10;BZvz5PLR/exfD65ft+fmffWpZ7VST4N+OQcRqA//4Xv7TSsYJy9wOxOPgM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7bjcYAAADc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144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eSc8MA&#10;AADcAAAADwAAAGRycy9kb3ducmV2LnhtbESP0WoCMRRE3wX/IdxC3zSpoJbVKCLYihTErR9w2Vw3&#10;i5ubZRN169ebguDjMDNnmPmyc7W4Uhsqzxo+hgoEceFNxaWG4+9m8AkiRGSDtWfS8EcBlot+b46Z&#10;8Tc+0DWPpUgQDhlqsDE2mZShsOQwDH1DnLyTbx3GJNtSmhZvCe5qOVJqIh1WnBYsNrS2VJzzi9PA&#10;Sm72P0Vt5Nf9ON1923w3vuRav791qxmISF18hZ/trdEwUmP4P5OO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eSc8MAAADc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145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b+uMYA&#10;AADcAAAADwAAAGRycy9kb3ducmV2LnhtbESPT2vCQBTE70K/w/KE3nSjrRJTV/FPBfVmFIq3R/aZ&#10;hGbfhuyq0U/fLRR6HGbmN8x03ppK3KhxpWUFg34EgjizuuRcwem46cUgnEfWWFkmBQ9yMJ+9dKaY&#10;aHvnA91Sn4sAYZeggsL7OpHSZQUZdH1bEwfvYhuDPsgml7rBe4CbSg6jaCwNlhwWCqxpVVD2nV6N&#10;gvRyPuslf77v4pFb7fdvz8nXZq3Ua7ddfIDw1Pr/8F97qxUMozH8nglHQM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9b+uMYAAADc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146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GPp8QA&#10;AADcAAAADwAAAGRycy9kb3ducmV2LnhtbESPQWvCQBSE7wX/w/IK3upuFdoSXSUECz30UG1+wCP7&#10;ko1m38bsqvHfdwWhx2Hmm2FWm9F14kJDaD1reJ0pEMSVNy03Gsrfz5cPECEiG+w8k4YbBdisJ08r&#10;zIy/8o4u+9iIVMIhQw02xj6TMlSWHIaZ74mTV/vBYUxyaKQZ8JrKXSfnSr1Jhy2nBYs9FZaq4/7s&#10;NMzL/FDUP4vvw2mheOvsuD3vrNbT5zFfgog0xv/wg/4yiVPvcD+Tj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xj6fEAAAA3A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147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4+V8MA&#10;AADcAAAADwAAAGRycy9kb3ducmV2LnhtbERPTWsCMRC9C/6HMII3TbrYoqtRtFDwUqjaQ72Nm+nu&#10;4mayJlG3/fXNoeDx8b4Xq8424kY+1I41PI0VCOLCmZpLDZ+Ht9EURIjIBhvHpOGHAqyW/d4Cc+Pu&#10;vKPbPpYihXDIUUMVY5tLGYqKLIaxa4kT9+28xZigL6XxeE/htpGZUi/SYs2pocKWXisqzvur1bCZ&#10;TTeXjwm//+5ORzp+nc7PmVdaDwfdeg4iUhcf4n/31mjIVFqbzqQj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4+V8MAAADcAAAADwAAAAAAAAAAAAAAAACYAgAAZHJzL2Rv&#10;d25yZXYueG1sUEsFBgAAAAAEAAQA9QAAAIgDAAAAAA==&#10;" fillcolor="black" stroked="f"/>
            <v:shape id="Freeform 148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ktX8YA&#10;AADcAAAADwAAAGRycy9kb3ducmV2LnhtbESPQWvCQBSE74X+h+UVeinNJiIhTV1FpIXqRRIt9PjI&#10;vibB7NuQ3cb037uC4HGYmW+YxWoynRhpcK1lBUkUgyCurG65VnA8fL5mIJxH1thZJgX/5GC1fHxY&#10;YK7tmQsaS1+LAGGXo4LG+z6X0lUNGXSR7YmD92sHgz7IoZZ6wHOAm07O4jiVBlsOCw32tGmoOpV/&#10;RsFOVuPLdk7Jvh5/Th/77NukRaLU89O0fgfhafL38K39pRXM4je4nglHQC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LktX8YAAADcAAAADwAAAAAAAAAAAAAAAACYAgAAZHJz&#10;L2Rvd25yZXYueG1sUEsFBgAAAAAEAAQA9QAAAIs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149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85YMEA&#10;AADcAAAADwAAAGRycy9kb3ducmV2LnhtbERPzWrCQBC+F3yHZQre6kbBoqmriLRgoVCqPsCwO01C&#10;s7MhO5q0T985FHr8+P43uzG25kZ9bhI7mM8KMMQ+hYYrB5fzy8MKTBbkgG1icvBNGXbbyd0Gy5AG&#10;/qDbSSqjIZxLdFCLdKW12dcUMc9SR6zcZ+ojisK+sqHHQcNjaxdF8WgjNqwNNXZ0qMl/na7RweLq&#10;xcf168/b80WW7+duKJarvXPT+3H/BEZolH/xn/sY1DfX+XpGj4Dd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POWDBAAAA3AAAAA8AAAAAAAAAAAAAAAAAmAIAAGRycy9kb3du&#10;cmV2LnhtbFBLBQYAAAAABAAEAPUAAACG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150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bkY8YA&#10;AADcAAAADwAAAGRycy9kb3ducmV2LnhtbESPzWrDMBCE74W+g9hCb41sB0JxooRQ2pKC25CfS26L&#10;tLFMrJWxlMR5+6pQyHGYmW+Y2WJwrbhQHxrPCvJRBoJYe9NwrWC/+3h5BREissHWMym4UYDF/PFh&#10;hqXxV97QZRtrkSAcSlRgY+xKKYO25DCMfEecvKPvHcYk+1qaHq8J7lpZZNlEOmw4LVjs6M2SPm3P&#10;ToH+HFfvX9XB6nOx/q6bn3XlNkelnp+G5RREpCHew//tlVFQ5Dn8nUlH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bkY8YAAADc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151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+bx8MA&#10;AADcAAAADwAAAGRycy9kb3ducmV2LnhtbESPT4vCMBTE74LfIbwFb5q2B1mqUZbCgl4E/6HHR/O2&#10;LW1eShPbup9+Iyx4HGbmN8x6O5pG9NS5yrKCeBGBIM6trrhQcDl/zz9BOI+ssbFMCp7kYLuZTtaY&#10;ajvwkfqTL0SAsEtRQel9m0rp8pIMuoVtiYP3YzuDPsiukLrDIcBNI5MoWkqDFYeFElvKSsrr08Mo&#10;aM3v9XLfH/oovmGih4yHeslKzT7GrxUIT6N/h//bO60giRN4nQlH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+bx8MAAADcAAAADwAAAAAAAAAAAAAAAACYAgAAZHJzL2Rv&#10;d25yZXYueG1sUEsFBgAAAAAEAAQA9QAAAIg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152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3OTcQA&#10;AADcAAAADwAAAGRycy9kb3ducmV2LnhtbESPQYvCMBSE78L+h/AW9mZTXZG1GkUWXDwJWqHr7dE8&#10;22LzUpqo1V9vBMHjMDPfMLNFZ2pxodZVlhUMohgEcW51xYWCfbrq/4BwHlljbZkU3MjBYv7Rm2Gi&#10;7ZW3dNn5QgQIuwQVlN43iZQuL8mgi2xDHLyjbQ36INtC6havAW5qOYzjsTRYcVgosaHfkvLT7mwU&#10;jP4nyzSjw/2U/dlMrtON3azOSn19dsspCE+df4df7bVWMBx8w/NMO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tzk3EAAAA3A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153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CzcMUA&#10;AADcAAAADwAAAGRycy9kb3ducmV2LnhtbESPQWvCQBSE70L/w/IKvenGtARJXaUogiII1UKvz+xr&#10;kib7Nu6uGv99Vyh4HGbmG2Y6700rLuR8bVnBeJSAIC6srrlU8HVYDScgfEDW2FomBTfyMJ89DaaY&#10;a3vlT7rsQykihH2OCqoQulxKX1Rk0I9sRxy9H+sMhihdKbXDa4SbVqZJkkmDNceFCjtaVFQ0+7NR&#10;cHpdNjt3/P49bjeTW9YUp1RuMqVenvuPdxCB+vAI/7fXWkE6foP7mXgE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4LNwxQAAANwAAAAPAAAAAAAAAAAAAAAAAJgCAABkcnMv&#10;ZG93bnJldi54bWxQSwUGAAAAAAQABAD1AAAAigMAAAAA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154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YHFMYA&#10;AADcAAAADwAAAGRycy9kb3ducmV2LnhtbESPT2sCMRTE74LfITyhN8261KKrUbRQ8CL4p4d6e26e&#10;u4ubl22S6rafvhEEj8PM/IaZLVpTiys5X1lWMBwkIIhzqysuFHwePvpjED4ga6wtk4Jf8rCYdzsz&#10;zLS98Y6u+1CICGGfoYIyhCaT0uclGfQD2xBH72ydwRClK6R2eItwU8s0Sd6kwYrjQokNvZeUX/Y/&#10;RsFqMl59b19587c7Hen4dbqMUpco9dJrl1MQgdrwDD/aa60gHY7gfiYeAT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YHFMYAAADcAAAADwAAAAAAAAAAAAAAAACYAgAAZHJz&#10;L2Rvd25yZXYueG1sUEsFBgAAAAAEAAQA9QAAAIsDAAAAAA==&#10;" fillcolor="black" stroked="f"/>
            <v:shape id="Freeform 155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R7hsUA&#10;AADcAAAADwAAAGRycy9kb3ducmV2LnhtbESPUWvCMBSF3wf7D+EOfBkztQ+yVaOIKCgrlOl+wLW5&#10;tsXkpiRR679fBoM9Hs453+HMl4M14kY+dI4VTMYZCOLa6Y4bBd/H7ds7iBCRNRrHpOBBAZaL56c5&#10;Ftrd+Ytuh9iIBOFQoII2xr6QMtQtWQxj1xMn7+y8xZikb6T2eE9wa2SeZVNpseO00GJP65bqy+Fq&#10;FWzyk69O+Gnq7NiYcl+Vrx9VqdToZVjNQEQa4n/4r73TCvLJFH7PpCM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5HuGxQAAANwAAAAPAAAAAAAAAAAAAAAAAJgCAABkcnMv&#10;ZG93bnJldi54bWxQSwUGAAAAAAQABAD1AAAAigMAAAAA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156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kIpcYA&#10;AADcAAAADwAAAGRycy9kb3ducmV2LnhtbESPQWvCQBSE74L/YXlCb3VjCtpGV4mFQEGwre3B4zP7&#10;zAazb9PsVuO/7woFj8PMfMMsVr1txJk6XztWMBknIIhLp2uuFHx/FY/PIHxA1tg4JgVX8rBaDgcL&#10;zLS78Cedd6ESEcI+QwUmhDaT0peGLPqxa4mjd3SdxRBlV0nd4SXCbSPTJJlKizXHBYMtvRoqT7tf&#10;q8BK3B+qaVFu86fN++alXn/8FEaph1Gfz0EE6sM9/N9+0wrSyQxuZ+IR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2kIpcYAAADc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CF20B7" w:rsidRPr="00CF20B7" w:rsidRDefault="00CF20B7" w:rsidP="00CF20B7">
      <w:pPr>
        <w:rPr>
          <w:lang w:val="en-US"/>
        </w:rPr>
      </w:pPr>
    </w:p>
    <w:p w:rsidR="00CF20B7" w:rsidRDefault="00CF20B7" w:rsidP="00CF20B7"/>
    <w:p w:rsidR="00CF20B7" w:rsidRDefault="00CF20B7" w:rsidP="00CF20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F20B7" w:rsidRDefault="00CF20B7" w:rsidP="00CF20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F20B7" w:rsidRDefault="00CF20B7" w:rsidP="00CF20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F20B7" w:rsidRDefault="00CF20B7" w:rsidP="00CF20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F20B7" w:rsidRDefault="00CF20B7" w:rsidP="00CF20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0B7" w:rsidRDefault="00CF20B7" w:rsidP="00CF20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F20B7" w:rsidRDefault="00CF20B7" w:rsidP="00CF20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20B7" w:rsidRDefault="00CF20B7" w:rsidP="00CF20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XХХ   сесії сільської ради  VІІ  скликання</w:t>
      </w:r>
    </w:p>
    <w:p w:rsidR="00CF20B7" w:rsidRPr="00723497" w:rsidRDefault="00CF20B7" w:rsidP="00CF20B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20B7" w:rsidRPr="00BA6896" w:rsidRDefault="00CF20B7" w:rsidP="00CF20B7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12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                                  Крупець                                                  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CF20B7" w:rsidRPr="00BA6896" w:rsidRDefault="00CF20B7" w:rsidP="00CF20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затвердження розміру кошторисної </w:t>
      </w:r>
    </w:p>
    <w:p w:rsidR="00CF20B7" w:rsidRDefault="00CF20B7" w:rsidP="00CF20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заробітної плати, який враховується при </w:t>
      </w: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визначенні вартості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A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удівництва</w:t>
      </w:r>
    </w:p>
    <w:p w:rsidR="00CF20B7" w:rsidRDefault="00CF20B7" w:rsidP="00CF20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об’єктів на 2020</w:t>
      </w:r>
      <w:r w:rsidRPr="00BA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рік </w:t>
      </w: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20B7" w:rsidRPr="00BA6896" w:rsidRDefault="00CF20B7" w:rsidP="00CF20B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Відповідно до наказу Міністерства регіонального розвитку, будівництва та житлово-комунального господарства України від 27 липня 2018 року № 196 «Про внесення змін до Порядку розрахунку розміру кошторисної заробітної плати, який враховується при визначенні вартості будівництва об’єктів» та керуючись  статтею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25</w:t>
      </w:r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Закону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«Про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Україні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Крупецька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сільська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</w:t>
      </w:r>
    </w:p>
    <w:p w:rsidR="00CF20B7" w:rsidRPr="00BA6896" w:rsidRDefault="00CF20B7" w:rsidP="00CF20B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ВИРІШИЛА:</w:t>
      </w:r>
    </w:p>
    <w:p w:rsidR="00CF20B7" w:rsidRPr="00BA6896" w:rsidRDefault="00CF20B7" w:rsidP="00CF20B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1.Затвердити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розміру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кошторисної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заробітної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плати,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враховується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при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визначенні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вартості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будівництва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нового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будівництва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реконструкції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реставрації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капітального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ремонту,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технічного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переоснащення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об’єктів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споруджуються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залученням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бюджетних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коштів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державних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комунальних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ідприємств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організацій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а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також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кредитів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гарантії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додається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CF20B7" w:rsidRPr="00BA6896" w:rsidRDefault="00CF20B7" w:rsidP="00CF20B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</w:t>
      </w:r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Встановити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розмі</w:t>
      </w:r>
      <w:proofErr w:type="gram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коштор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плати на 2020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рік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при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визначенні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вартості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будівництва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розрахунку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становить </w:t>
      </w:r>
      <w:r w:rsidRPr="001A217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9833,82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.,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показник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середнього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рівня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складності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робіт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будівництві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3,8.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</w:t>
      </w:r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p w:rsidR="00CF20B7" w:rsidRPr="00BA6896" w:rsidRDefault="00CF20B7" w:rsidP="00CF20B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3.</w:t>
      </w:r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.Контроль за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покласти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комісію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фінансів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бюджету,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планування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соціально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економічногорозвитку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інвестицій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міжнародного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співробітництва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О.В.Качаровська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).</w:t>
      </w:r>
    </w:p>
    <w:p w:rsidR="00CF20B7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CF20B7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Сільський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голова                                                                                         В.А.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Михалюк</w:t>
      </w:r>
      <w:proofErr w:type="spellEnd"/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F20B7" w:rsidRPr="00BA6896" w:rsidRDefault="00CF20B7" w:rsidP="00CF20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F20B7" w:rsidRPr="00BA6896" w:rsidRDefault="00CF20B7" w:rsidP="00CF20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F20B7" w:rsidRDefault="00CF20B7" w:rsidP="00CF20B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</w:t>
      </w:r>
    </w:p>
    <w:p w:rsidR="00CF20B7" w:rsidRPr="00BA6896" w:rsidRDefault="00CF20B7" w:rsidP="00CF20B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сесії</w:t>
      </w:r>
      <w:proofErr w:type="spellEnd"/>
    </w:p>
    <w:p w:rsidR="00CF20B7" w:rsidRDefault="00CF20B7" w:rsidP="00CF20B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Крупецької сільської ради </w:t>
      </w:r>
    </w:p>
    <w:p w:rsidR="00CF20B7" w:rsidRPr="00BA6896" w:rsidRDefault="00CF20B7" w:rsidP="00CF20B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16.12.2019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</w:t>
      </w: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20B7" w:rsidRPr="00BA6896" w:rsidRDefault="00CF20B7" w:rsidP="00CF20B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РОЗРАХУНОК </w:t>
      </w:r>
    </w:p>
    <w:p w:rsidR="00CF20B7" w:rsidRPr="00BA6896" w:rsidRDefault="00CF20B7" w:rsidP="00CF20B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розміру кош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торисної заробітної плати на 2020</w:t>
      </w:r>
      <w:r w:rsidRPr="00BA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рік при здійсненні будівництва (нове будівництво, реконструкція, реставрація, капітальний ремонт, технічне переоснащення) об’єктів за рахунок бюджетних коштів, що відповідає середньому розряду складності робіт 3,8 для звичайних умов будівництва</w:t>
      </w:r>
    </w:p>
    <w:p w:rsidR="00CF20B7" w:rsidRPr="00BA6896" w:rsidRDefault="00CF20B7" w:rsidP="00CF20B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Середній зважений прожитковий мінімум для працездатних осіб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2155,58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розрахунку: з 1 січня 2019 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 – 2102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липня – 2197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1 грудня –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270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,00 грн.</w:t>
      </w:r>
    </w:p>
    <w:p w:rsidR="00CF20B7" w:rsidRPr="00BA6896" w:rsidRDefault="00CF20B7" w:rsidP="00CF20B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Мінімальну тарифну ставку (оклад) за просту некваліфіковану працю у розмірі прожиткового мінімуму, встановленого для працездатних осіб. А мінімальну тарифну ставку робітника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 розряду в розмірі не менше 231 відсотка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розміру прожиткового мінімуму (Галузева угода зі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сінами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доповненнями): 2155,58*2,31 = 4979,39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</w:t>
      </w:r>
    </w:p>
    <w:p w:rsidR="00CF20B7" w:rsidRPr="00BA6896" w:rsidRDefault="00CF20B7" w:rsidP="00CF20B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Галузевий коефіцієнт, який враховує співвідношення місячної тарифної ставки робітників першого розряду до мінімального гарантованого розміру тарифної ставки працівників, які виконують просту і некваліфіковану роботу. Встановленого пунктом 1 розділу 1 додатка №1 до Галузевої угоди між </w:t>
      </w:r>
      <w:proofErr w:type="spellStart"/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Мінрегіоном</w:t>
      </w:r>
      <w:proofErr w:type="spellEnd"/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профспілкою працівників будівництва і промисловості будівельних матеріалів України (Галузева угода).</w:t>
      </w: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3497">
        <w:rPr>
          <w:rFonts w:ascii="Times New Roman" w:eastAsia="Times New Roman" w:hAnsi="Times New Roman" w:cs="Times New Roman"/>
          <w:sz w:val="24"/>
          <w:szCs w:val="24"/>
          <w:lang w:eastAsia="ru-RU"/>
        </w:rPr>
        <w:t>К галуз — коефіцієнт співвідношення місячних тарифних ставок робітників першого розряду до мінімального розміру тарифної ставки (посадового окладу) згідно з відповідною галузевою угодою. Згідно з  Галузевою угодою  для будівельних робіт на об’єктах нового будівництва, капітального ремонту, реконструкції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реставрації  К галуз  =1,28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4979,39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*1,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28=6373,62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грн.</w:t>
      </w: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Коефіцієнт середнього розряду – це коефіцієнт переходу від першого розряду до середнього розряду 3,8 у будівництві. Згідно з додатком А до ДСТУ-Н Б 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1.1-2:2013 становить 1,308; 6373,62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*1,308=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8336,69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грн.</w:t>
      </w: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Всього основна заробітна 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лата – 8336,69</w:t>
      </w:r>
      <w:r w:rsidRPr="00BA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грн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Додаткова заробітна плата.</w:t>
      </w: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Коефіцієнт майстерності визначається відповідно до додатку №3 до Галузевої угоди.</w:t>
      </w: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Диференційовані надбавки до тарифних ставок робітників за професійну майстерність складають:</w:t>
      </w: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3-го розряду – 12 відсотків;</w:t>
      </w: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3,8-го розряду – 15,2 відсотка;</w:t>
      </w: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4-го розряду – 16 відсотків;</w:t>
      </w: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5-го розряду – 20 відсотків;</w:t>
      </w: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6-го і вищих розрядів – 24 відсотки.</w:t>
      </w: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Додаткова заробітна плата за високу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професійну майстерність: 8336,69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*0,152*0,35=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443,51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грн., де 0,35-питома вага робітників, які отримують цю надбавку. (усереднені показники підрядних організацій).</w:t>
      </w:r>
    </w:p>
    <w:p w:rsidR="00CF20B7" w:rsidRPr="00D40EC2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40EC2">
        <w:rPr>
          <w:rFonts w:ascii="Times New Roman" w:eastAsia="Times New Roman" w:hAnsi="Times New Roman" w:cs="Times New Roman"/>
          <w:sz w:val="24"/>
          <w:szCs w:val="24"/>
          <w:lang w:eastAsia="ru-RU"/>
        </w:rPr>
        <w:t>ЗПвідпуст</w:t>
      </w:r>
      <w:proofErr w:type="spellEnd"/>
      <w:r w:rsidRPr="00D40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proofErr w:type="spellStart"/>
      <w:r w:rsidRPr="00D40EC2">
        <w:rPr>
          <w:rFonts w:ascii="Times New Roman" w:eastAsia="Times New Roman" w:hAnsi="Times New Roman" w:cs="Times New Roman"/>
          <w:sz w:val="24"/>
          <w:szCs w:val="24"/>
          <w:lang w:eastAsia="ru-RU"/>
        </w:rPr>
        <w:t>ЗПтар</w:t>
      </w:r>
      <w:proofErr w:type="spellEnd"/>
      <w:r w:rsidRPr="00D40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D40EC2">
        <w:rPr>
          <w:rFonts w:ascii="Times New Roman" w:eastAsia="Times New Roman" w:hAnsi="Times New Roman" w:cs="Times New Roman"/>
          <w:sz w:val="24"/>
          <w:szCs w:val="24"/>
          <w:lang w:eastAsia="ru-RU"/>
        </w:rPr>
        <w:t>ЗПшк</w:t>
      </w:r>
      <w:proofErr w:type="spellEnd"/>
      <w:r w:rsidRPr="00D40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D40EC2">
        <w:rPr>
          <w:rFonts w:ascii="Times New Roman" w:eastAsia="Times New Roman" w:hAnsi="Times New Roman" w:cs="Times New Roman"/>
          <w:sz w:val="24"/>
          <w:szCs w:val="24"/>
          <w:lang w:eastAsia="ru-RU"/>
        </w:rPr>
        <w:t>ЗПмайст</w:t>
      </w:r>
      <w:proofErr w:type="spellEnd"/>
      <w:r w:rsidRPr="00D40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D40EC2">
        <w:rPr>
          <w:rFonts w:ascii="Times New Roman" w:eastAsia="Times New Roman" w:hAnsi="Times New Roman" w:cs="Times New Roman"/>
          <w:sz w:val="24"/>
          <w:szCs w:val="24"/>
          <w:lang w:eastAsia="ru-RU"/>
        </w:rPr>
        <w:t>ЗПважл.р</w:t>
      </w:r>
      <w:proofErr w:type="spellEnd"/>
      <w:r w:rsidRPr="00D40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D40EC2">
        <w:rPr>
          <w:rFonts w:ascii="Times New Roman" w:eastAsia="Times New Roman" w:hAnsi="Times New Roman" w:cs="Times New Roman"/>
          <w:sz w:val="24"/>
          <w:szCs w:val="24"/>
          <w:lang w:eastAsia="ru-RU"/>
        </w:rPr>
        <w:t>ЗПвис</w:t>
      </w:r>
      <w:proofErr w:type="spellEnd"/>
      <w:r w:rsidRPr="00D40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40E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</w:t>
      </w:r>
      <w:proofErr w:type="spellEnd"/>
      <w:r w:rsidRPr="00D40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D40EC2">
        <w:rPr>
          <w:rFonts w:ascii="Times New Roman" w:eastAsia="Times New Roman" w:hAnsi="Times New Roman" w:cs="Times New Roman"/>
          <w:sz w:val="24"/>
          <w:szCs w:val="24"/>
          <w:lang w:eastAsia="ru-RU"/>
        </w:rPr>
        <w:t>ЗПі</w:t>
      </w:r>
      <w:proofErr w:type="spellEnd"/>
      <w:r w:rsidRPr="00D40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х </w:t>
      </w:r>
      <w:proofErr w:type="spellStart"/>
      <w:r w:rsidRPr="00D40EC2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Квідпуст</w:t>
      </w:r>
      <w:proofErr w:type="spellEnd"/>
      <w:r w:rsidRPr="00D40E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 </w:t>
      </w:r>
      <w:proofErr w:type="spellStart"/>
      <w:r w:rsidRPr="00D40EC2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Квідпуст</w:t>
      </w:r>
      <w:proofErr w:type="spellEnd"/>
      <w:r w:rsidRPr="00D40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коефіцієнт, що враховує середній рівень основних і додаткових відпусток (порівняно з місячною заробітною платою), які надаються відповідно до статей 6 і 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«Про відпустки»: (8336,69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443,51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)*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0,12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1053,62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грн.</w:t>
      </w: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Загальна сума </w:t>
      </w:r>
      <w:r w:rsidRPr="00BA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додаткової заробітної плати 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інших заохочувальних та компенсаційних виплат складає: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443,51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1053,62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D40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1497,13</w:t>
      </w:r>
      <w:r w:rsidRPr="00BA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грн.</w:t>
      </w: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A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Кошторисна заробітна плата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визначена з урахуванням прожиткового мінімуму для працездатних осіб складає: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8336,69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1497,13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D40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9833,82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грн. (при мінімальному розмірі кошторисної заробітної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плати – 8527,52</w:t>
      </w: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грн.).</w:t>
      </w: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20B7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20B7" w:rsidRPr="00BA6896" w:rsidRDefault="00CF20B7" w:rsidP="00CF20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8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 Поліщук Я.М.</w:t>
      </w:r>
    </w:p>
    <w:p w:rsidR="00C3777D" w:rsidRDefault="00C3777D"/>
    <w:sectPr w:rsidR="00C3777D" w:rsidSect="00C377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CF20B7"/>
    <w:rsid w:val="00171A2E"/>
    <w:rsid w:val="00304C90"/>
    <w:rsid w:val="00505B6D"/>
    <w:rsid w:val="006D3977"/>
    <w:rsid w:val="007D6C18"/>
    <w:rsid w:val="00C3777D"/>
    <w:rsid w:val="00CF20B7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0B7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3</Pages>
  <Words>751</Words>
  <Characters>4282</Characters>
  <Application>Microsoft Office Word</Application>
  <DocSecurity>0</DocSecurity>
  <Lines>35</Lines>
  <Paragraphs>10</Paragraphs>
  <ScaleCrop>false</ScaleCrop>
  <Company>Microsoft</Company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2019-12-17T13:33:00Z</dcterms:created>
  <dcterms:modified xsi:type="dcterms:W3CDTF">2019-12-17T13:33:00Z</dcterms:modified>
</cp:coreProperties>
</file>