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B1C" w:rsidRDefault="00865B1C" w:rsidP="00865B1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865B1C" w:rsidRDefault="00865B1C" w:rsidP="00865B1C"/>
    <w:p w:rsidR="00865B1C" w:rsidRDefault="00865B1C" w:rsidP="00865B1C"/>
    <w:p w:rsidR="00865B1C" w:rsidRDefault="00865B1C" w:rsidP="00865B1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865B1C" w:rsidRDefault="00865B1C" w:rsidP="00865B1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865B1C" w:rsidRDefault="00865B1C" w:rsidP="00865B1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865B1C" w:rsidRDefault="00865B1C" w:rsidP="00865B1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865B1C" w:rsidRDefault="00865B1C" w:rsidP="00865B1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5B1C" w:rsidRDefault="00865B1C" w:rsidP="00865B1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865B1C" w:rsidRDefault="00865B1C" w:rsidP="00865B1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65B1C" w:rsidRDefault="00865B1C" w:rsidP="00865B1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865B1C" w:rsidRPr="00685040" w:rsidRDefault="00865B1C" w:rsidP="00865B1C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26.05.2020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№__</w:t>
      </w:r>
      <w:r w:rsidRPr="00E52C0C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865B1C" w:rsidRPr="00E52C0C" w:rsidRDefault="00865B1C" w:rsidP="00865B1C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865B1C" w:rsidRPr="00E52C0C" w:rsidRDefault="00865B1C" w:rsidP="00865B1C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52C0C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E52C0C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E52C0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E52C0C">
        <w:rPr>
          <w:rFonts w:ascii="Times New Roman" w:hAnsi="Times New Roman" w:cs="Times New Roman"/>
          <w:b/>
          <w:sz w:val="24"/>
          <w:szCs w:val="24"/>
        </w:rPr>
        <w:t>техн</w:t>
      </w:r>
      <w:proofErr w:type="gramEnd"/>
      <w:r w:rsidRPr="00E52C0C">
        <w:rPr>
          <w:rFonts w:ascii="Times New Roman" w:hAnsi="Times New Roman" w:cs="Times New Roman"/>
          <w:b/>
          <w:sz w:val="24"/>
          <w:szCs w:val="24"/>
        </w:rPr>
        <w:t>ічної</w:t>
      </w:r>
      <w:proofErr w:type="spellEnd"/>
      <w:r w:rsidRPr="00E52C0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</w:p>
    <w:p w:rsidR="00865B1C" w:rsidRPr="00E52C0C" w:rsidRDefault="00865B1C" w:rsidP="00865B1C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52C0C">
        <w:rPr>
          <w:rFonts w:ascii="Times New Roman" w:hAnsi="Times New Roman" w:cs="Times New Roman"/>
          <w:b/>
          <w:sz w:val="24"/>
          <w:szCs w:val="24"/>
        </w:rPr>
        <w:t>із</w:t>
      </w:r>
      <w:proofErr w:type="spellEnd"/>
      <w:r w:rsidRPr="00E52C0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E52C0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E52C0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b/>
          <w:sz w:val="24"/>
          <w:szCs w:val="24"/>
        </w:rPr>
        <w:t>встановлення</w:t>
      </w:r>
      <w:proofErr w:type="spellEnd"/>
      <w:r w:rsidRPr="00E52C0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65B1C" w:rsidRPr="00E52C0C" w:rsidRDefault="00865B1C" w:rsidP="00865B1C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52C0C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Pr="00E52C0C">
        <w:rPr>
          <w:rFonts w:ascii="Times New Roman" w:hAnsi="Times New Roman" w:cs="Times New Roman"/>
          <w:b/>
          <w:sz w:val="24"/>
          <w:szCs w:val="24"/>
        </w:rPr>
        <w:t>відновлення</w:t>
      </w:r>
      <w:proofErr w:type="spellEnd"/>
      <w:r w:rsidRPr="00E52C0C">
        <w:rPr>
          <w:rFonts w:ascii="Times New Roman" w:hAnsi="Times New Roman" w:cs="Times New Roman"/>
          <w:b/>
          <w:sz w:val="24"/>
          <w:szCs w:val="24"/>
        </w:rPr>
        <w:t xml:space="preserve">)  меж </w:t>
      </w:r>
      <w:proofErr w:type="spellStart"/>
      <w:r w:rsidRPr="00E52C0C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E52C0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865B1C" w:rsidRPr="00685040" w:rsidRDefault="00865B1C" w:rsidP="00865B1C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52C0C">
        <w:rPr>
          <w:rFonts w:ascii="Times New Roman" w:hAnsi="Times New Roman" w:cs="Times New Roman"/>
          <w:b/>
          <w:sz w:val="24"/>
          <w:szCs w:val="24"/>
        </w:rPr>
        <w:t xml:space="preserve">в </w:t>
      </w:r>
      <w:proofErr w:type="spellStart"/>
      <w:r w:rsidRPr="00E52C0C">
        <w:rPr>
          <w:rFonts w:ascii="Times New Roman" w:hAnsi="Times New Roman" w:cs="Times New Roman"/>
          <w:b/>
          <w:sz w:val="24"/>
          <w:szCs w:val="24"/>
        </w:rPr>
        <w:t>натурі</w:t>
      </w:r>
      <w:proofErr w:type="spellEnd"/>
      <w:r w:rsidRPr="00E52C0C">
        <w:rPr>
          <w:rFonts w:ascii="Times New Roman" w:hAnsi="Times New Roman" w:cs="Times New Roman"/>
          <w:b/>
          <w:sz w:val="24"/>
          <w:szCs w:val="24"/>
        </w:rPr>
        <w:t xml:space="preserve"> (на </w:t>
      </w:r>
      <w:proofErr w:type="spellStart"/>
      <w:proofErr w:type="gramStart"/>
      <w:r w:rsidRPr="00E52C0C">
        <w:rPr>
          <w:rFonts w:ascii="Times New Roman" w:hAnsi="Times New Roman" w:cs="Times New Roman"/>
          <w:b/>
          <w:sz w:val="24"/>
          <w:szCs w:val="24"/>
        </w:rPr>
        <w:t>м</w:t>
      </w:r>
      <w:proofErr w:type="gramEnd"/>
      <w:r w:rsidRPr="00E52C0C">
        <w:rPr>
          <w:rFonts w:ascii="Times New Roman" w:hAnsi="Times New Roman" w:cs="Times New Roman"/>
          <w:b/>
          <w:sz w:val="24"/>
          <w:szCs w:val="24"/>
        </w:rPr>
        <w:t>ісцевості</w:t>
      </w:r>
      <w:proofErr w:type="spellEnd"/>
      <w:r w:rsidRPr="00E52C0C">
        <w:rPr>
          <w:rFonts w:ascii="Times New Roman" w:hAnsi="Times New Roman" w:cs="Times New Roman"/>
          <w:b/>
          <w:sz w:val="24"/>
          <w:szCs w:val="24"/>
        </w:rPr>
        <w:t xml:space="preserve">) </w:t>
      </w:r>
      <w:proofErr w:type="spellStart"/>
      <w:r w:rsidRPr="00E52C0C">
        <w:rPr>
          <w:rFonts w:ascii="Times New Roman" w:hAnsi="Times New Roman" w:cs="Times New Roman"/>
          <w:b/>
          <w:sz w:val="24"/>
          <w:szCs w:val="24"/>
        </w:rPr>
        <w:t>Поліщука</w:t>
      </w:r>
      <w:proofErr w:type="spellEnd"/>
      <w:r w:rsidRPr="00E52C0C">
        <w:rPr>
          <w:rFonts w:ascii="Times New Roman" w:hAnsi="Times New Roman" w:cs="Times New Roman"/>
          <w:b/>
          <w:sz w:val="24"/>
          <w:szCs w:val="24"/>
        </w:rPr>
        <w:t xml:space="preserve"> В.О.</w:t>
      </w:r>
    </w:p>
    <w:p w:rsidR="00865B1C" w:rsidRPr="00E52C0C" w:rsidRDefault="00865B1C" w:rsidP="00865B1C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865B1C" w:rsidRPr="00E52C0C" w:rsidRDefault="00865B1C" w:rsidP="00865B1C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2C0C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proofErr w:type="gramStart"/>
      <w:r w:rsidRPr="00E52C0C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до пункту 34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», статей 12, 118, 121 Земельного кодексу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», Закону 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 «Про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 прав  на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Поліщука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В.О.,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proofErr w:type="gramEnd"/>
      <w:r w:rsidRPr="00E52C0C">
        <w:rPr>
          <w:rFonts w:ascii="Times New Roman" w:hAnsi="Times New Roman" w:cs="Times New Roman"/>
          <w:sz w:val="24"/>
          <w:szCs w:val="24"/>
        </w:rPr>
        <w:t xml:space="preserve">  рада ВИРІШИЛА:</w:t>
      </w:r>
    </w:p>
    <w:p w:rsidR="00865B1C" w:rsidRPr="00E52C0C" w:rsidRDefault="00865B1C" w:rsidP="00865B1C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52C0C">
        <w:rPr>
          <w:rFonts w:ascii="Times New Roman" w:hAnsi="Times New Roman" w:cs="Times New Roman"/>
          <w:sz w:val="24"/>
          <w:szCs w:val="24"/>
        </w:rPr>
        <w:t xml:space="preserve">      1.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Поліщуку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Валерію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Олександровичу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який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зареєстрований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: </w:t>
      </w:r>
      <w:r w:rsidR="00EA3E03">
        <w:rPr>
          <w:rFonts w:ascii="Times New Roman" w:hAnsi="Times New Roman" w:cs="Times New Roman"/>
          <w:sz w:val="24"/>
          <w:szCs w:val="24"/>
          <w:lang w:val="en-US"/>
        </w:rPr>
        <w:t>_________</w:t>
      </w:r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EA3E03">
        <w:rPr>
          <w:rFonts w:ascii="Times New Roman" w:hAnsi="Times New Roman" w:cs="Times New Roman"/>
          <w:sz w:val="24"/>
          <w:szCs w:val="24"/>
          <w:lang w:val="en-US"/>
        </w:rPr>
        <w:t>____________</w:t>
      </w:r>
      <w:bookmarkStart w:id="0" w:name="_GoBack"/>
      <w:bookmarkEnd w:id="0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52C0C"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 w:rsidRPr="00E52C0C">
        <w:rPr>
          <w:rFonts w:ascii="Times New Roman" w:hAnsi="Times New Roman" w:cs="Times New Roman"/>
          <w:sz w:val="24"/>
          <w:szCs w:val="24"/>
        </w:rPr>
        <w:t>ічну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документацію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) меж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місцевості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), та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приватну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0,5864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2C0C">
        <w:rPr>
          <w:rFonts w:ascii="Times New Roman" w:hAnsi="Times New Roman" w:cs="Times New Roman"/>
          <w:sz w:val="24"/>
          <w:szCs w:val="24"/>
        </w:rPr>
        <w:t>га, (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номер: 6823984000:03:018:0308), для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товарного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сільськогосподарського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виробництва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Крупецька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рада.</w:t>
      </w:r>
      <w:r w:rsidRPr="00E52C0C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</w:p>
    <w:p w:rsidR="00865B1C" w:rsidRPr="00E52C0C" w:rsidRDefault="00865B1C" w:rsidP="00865B1C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2C0C">
        <w:rPr>
          <w:rFonts w:ascii="Times New Roman" w:hAnsi="Times New Roman" w:cs="Times New Roman"/>
          <w:color w:val="FF0000"/>
          <w:sz w:val="24"/>
          <w:szCs w:val="24"/>
        </w:rPr>
        <w:t xml:space="preserve">      </w:t>
      </w:r>
      <w:r w:rsidRPr="00E52C0C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Поліщуку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В.О.,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своє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право  в 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 законом  порядку.</w:t>
      </w:r>
    </w:p>
    <w:p w:rsidR="00865B1C" w:rsidRPr="00E52C0C" w:rsidRDefault="00865B1C" w:rsidP="00865B1C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2C0C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52C0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52C0C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865B1C" w:rsidRPr="00E52C0C" w:rsidRDefault="00865B1C" w:rsidP="00865B1C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865B1C" w:rsidRPr="00E52C0C" w:rsidRDefault="00865B1C" w:rsidP="00865B1C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65B1C" w:rsidRPr="00865B1C" w:rsidRDefault="00865B1C" w:rsidP="00865B1C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65B1C" w:rsidRPr="00E52C0C" w:rsidRDefault="00865B1C" w:rsidP="00865B1C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37A6F" w:rsidRPr="00865B1C" w:rsidRDefault="00865B1C" w:rsidP="00865B1C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 голова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037A6F" w:rsidRPr="00865B1C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B1C"/>
    <w:rsid w:val="00037A6F"/>
    <w:rsid w:val="00171A2E"/>
    <w:rsid w:val="00304C90"/>
    <w:rsid w:val="00505B6D"/>
    <w:rsid w:val="006D3977"/>
    <w:rsid w:val="007D6C18"/>
    <w:rsid w:val="00865B1C"/>
    <w:rsid w:val="00D1641A"/>
    <w:rsid w:val="00EA3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5</TotalTime>
  <Pages>1</Pages>
  <Words>257</Words>
  <Characters>1468</Characters>
  <Application>Microsoft Office Word</Application>
  <DocSecurity>0</DocSecurity>
  <Lines>12</Lines>
  <Paragraphs>3</Paragraphs>
  <ScaleCrop>false</ScaleCrop>
  <Company>Microsoft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2020-05-21T17:16:00Z</dcterms:created>
  <dcterms:modified xsi:type="dcterms:W3CDTF">2020-05-21T18:07:00Z</dcterms:modified>
</cp:coreProperties>
</file>