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093" w:rsidRDefault="0093061E" w:rsidP="008E10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3061E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E1093" w:rsidRDefault="008E1093" w:rsidP="008E1093"/>
    <w:p w:rsidR="008E1093" w:rsidRDefault="008E1093" w:rsidP="008E1093"/>
    <w:p w:rsidR="008E1093" w:rsidRDefault="008E1093" w:rsidP="008E109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E1093" w:rsidRDefault="008E1093" w:rsidP="008E109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E1093" w:rsidRDefault="008E1093" w:rsidP="008E109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E1093" w:rsidRDefault="008E1093" w:rsidP="008E109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E1093" w:rsidRDefault="008E1093" w:rsidP="008E109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1093" w:rsidRDefault="008E1093" w:rsidP="008E10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8E1093" w:rsidRDefault="008E1093" w:rsidP="008E10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E1093" w:rsidRDefault="008E1093" w:rsidP="008E109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E1093" w:rsidRDefault="008E1093" w:rsidP="008E109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№__</w:t>
      </w:r>
    </w:p>
    <w:p w:rsidR="008E1093" w:rsidRDefault="008E1093" w:rsidP="008E109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E1093" w:rsidRDefault="008E1093" w:rsidP="008E1093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земельної частки (паю) Островерхової О.Л. на території  Крупецької сільської  ради</w:t>
      </w:r>
    </w:p>
    <w:p w:rsidR="008E1093" w:rsidRDefault="008E1093" w:rsidP="008E1093">
      <w:pPr>
        <w:overflowPunct w:val="0"/>
        <w:autoSpaceDE w:val="0"/>
        <w:autoSpaceDN w:val="0"/>
        <w:adjustRightInd w:val="0"/>
        <w:spacing w:after="0"/>
        <w:ind w:left="284" w:right="3685"/>
        <w:jc w:val="both"/>
        <w:rPr>
          <w:rFonts w:ascii="Times New Roman" w:hAnsi="Times New Roman" w:cs="Times New Roman"/>
          <w:sz w:val="24"/>
          <w:szCs w:val="24"/>
        </w:rPr>
      </w:pPr>
    </w:p>
    <w:p w:rsidR="008E1093" w:rsidRDefault="008E1093" w:rsidP="008E10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рейдерству та стимулювання зрошення в Україні» від 10.07.2018 року № 2498-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,  Закону  України  «Про державну реєстрацію речових  прав  на нерухоме майно та їх обтяжень», рішення  Славутського міськрайонного суду Хмельницької  області  від 29 листопада 2019 року, розглянувши заяву  Островерхової  О.Л.,  сільська  рада   </w:t>
      </w:r>
    </w:p>
    <w:p w:rsidR="008E1093" w:rsidRDefault="008E1093" w:rsidP="008E10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8E1093" w:rsidRDefault="008E1093" w:rsidP="008E109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Надати Островерховій  Ользі Леонідівні, яка зареєстрована за адресою: </w:t>
      </w:r>
      <w:r w:rsidR="00E1703E">
        <w:rPr>
          <w:rFonts w:ascii="Times New Roman" w:hAnsi="Times New Roman" w:cs="Times New Roman"/>
          <w:sz w:val="24"/>
          <w:szCs w:val="24"/>
          <w:lang w:val="en-US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,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натурі  земельної частки (паю) №22, розміром 2,48 в умовних кадастрових гектарах  (сертифікат на право на земельну частку  (пай) серія ХМ №0104180), яка розташована на території Крупецької сільської ради (Головлівська сільська рада до приєднання в ОТГ).</w:t>
      </w:r>
    </w:p>
    <w:p w:rsidR="008E1093" w:rsidRDefault="008E1093" w:rsidP="008E109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2.Островерховій О.Л., розробити технічну документацію із землеустрою щодо встановлення (відновлення) меж земельної  ділянки   в натурі (на місцевості)  для передачі її у власність та подати на  розгляд сесії сільської ради.</w:t>
      </w:r>
    </w:p>
    <w:p w:rsidR="008E1093" w:rsidRDefault="008E1093" w:rsidP="008E109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E1093" w:rsidRDefault="008E1093" w:rsidP="008E109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1093" w:rsidRDefault="008E1093" w:rsidP="008E109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1093" w:rsidRDefault="008E1093" w:rsidP="008E109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1093" w:rsidRDefault="008E1093" w:rsidP="008E10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В.А.Михалюк  </w:t>
      </w:r>
    </w:p>
    <w:p w:rsidR="005E64B8" w:rsidRDefault="005E64B8"/>
    <w:sectPr w:rsidR="005E64B8" w:rsidSect="005E64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attachedTemplate r:id="rId1"/>
  <w:defaultTabStop w:val="720"/>
  <w:characterSpacingControl w:val="doNotCompress"/>
  <w:compat>
    <w:useFELayout/>
  </w:compat>
  <w:rsids>
    <w:rsidRoot w:val="008E1093"/>
    <w:rsid w:val="00171A2E"/>
    <w:rsid w:val="00304C90"/>
    <w:rsid w:val="00505B6D"/>
    <w:rsid w:val="005E64B8"/>
    <w:rsid w:val="006D3977"/>
    <w:rsid w:val="007D6C18"/>
    <w:rsid w:val="008E1093"/>
    <w:rsid w:val="0093061E"/>
    <w:rsid w:val="00D1641A"/>
    <w:rsid w:val="00E17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09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2</Pages>
  <Words>375</Words>
  <Characters>2140</Characters>
  <Application>Microsoft Office Word</Application>
  <DocSecurity>0</DocSecurity>
  <Lines>17</Lines>
  <Paragraphs>5</Paragraphs>
  <ScaleCrop>false</ScaleCrop>
  <Company>Microsoft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2020-03-04T08:35:00Z</dcterms:created>
  <dcterms:modified xsi:type="dcterms:W3CDTF">2020-03-04T08:46:00Z</dcterms:modified>
</cp:coreProperties>
</file>