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19" w:rsidRDefault="00117921" w:rsidP="00AC20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7921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C2019" w:rsidRDefault="00AC2019" w:rsidP="00AC2019"/>
    <w:p w:rsidR="00AC2019" w:rsidRDefault="00AC2019" w:rsidP="00AC2019"/>
    <w:p w:rsidR="00AC2019" w:rsidRDefault="00AC2019" w:rsidP="00AC2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C2019" w:rsidRDefault="00AC2019" w:rsidP="00AC2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C2019" w:rsidRDefault="00AC2019" w:rsidP="00AC2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C2019" w:rsidRDefault="00AC2019" w:rsidP="00AC2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C2019" w:rsidRDefault="00AC2019" w:rsidP="00AC2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019" w:rsidRDefault="00AC2019" w:rsidP="00AC20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C2019" w:rsidRDefault="00AC2019" w:rsidP="00AC20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C2019" w:rsidRPr="001C3332" w:rsidRDefault="00AC2019" w:rsidP="00AC20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C2019" w:rsidRDefault="00AC2019" w:rsidP="00AC20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C2019" w:rsidRDefault="00AC2019" w:rsidP="00AC201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№14</w:t>
      </w:r>
    </w:p>
    <w:p w:rsidR="00AC2019" w:rsidRPr="00D6177D" w:rsidRDefault="00AC2019" w:rsidP="00AC201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617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Пінчук В.П.</w:t>
      </w: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Пінчук В.П.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Пінчук Валентини Петрівни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зареєстрована за адресою: </w:t>
      </w:r>
      <w:r w:rsidR="005D4002" w:rsidRPr="005D400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________________________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0,35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в </w:t>
      </w:r>
      <w:proofErr w:type="spellStart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розташована 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>на території Крупецької сільської ради, та перевест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 в землі запасу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019" w:rsidRPr="00D6177D" w:rsidRDefault="00AC2019" w:rsidP="00AC201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B61943" w:rsidRDefault="00B61943"/>
    <w:sectPr w:rsidR="00B61943" w:rsidSect="00B61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C2019"/>
    <w:rsid w:val="00117921"/>
    <w:rsid w:val="00171A2E"/>
    <w:rsid w:val="00304C90"/>
    <w:rsid w:val="00505B6D"/>
    <w:rsid w:val="005D4002"/>
    <w:rsid w:val="006D3977"/>
    <w:rsid w:val="007D6C18"/>
    <w:rsid w:val="00AC2019"/>
    <w:rsid w:val="00B61943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1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188</Words>
  <Characters>1075</Characters>
  <Application>Microsoft Office Word</Application>
  <DocSecurity>0</DocSecurity>
  <Lines>8</Lines>
  <Paragraphs>2</Paragraphs>
  <ScaleCrop>false</ScaleCrop>
  <Company>Microsoft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2020-01-21T06:35:00Z</dcterms:created>
  <dcterms:modified xsi:type="dcterms:W3CDTF">2020-01-21T07:30:00Z</dcterms:modified>
</cp:coreProperties>
</file>