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885" w:rsidRDefault="009B5885" w:rsidP="009B588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5885" w:rsidRDefault="009B5885" w:rsidP="009B58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5885" w:rsidRDefault="009B5885" w:rsidP="009B58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5885" w:rsidRDefault="009B5885" w:rsidP="009B58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5885" w:rsidRDefault="009B5885" w:rsidP="009B5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5885" w:rsidRDefault="009B5885" w:rsidP="009B58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5885" w:rsidRDefault="009B5885" w:rsidP="009B58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№33</w:t>
      </w:r>
    </w:p>
    <w:p w:rsidR="009B5885" w:rsidRDefault="009B5885" w:rsidP="009B588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B5885" w:rsidRPr="001524CD" w:rsidRDefault="009B5885" w:rsidP="009B588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524CD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  із землеустрою  щодо </w:t>
      </w: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відведення земельної  ділянки</w:t>
      </w: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Ковальчуку М.Г.</w:t>
      </w: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Ковальчука М.Г., сільська рада </w:t>
      </w:r>
    </w:p>
    <w:p w:rsidR="009B5885" w:rsidRPr="00002660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1. Надати Ковальчуку Максиму Григоровичу,  який  зареєстрований  за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адр</w:t>
      </w:r>
      <w:bookmarkStart w:id="0" w:name="_GoBack"/>
      <w:bookmarkEnd w:id="0"/>
      <w:r w:rsidRPr="001524CD">
        <w:rPr>
          <w:rFonts w:ascii="Times New Roman" w:eastAsia="Calibri" w:hAnsi="Times New Roman" w:cs="Times New Roman"/>
          <w:sz w:val="24"/>
          <w:szCs w:val="24"/>
        </w:rPr>
        <w:t>есою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30C72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площею 1,6119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кадастровий номер 68239884700:04:012:0011,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Calibri" w:hAnsi="Times New Roman" w:cs="Times New Roman"/>
          <w:sz w:val="24"/>
          <w:szCs w:val="24"/>
        </w:rPr>
        <w:t>зі зміною цільового призначення земель комунальної власності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для ведення особистого селянського господарства, яка розташована 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(Шепетівський) район,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Лисиченська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об'єднаної територіальної громади.</w:t>
      </w: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2. Ковальчуку М.Г. розробити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9B5885" w:rsidRPr="001524CD" w:rsidRDefault="009B5885" w:rsidP="009B58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B5885" w:rsidRPr="009B5885" w:rsidRDefault="009B5885" w:rsidP="009B588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9B5885" w:rsidRPr="001524CD" w:rsidRDefault="009B5885" w:rsidP="009B58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25E81" w:rsidRPr="009B5885" w:rsidRDefault="009B5885" w:rsidP="009B588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Валерій   МИХАЛЮК</w:t>
      </w:r>
    </w:p>
    <w:sectPr w:rsidR="00825E81" w:rsidRPr="009B5885" w:rsidSect="009B5885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85"/>
    <w:rsid w:val="00171A2E"/>
    <w:rsid w:val="00304C90"/>
    <w:rsid w:val="00505B6D"/>
    <w:rsid w:val="006D3977"/>
    <w:rsid w:val="007D6C18"/>
    <w:rsid w:val="00825E81"/>
    <w:rsid w:val="009B5885"/>
    <w:rsid w:val="00D1641A"/>
    <w:rsid w:val="00F3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5D461"/>
  <w15:docId w15:val="{FF59F040-6278-4D36-ACC4-955566F3F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8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B588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588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B588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285</Words>
  <Characters>1630</Characters>
  <Application>Microsoft Office Word</Application>
  <DocSecurity>0</DocSecurity>
  <Lines>13</Lines>
  <Paragraphs>3</Paragraphs>
  <ScaleCrop>false</ScaleCrop>
  <Company>Microsoft</Company>
  <LinksUpToDate>false</LinksUpToDate>
  <CharactersWithSpaces>1912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2021-04-28T12:27:00Z</dcterms:created>
  <dcterms:modified xsi:type="dcterms:W3CDTF">2021-04-28T13:02:00Z</dcterms:modified>
</cp:coreProperties>
</file>