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95" w:rsidRPr="00E04900" w:rsidRDefault="00260D95" w:rsidP="00260D9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D95" w:rsidRDefault="00260D95" w:rsidP="00260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0D95" w:rsidRDefault="00260D95" w:rsidP="00260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0D95" w:rsidRDefault="00260D95" w:rsidP="00260D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60D95" w:rsidRDefault="00260D95" w:rsidP="00260D9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0D95" w:rsidRDefault="00260D95" w:rsidP="00260D95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№33</w:t>
      </w:r>
    </w:p>
    <w:p w:rsidR="00260D95" w:rsidRPr="00F350B9" w:rsidRDefault="00260D95" w:rsidP="00260D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0D95" w:rsidRPr="00F350B9" w:rsidRDefault="00260D95" w:rsidP="00260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260D95" w:rsidRPr="00F350B9" w:rsidRDefault="00260D95" w:rsidP="00260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260D95" w:rsidRPr="00F350B9" w:rsidRDefault="00260D95" w:rsidP="00260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260D95" w:rsidRPr="00F350B9" w:rsidRDefault="00260D95" w:rsidP="00260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Ткачук О.Г.</w:t>
      </w:r>
    </w:p>
    <w:p w:rsidR="00260D95" w:rsidRPr="00F350B9" w:rsidRDefault="00260D95" w:rsidP="00260D9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Ткачук О.Г,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hAnsi="Times New Roman" w:cs="Times New Roman"/>
          <w:sz w:val="24"/>
        </w:rPr>
        <w:t xml:space="preserve">Ткачук </w:t>
      </w:r>
      <w:proofErr w:type="spellStart"/>
      <w:r w:rsidRPr="00F350B9">
        <w:rPr>
          <w:rFonts w:ascii="Times New Roman" w:hAnsi="Times New Roman" w:cs="Times New Roman"/>
          <w:sz w:val="24"/>
        </w:rPr>
        <w:t>Ользі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50B9">
        <w:rPr>
          <w:rFonts w:ascii="Times New Roman" w:hAnsi="Times New Roman" w:cs="Times New Roman"/>
          <w:sz w:val="24"/>
        </w:rPr>
        <w:t>Григорівні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, яка </w:t>
      </w:r>
      <w:proofErr w:type="spellStart"/>
      <w:r w:rsidRPr="00F350B9">
        <w:rPr>
          <w:rFonts w:ascii="Times New Roman" w:hAnsi="Times New Roman" w:cs="Times New Roman"/>
          <w:sz w:val="24"/>
        </w:rPr>
        <w:t>зареєстрована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F350B9">
        <w:rPr>
          <w:rFonts w:ascii="Times New Roman" w:hAnsi="Times New Roman" w:cs="Times New Roman"/>
          <w:sz w:val="24"/>
        </w:rPr>
        <w:t>адресою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: </w:t>
      </w:r>
      <w:r w:rsidR="00C200D1">
        <w:rPr>
          <w:rFonts w:ascii="Times New Roman" w:hAnsi="Times New Roman" w:cs="Times New Roman"/>
          <w:sz w:val="24"/>
          <w:lang w:val="en-US"/>
        </w:rPr>
        <w:t>____________</w:t>
      </w:r>
      <w:r w:rsidRPr="00F350B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20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0,0995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6823982100:02:002:0008, для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2. Ткачук О.Г.</w:t>
      </w:r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60D95" w:rsidRPr="00F350B9" w:rsidRDefault="00260D95" w:rsidP="00260D9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0D95" w:rsidRDefault="00260D95" w:rsidP="00260D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60D95" w:rsidRPr="00F350B9" w:rsidRDefault="00260D95" w:rsidP="00260D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60D95" w:rsidRPr="00F350B9" w:rsidRDefault="00260D95" w:rsidP="00260D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60D95" w:rsidRPr="00F350B9" w:rsidRDefault="00260D95" w:rsidP="00260D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МИХАЛЮК</w:t>
      </w:r>
    </w:p>
    <w:p w:rsidR="009D750F" w:rsidRDefault="009D750F"/>
    <w:sectPr w:rsidR="009D75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95"/>
    <w:rsid w:val="00171A2E"/>
    <w:rsid w:val="00260D95"/>
    <w:rsid w:val="00304C90"/>
    <w:rsid w:val="00505B6D"/>
    <w:rsid w:val="006D3977"/>
    <w:rsid w:val="007D6C18"/>
    <w:rsid w:val="009D750F"/>
    <w:rsid w:val="00C200D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0D9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0D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0D9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0D9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0D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0D9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2020-09-29T16:50:00Z</dcterms:created>
  <dcterms:modified xsi:type="dcterms:W3CDTF">2020-09-30T04:22:00Z</dcterms:modified>
</cp:coreProperties>
</file>