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24F" w:rsidRPr="00C92EA5" w:rsidRDefault="0066124F" w:rsidP="0066124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</w:t>
      </w:r>
      <w:r w:rsidRPr="00C92EA5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КТ</w:t>
      </w:r>
    </w:p>
    <w:p w:rsidR="0066124F" w:rsidRPr="00C92EA5" w:rsidRDefault="0066124F" w:rsidP="00661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" name="Группа 99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124F" w:rsidRPr="00E77963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124F" w:rsidRDefault="0066124F" w:rsidP="006612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943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6124F" w:rsidRPr="00E77963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6124F" w:rsidRDefault="0066124F" w:rsidP="006612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6124F" w:rsidRPr="00C92EA5" w:rsidRDefault="0066124F" w:rsidP="006612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6124F" w:rsidRPr="00C92EA5" w:rsidRDefault="0066124F" w:rsidP="0066124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6124F" w:rsidRPr="00C92EA5" w:rsidRDefault="0066124F" w:rsidP="006612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6124F" w:rsidRDefault="0066124F" w:rsidP="006612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6124F" w:rsidRPr="00C92EA5" w:rsidRDefault="0066124F" w:rsidP="006612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6124F" w:rsidRPr="00C92EA5" w:rsidRDefault="0066124F" w:rsidP="0066124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6124F" w:rsidRPr="00C92EA5" w:rsidRDefault="0066124F" w:rsidP="006612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6124F" w:rsidRPr="00C92EA5" w:rsidRDefault="0066124F" w:rsidP="006612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6124F" w:rsidRPr="00C92EA5" w:rsidRDefault="0066124F" w:rsidP="006612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6124F" w:rsidRPr="00C92EA5" w:rsidRDefault="0066124F" w:rsidP="006612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6124F" w:rsidRPr="00C92EA5" w:rsidRDefault="0066124F" w:rsidP="006612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6124F" w:rsidRPr="00C92EA5" w:rsidRDefault="0066124F" w:rsidP="0066124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66124F" w:rsidRPr="00C92EA5" w:rsidRDefault="0066124F" w:rsidP="0066124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6124F" w:rsidRPr="00C92EA5" w:rsidRDefault="0066124F" w:rsidP="0066124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22.04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66124F" w:rsidRPr="00C92EA5" w:rsidRDefault="0066124F" w:rsidP="0066124F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6124F" w:rsidRPr="00C92EA5" w:rsidRDefault="0066124F" w:rsidP="0066124F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66124F" w:rsidRPr="00C92EA5" w:rsidRDefault="0066124F" w:rsidP="006612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66124F" w:rsidRPr="00C92EA5" w:rsidRDefault="0066124F" w:rsidP="006612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66124F" w:rsidRPr="00C92EA5" w:rsidRDefault="0066124F" w:rsidP="006612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Миколайчуку В.В.</w:t>
      </w:r>
    </w:p>
    <w:p w:rsidR="0066124F" w:rsidRPr="00C92EA5" w:rsidRDefault="0066124F" w:rsidP="006612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6124F" w:rsidRPr="00C92EA5" w:rsidRDefault="0066124F" w:rsidP="006612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ро</w:t>
      </w:r>
      <w:r>
        <w:rPr>
          <w:rFonts w:ascii="Times New Roman" w:eastAsia="Calibri" w:hAnsi="Times New Roman" w:cs="Times New Roman"/>
          <w:sz w:val="24"/>
        </w:rPr>
        <w:t>зглянувши   заяву   Миколайчука В.В.</w:t>
      </w:r>
      <w:r w:rsidRPr="00C92EA5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66124F" w:rsidRPr="00C92EA5" w:rsidRDefault="0066124F" w:rsidP="006612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66124F" w:rsidRPr="00C92EA5" w:rsidRDefault="0066124F" w:rsidP="006612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6124F" w:rsidRPr="00C92EA5" w:rsidRDefault="0066124F" w:rsidP="0066124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6124F" w:rsidRPr="00C92EA5" w:rsidRDefault="0066124F" w:rsidP="006612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>
        <w:rPr>
          <w:rFonts w:ascii="Times New Roman" w:eastAsia="Calibri" w:hAnsi="Times New Roman" w:cs="Times New Roman"/>
          <w:sz w:val="24"/>
        </w:rPr>
        <w:t xml:space="preserve">. Надати  Миколайчуку Василю Валерійовичу,  який 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D13C2D">
        <w:rPr>
          <w:rFonts w:ascii="Times New Roman" w:eastAsia="Calibri" w:hAnsi="Times New Roman" w:cs="Times New Roman"/>
          <w:sz w:val="24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</w:t>
      </w:r>
      <w:r>
        <w:rPr>
          <w:rFonts w:ascii="Times New Roman" w:eastAsia="Calibri" w:hAnsi="Times New Roman" w:cs="Times New Roman"/>
          <w:sz w:val="24"/>
        </w:rPr>
        <w:t xml:space="preserve"> орієнтовною </w:t>
      </w:r>
      <w:r w:rsidRPr="00C92EA5">
        <w:rPr>
          <w:rFonts w:ascii="Times New Roman" w:eastAsia="Calibri" w:hAnsi="Times New Roman" w:cs="Times New Roman"/>
          <w:sz w:val="24"/>
        </w:rPr>
        <w:t xml:space="preserve"> площею </w:t>
      </w:r>
      <w:r>
        <w:rPr>
          <w:rFonts w:ascii="Times New Roman" w:eastAsia="Calibri" w:hAnsi="Times New Roman" w:cs="Times New Roman"/>
          <w:sz w:val="24"/>
        </w:rPr>
        <w:t>0,4500</w:t>
      </w:r>
      <w:r w:rsidRPr="00C92EA5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>, яка розташована на терит</w:t>
      </w:r>
      <w:r>
        <w:rPr>
          <w:rFonts w:ascii="Times New Roman" w:eastAsia="Calibri" w:hAnsi="Times New Roman" w:cs="Times New Roman"/>
          <w:sz w:val="24"/>
        </w:rPr>
        <w:t xml:space="preserve">орії 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 в селі Лисиче</w:t>
      </w:r>
      <w:r w:rsidRPr="00C92EA5">
        <w:rPr>
          <w:rFonts w:ascii="Times New Roman" w:eastAsia="Calibri" w:hAnsi="Times New Roman" w:cs="Times New Roman"/>
          <w:sz w:val="24"/>
        </w:rPr>
        <w:t>.</w:t>
      </w:r>
    </w:p>
    <w:p w:rsidR="0066124F" w:rsidRPr="00C92EA5" w:rsidRDefault="0066124F" w:rsidP="006612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>. Миколайчуку В.В.</w:t>
      </w:r>
      <w:r w:rsidRPr="00C92E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66124F" w:rsidRPr="00C92EA5" w:rsidRDefault="0066124F" w:rsidP="006612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6124F" w:rsidRPr="00C92EA5" w:rsidRDefault="0066124F" w:rsidP="0066124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6124F" w:rsidRPr="00C92EA5" w:rsidRDefault="0066124F" w:rsidP="006612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6124F" w:rsidRDefault="0066124F" w:rsidP="006612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6124F" w:rsidRPr="00C92EA5" w:rsidRDefault="0066124F" w:rsidP="0066124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2176F" w:rsidRPr="0066124F" w:rsidRDefault="0066124F" w:rsidP="0066124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B2176F" w:rsidRPr="0066124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24F"/>
    <w:rsid w:val="00171A2E"/>
    <w:rsid w:val="00304C90"/>
    <w:rsid w:val="00505B6D"/>
    <w:rsid w:val="0066124F"/>
    <w:rsid w:val="006D3977"/>
    <w:rsid w:val="007D6C18"/>
    <w:rsid w:val="00B2176F"/>
    <w:rsid w:val="00D13C2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9907F"/>
  <w15:docId w15:val="{05F6833E-5DB8-460C-8DF7-39032E9DA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24F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242</Words>
  <Characters>1384</Characters>
  <Application>Microsoft Office Word</Application>
  <DocSecurity>0</DocSecurity>
  <Lines>11</Lines>
  <Paragraphs>3</Paragraphs>
  <ScaleCrop>false</ScaleCrop>
  <Company>Microsoft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2021-04-14T12:02:00Z</dcterms:created>
  <dcterms:modified xsi:type="dcterms:W3CDTF">2021-04-15T12:15:00Z</dcterms:modified>
</cp:coreProperties>
</file>