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20" w:rsidRDefault="009A5620" w:rsidP="009A56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A5620" w:rsidRDefault="009A5620" w:rsidP="009A5620"/>
    <w:p w:rsidR="009A5620" w:rsidRDefault="009A5620" w:rsidP="009A5620"/>
    <w:p w:rsidR="009A5620" w:rsidRDefault="009A5620" w:rsidP="009A56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A5620" w:rsidRDefault="009A5620" w:rsidP="009A56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A5620" w:rsidRDefault="009A5620" w:rsidP="009A56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5620" w:rsidRDefault="009A5620" w:rsidP="009A56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5620" w:rsidRDefault="009A5620" w:rsidP="009A562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620" w:rsidRDefault="009A5620" w:rsidP="009A562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A5620" w:rsidRDefault="009A5620" w:rsidP="009A562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620" w:rsidRDefault="009A5620" w:rsidP="009A562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A5620" w:rsidRDefault="009A5620" w:rsidP="009A562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620" w:rsidRPr="00E44722" w:rsidRDefault="009A5620" w:rsidP="009A562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№109</w:t>
      </w:r>
    </w:p>
    <w:p w:rsidR="009A5620" w:rsidRPr="00B35D60" w:rsidRDefault="009A5620" w:rsidP="009A5620">
      <w:pPr>
        <w:rPr>
          <w:rFonts w:ascii="Times New Roman" w:eastAsia="Calibri" w:hAnsi="Times New Roman" w:cs="Times New Roman"/>
          <w:lang w:eastAsia="en-US"/>
        </w:rPr>
      </w:pPr>
    </w:p>
    <w:p w:rsidR="009A5620" w:rsidRPr="00025D00" w:rsidRDefault="009A5620" w:rsidP="009A562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9A5620" w:rsidRPr="00025D00" w:rsidRDefault="009A5620" w:rsidP="009A562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9A5620" w:rsidRPr="00025D00" w:rsidRDefault="009A5620" w:rsidP="009A562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9A5620" w:rsidRPr="00025D00" w:rsidRDefault="009A5620" w:rsidP="009A562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9A5620" w:rsidRPr="00025D00" w:rsidRDefault="009A5620" w:rsidP="009A562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9A5620" w:rsidRPr="00025D00" w:rsidRDefault="009A5620" w:rsidP="009A562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A5620" w:rsidRPr="00025D00" w:rsidRDefault="009A5620" w:rsidP="009A56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О.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М.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9A5620" w:rsidRPr="00025D00" w:rsidRDefault="009A5620" w:rsidP="009A56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A5620" w:rsidRPr="00025D00" w:rsidRDefault="009A5620" w:rsidP="009A56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B510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ічної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для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товарного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виробництва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 метою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виділення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натуру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частки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(паю),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розміром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5,22 в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умовних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кадастрових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гектарах (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сертифікат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право на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частку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(пай)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серія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ХМ  №0318980, яка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A5620" w:rsidRPr="00025D00" w:rsidRDefault="009A5620" w:rsidP="009A56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2.Нікітчуку О.М.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9A5620" w:rsidRPr="00025D00" w:rsidRDefault="009A5620" w:rsidP="009A562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A5620" w:rsidRPr="00025D00" w:rsidRDefault="009A5620" w:rsidP="009A562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A5620" w:rsidRPr="009A5620" w:rsidRDefault="009A5620" w:rsidP="009A56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173704" w:rsidRPr="009A5620" w:rsidRDefault="009A5620" w:rsidP="009A56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Сільський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173704" w:rsidRPr="009A56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20"/>
    <w:rsid w:val="00171A2E"/>
    <w:rsid w:val="00173704"/>
    <w:rsid w:val="001B5102"/>
    <w:rsid w:val="00304C90"/>
    <w:rsid w:val="00505B6D"/>
    <w:rsid w:val="006D3977"/>
    <w:rsid w:val="007D6C18"/>
    <w:rsid w:val="009A562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2020-07-02T12:12:00Z</dcterms:created>
  <dcterms:modified xsi:type="dcterms:W3CDTF">2020-07-02T13:29:00Z</dcterms:modified>
</cp:coreProperties>
</file>