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81" w:rsidRPr="004C3041" w:rsidRDefault="00F35081" w:rsidP="00F3508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C36299" wp14:editId="57AA742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94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9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081" w:rsidRDefault="00F35081" w:rsidP="00F3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qVpX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9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xOnalaV3AABfWQQADgAAAAAAAAAAAAAAAAAuAgAAZHJzL2Uyb0RvYy54bWxQSwECLQAUAAYA&#10;CAAAACEAsh1Mm+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Fh8IA&#10;AADeAAAADwAAAGRycy9kb3ducmV2LnhtbERPS4vCMBC+C/6HMMLeNLUVH9UoIrviQRBf96EZ22Iz&#10;KU1W6783Cwve5uN7zmLVmko8qHGlZQXDQQSCOLO65FzB5fzTn4JwHlljZZkUvMjBatntLDDV9slH&#10;epx8LkIIuxQVFN7XqZQuK8igG9iaOHA32xj0ATa51A0+Q7ipZBxFY2mw5NBQYE2bgrL76dcosMl2&#10;t7/m8TH55onn9WF6u7Z7pb567XoOwlPrP+J/906H+clsFMPfO+EG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eMWH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DSv8cA&#10;AADeAAAADwAAAGRycy9kb3ducmV2LnhtbERPS0sDMRC+C/6HMIKX0mZrpY+1aSmFVetB6AN6HTbj&#10;ZnUzWZLYrv31Rih4m4/vOfNlZxtxIh9qxwqGgwwEcel0zZWCw77oT0GEiKyxcUwKfijAcnF7M8dc&#10;uzNv6bSLlUghHHJUYGJscylDachiGLiWOHEfzluMCfpKao/nFG4b+ZBlY2mx5tRgsKW1ofJr920V&#10;fBbv5rieXJ59b7alS694e2k2Y6Xu77rVE4hIXfwXX92vOs0fzR5H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w0r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uysUA&#10;AADe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/mg2Hs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u7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ea8UA&#10;AADeAAAADwAAAGRycy9kb3ducmV2LnhtbERPTUsDMRC9C/0PYQRvNmtta12bFqkKIniwFkpvw2a6&#10;u3QzCcnYXf+9EQRv83ifs1wPrlNniqn1bOBmXIAirrxtuTaw+3y5XoBKgmyx80wGvinBejW6WGJp&#10;fc8fdN5KrXIIpxINNCKh1DpVDTlMYx+IM3f00aFkGGttI/Y53HV6UhRz7bDl3NBgoE1D1Wn75Qy8&#10;98/h7W4+O4ZDnE50erKy34gxV5fD4wMooUH+xX/uV5vn395PZ/D7Tr5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l5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TVJsUA&#10;AADeAAAADwAAAGRycy9kb3ducmV2LnhtbESP3YrCMBCF7xd8hzCCN4um6iJajSKii3gj/jzA0IxN&#10;sZmUJtr69mZB2LsZzpnznVmsWluKJ9W+cKxgOEhAEGdOF5wruF52/SkIH5A1lo5JwYs8rJadrwWm&#10;2jV8ouc55CKGsE9RgQmhSqX0mSGLfuAq4qjdXG0xxLXOpa6xieG2lKMkmUiLBUeCwYo2hrL7+WEj&#10;5DjG4+HWXHa/LTa4PRj+Xp+U6nXb9RxEoDb8mz/Xex3rj2c/E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NU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xlh8UA&#10;AADeAAAADwAAAGRycy9kb3ducmV2LnhtbERPTUsDMRC9C/0PYQrebNZa27o2LaUqiODBKhRvw2a6&#10;u3QzCcnYXf+9EQRv83ifs9oMrlNniqn1bOB6UoAirrxtuTbw8f50tQSVBNli55kMfFOCzXp0scLS&#10;+p7f6LyXWuUQTiUaaERCqXWqGnKYJj4QZ+7oo0PJMNbaRuxzuOv0tCjm2mHLuaHBQLuGqtP+yxl4&#10;7R/Dy2J+ewyfcTbV6cHKYSfGXI6H7T0ooUH+xX/uZ5vn39zNFvD7Tr5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XGW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sHMgA&#10;AADeAAAADwAAAGRycy9kb3ducmV2LnhtbESPQUsDMRCF74L/IYzgRdqsVovdNi1WCAoVSqvgddhM&#10;dxc3kyWJ3fXfOwfB2wzvzXvfrDaj79SZYmoDG7idFqCIq+Barg18vNvJI6iUkR12gcnADyXYrC8v&#10;Vli6MPCBzsdcKwnhVKKBJue+1DpVDXlM09ATi3YK0WOWNdbaRRwk3Hf6rijm2mPL0tBgT88NVV/H&#10;b29gux/qWbyptmPYnV4+H6x19s0ac301Pi1BZRrzv/nv+tUJ/mxxL7zy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xuwc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DeMMA&#10;AADeAAAADwAAAGRycy9kb3ducmV2LnhtbERP22oCMRB9L/gPYYS+1azWiq5GEctCKX3x8gHDZtys&#10;biZLEtft3zcFwbc5nOusNr1tREc+1I4VjEcZCOLS6ZorBadj8TYHESKyxsYxKfilAJv14GWFuXZ3&#10;3lN3iJVIIRxyVGBibHMpQ2nIYhi5ljhxZ+ctxgR9JbXHewq3jZxk2UxarDk1GGxpZ6i8Hm5WQfE9&#10;+emuN+0Lt+2nlj7MZf5plHod9tsliEh9fIof7i+d5r8vpg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oDe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2x8gA&#10;AADeAAAADwAAAGRycy9kb3ducmV2LnhtbESPQUsDMRCF74L/IUzBi7RZLRXdNi1WCAoWxFboddhM&#10;d5duJksSu+u/dw6CtxnmzXvvW21G36kLxdQGNnA3K0ARV8G1XBv4OtjpI6iUkR12gcnADyXYrK+v&#10;Vli6MPAnXfa5VmLCqUQDTc59qXWqGvKYZqEnltspRI9Z1lhrF3EQc9/p+6J40B5bloQGe3ppqDrv&#10;v72B7cdQz+NttR3D++n1uLDW2Z015mYyPi9BZRrzv/jv+81J/fnT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aXbH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Zo8MA&#10;AADeAAAADwAAAGRycy9kb3ducmV2LnhtbERP22oCMRB9L/gPYYS+1ay2iq5GEcuClL54+YBhM25W&#10;N5Mliev2702h0Lc5nOusNr1tREc+1I4VjEcZCOLS6ZorBedT8TYHESKyxsYxKfihAJv14GWFuXYP&#10;PlB3jJVIIRxyVGBibHMpQ2nIYhi5ljhxF+ctxgR9JbXHRwq3jZxk2UxarDk1GGxpZ6i8He9WQfE1&#10;+e5ud+0Lt+0/LE3Ndf5plHod9tsliEh9/Bf/ufc6zX9fTMf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WZo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ZPMIA&#10;AADeAAAADwAAAGRycy9kb3ducmV2LnhtbERPzWrCQBC+F/oOywje6iZqpEbXUISIHhv7AEN2TILZ&#10;2TS7TeLbu4VCb/Px/c4+m0wrBupdY1lBvIhAEJdWN1wp+Lrmb+8gnEfW2FomBQ9ykB1eX/aYajvy&#10;Jw2Fr0QIYZeigtr7LpXSlTUZdAvbEQfuZnuDPsC+krrHMYSbVi6jaCMNNhwaauzoWFN5L36MgvVj&#10;PH0XyT3KtaH4suou7MtEqfls+tiB8DT5f/Gf+6zD/NU2WcL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CZk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qCMMA&#10;AADeAAAADwAAAGRycy9kb3ducmV2LnhtbERPS4vCMBC+C/sfwizsTdNVlLWaiqy4iCftquehmT6w&#10;mZQmav33RhC8zcf3nPmiM7W4Uusqywq+BxEI4szqigsFh/91/weE88gaa8uk4E4OFslHb46xtjfe&#10;0zX1hQgh7GJUUHrfxFK6rCSDbmAb4sDltjXoA2wLqVu8hXBTy2EUTaTBikNDiQ39lpSd04tRcJmc&#10;hgfOt3qXru5/09V66eSxUOrrs1vOQHjq/Fv8cm90mD+ajkfwfCfc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cqC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CYccA&#10;AADeAAAADwAAAGRycy9kb3ducmV2LnhtbERPS2vCQBC+F/oflil4q5v6CJq6igqCejBU7aG3aXaa&#10;pM3Oxuyq8d+7hUJv8/E9ZzJrTSUu1LjSsoKXbgSCOLO65FzB8bB6HoFwHlljZZkU3MjBbPr4MMFE&#10;2yu/0WXvcxFC2CWooPC+TqR0WUEGXdfWxIH7so1BH2CTS93gNYSbSvaiKJYGSw4NBda0LCj72Z+N&#10;gvd0FI/TxWbwvd19Yt/o04cuY6U6T+38FYSn1v+L/9xrHeb3x8MB/L4Tbp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BAm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wbsMA&#10;AADeAAAADwAAAGRycy9kb3ducmV2LnhtbERPS4vCMBC+C/6HMII3TX3iVqO4u6yKJ9dd8Do0Y1ts&#10;JqWJWv31RhC8zcf3nNmiNoW4UOVyywp63QgEcWJ1zqmC/7+fzgSE88gaC8uk4EYOFvNmY4axtlf+&#10;pcvepyKEsItRQeZ9GUvpkowMuq4tiQN3tJVBH2CVSl3hNYSbQvajaCwN5hwaMizpK6PktD8bBffx&#10;AXdu3f/8HmhPt+FkZbe7lVLtVr2cgvBU+7f45d7oMH/wMRrB851wg5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Qwb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/Ht8QA&#10;AADeAAAADwAAAGRycy9kb3ducmV2LnhtbERP3WrCMBS+H/gO4Qi7W9M5LdoZRcTB7ja7PcChOabB&#10;5qQ2mVaffhkMvDsf3+9ZrgfXijP1wXpW8JzlIIhrry0bBd9fb09zECEia2w9k4IrBVivRg9LLLW/&#10;8J7OVTQihXAoUUETY1dKGeqGHIbMd8SJO/jeYUywN1L3eEnhrpWTPC+kQ8upocGOtg3Vx+rHKTj5&#10;yUwP1Q4/jrvFpzVmerrtp0o9jofNK4hIQ7yL/93vOs1/WcwK+Hsn3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fx7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8Ex8MA&#10;AADeAAAADwAAAGRycy9kb3ducmV2LnhtbERPS4vCMBC+C/6HMII3TVV8dY2iC4JXH4c9ziZj27WZ&#10;1Car1V+/WRC8zcf3nMWqsaW4Ue0LxwoG/QQEsXam4EzB6bjtzUD4gGywdEwKHuRhtWy3Fpgad+c9&#10;3Q4hEzGEfYoK8hCqVEqvc7Lo+64ijtzZ1RZDhHUmTY33GG5LOUySibRYcGzIsaLPnPTl8GsV7Ipv&#10;Gk/0eW5nG73/el7DaPpjlOp2mvUHiEBNeItf7p2J80fz8RT+34k3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8Ex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FpYsUA&#10;AADeAAAADwAAAGRycy9kb3ducmV2LnhtbERPTWvCQBC9F/wPywi96aaWSk1dRQsFi1aoLe11yE6z&#10;wexsyK4x/nvnIPQ2877mzXzZ+1p11MYqsIGHcQaKuAi24tLA99fb6BlUTMgW68Bk4EIRlovB3Rxz&#10;G878Sd0hlUpCOOZowKXU5FrHwpHHOA4NsXB/ofWYZG1LbVs8S7iv9STLptpjxXLBYUOvjorj4eQN&#10;dLi/ZL9u/TF7r3bFZL/+2VrBzf2wX72AStSnf/HNvbFS/3H2JH3lHZlB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Wl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TY8MA&#10;AADeAAAADwAAAGRycy9kb3ducmV2LnhtbERPTUvDQBC9C/0Pywje7MaI0sZuSxEqHjXtweOYnWZT&#10;szNhd22iv94VBG/zeJ+z2ky+V2cKsRM2cDMvQBE3YjtuDRz2u+sFqJiQLfbCZOCLImzWs4sVVlZG&#10;fqVznVqVQzhWaMClNFRax8aRxziXgThzRwkeU4ah1TbgmMN9r8uiuNceO84NDgd6dNR81J/ewPjU&#10;vJ/K45t132GQXf0ip7IXY64up+0DqERT+hf/uZ9tnn+7vFv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ATY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5gVMgA&#10;AADeAAAADwAAAGRycy9kb3ducmV2LnhtbESPQU8CQQyF7yb8h0lJuMkskCCuDARBEmMgBtR73am7&#10;izOdzc4I67+3BxNubfr63vvmy847daY21oENjIYZKOIi2JpLA+9v29sZqJiQLbrAZOCXIiwXvZs5&#10;5jZc+EDnYyqVmHDM0UCVUpNrHYuKPMZhaIjl9hVaj0nWttS2xYuYe6fHWTbVHmuWhAobWldUfB9/&#10;vIHt68adxvvD6kOn9dPdp5u9PG52xgz63eoBVKIuXcX/389W6k/upwIgODKDX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PmB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YW8QA&#10;AADeAAAADwAAAGRycy9kb3ducmV2LnhtbERPTYvCMBC9C/6HMIIXWVMVxa1GEUF0YQV1F7yOzdgW&#10;m0lpYq3/frMgeJvH+5z5sjGFqKlyuWUFg34EgjixOudUwe/P5mMKwnlkjYVlUvAkB8tFuzXHWNsH&#10;H6k++VSEEHYxKsi8L2MpXZKRQde3JXHgrrYy6AOsUqkrfIRwU8hhFE2kwZxDQ4YlrTNKbqe7UVAf&#10;vi/prnbl123ac+PRZbvd67NS3U6zmoHw1Pi3+OXe6TB/9DkZwP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EGF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r4McYA&#10;AADeAAAADwAAAGRycy9kb3ducmV2LnhtbERPTWsCMRC9C/6HMIXeNNutiq5GUaHgpaC2h3obN+Pu&#10;4mayJqlu/fWmUOhtHu9zZovW1OJKzleWFbz0ExDEudUVFwo+P956YxA+IGusLZOCH/KwmHc7M8y0&#10;vfGOrvtQiBjCPkMFZQhNJqXPSzLo+7YhjtzJOoMhQldI7fAWw00t0yQZSYMVx4YSG1qXlJ/330bB&#10;ajJeXbYDfr/vjgc6fB3Pw9QlSj0/tcspiEBt+Bf/uTc6zn+djFL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r4McYAAADeAAAADwAAAAAAAAAAAAAAAACYAgAAZHJz&#10;L2Rvd25yZXYueG1sUEsFBgAAAAAEAAQA9QAAAIsDAAAAAA==&#10;" fillcolor="black" stroked="f"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TqsYA&#10;AADeAAAADwAAAGRycy9kb3ducmV2LnhtbERPTWvCQBC9F/wPywi91U0Vg01dRW2FgnrQ9tDjNDtN&#10;lmRnQ3arqb/eFQRv83ifM513thZHar1xrOB5kIAgzp02XCj4+lw/TUD4gKyxdkwK/snDfNZ7mGKm&#10;3Yn3dDyEQsQQ9hkqKENoMil9XpJFP3ANceR+XWsxRNgWUrd4iuG2lsMkSaVFw7GhxIZWJeXV4c8q&#10;+N6kZrI3NPzZnpfvejuulru3SqnHfrd4BRGoC3fxzf2h4/zRSzqC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VTq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6m7MQA&#10;AADeAAAADwAAAGRycy9kb3ducmV2LnhtbERPTWsCMRC9C/6HMEJvmq0VsVujiKXUiwdtS6/DZrrZ&#10;7mayTaKu/nojCL3N433OfNnZRhzJh8qxgsdRBoK4cLriUsHnx9twBiJEZI2NY1JwpgDLRb83x1y7&#10;E+/ouI+lSCEcclRgYmxzKUNhyGIYuZY4cT/OW4wJ+lJqj6cUbhs5zrKptFhxajDY0tpQUe8PVoFf&#10;fb/WFz581dllew7vv93fDI1SD4Nu9QIiUhf/xXf3Rqf5T8/T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Opu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1PMQA&#10;AADeAAAADwAAAGRycy9kb3ducmV2LnhtbERP22oCMRB9L/QfwhT6UmpWpbauRhGhICiC1g+Ybqa7&#10;i8lk2Yy69usboeDbHM51pvPOO3WmNtaBDfR7GSjiItiaSwOHr8/XD1BRkC26wGTgShHms8eHKeY2&#10;XHhH572UKoVwzNFAJdLkWseiIo+xFxrixP2E1qMk2JbatnhJ4d7pQZaNtMeaU0OFDS0rKo77kzfg&#10;Bt9uvH6PG7ke9Cb79bJ72Vpjnp+6xQSUUCd38b97ZdP84Xj0Brd30g1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tT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FqEcUA&#10;AADeAAAADwAAAGRycy9kb3ducmV2LnhtbERPTWsCMRC9F/ofwhS81awWlnZrFFsR9tKDW4vXcTNu&#10;FpPJskl17a83gtDbPN7nzBaDs+JEfWg9K5iMMxDEtdctNwq23+vnVxAhImu0nknBhQIs5o8PMyy0&#10;P/OGTlVsRArhUKACE2NXSBlqQw7D2HfEiTv43mFMsG+k7vGcwp2V0yzLpcOWU4PBjj4N1cfq1ylY&#10;VZ2dbkvzEXY/X/u9Lf/WtFspNXoalu8gIg3xX3x3lzrNf3nLc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Wo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h9vMMA&#10;AADeAAAADwAAAGRycy9kb3ducmV2LnhtbERPS2sCMRC+F/wPYYTeaqLC2m6NUoqC0JOvQ29DMu6u&#10;bibLJrrbf98Igrf5+J4zX/auFjdqQ+VZw3ikQBAbbysuNBz267d3ECEiW6w9k4Y/CrBcDF7mmFvf&#10;8ZZuu1iIFMIhRw1ljE0uZTAlOQwj3xAn7uRbhzHBtpC2xS6Fu1pOlMqkw4pTQ4kNfZdkLrur03Be&#10;yx9vFJrj4dht7Ox3lVGttH4d9l+fICL18Sl+uDc2zZ9+ZDO4v5N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h9v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8aqccA&#10;AADeAAAADwAAAGRycy9kb3ducmV2LnhtbESPQWvCQBCF70L/wzJCb7pRQWx0FVsoFEsPaik9jtkx&#10;CcnOht1V47/vHAreZnhv3vtmteldq64UYu3ZwGScgSIuvK25NPB9fB8tQMWEbLH1TAbuFGGzfhqs&#10;MLf+xnu6HlKpJIRjjgaqlLpc61hU5DCOfUcs2tkHh0nWUGob8CbhrtXTLJtrhzVLQ4UdvVVUNIeL&#10;M/B7+eTz12y3Da/px/fH2ExPi8aY52G/XYJK1KeH+f/6wwr+7GUuvPKOzK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PGq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5qQMYA&#10;AADeAAAADwAAAGRycy9kb3ducmV2LnhtbERPS2sCMRC+F/wPYQRvNau24q5G0UKhl0J9HPQ2bsbd&#10;xc1km6S69debQsHbfHzPmS1aU4sLOV9ZVjDoJyCIc6srLhTstu/PExA+IGusLZOCX/KwmHeeZphp&#10;e+U1XTahEDGEfYYKyhCaTEqfl2TQ921DHLmTdQZDhK6Q2uE1hptaDpNkLA1WHBtKbOitpPy8+TEK&#10;Vulk9f31wp+39fFAh/3x/Dp0iVK9brucggjUhof43/2h4/xROk7h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5qQMYAAADeAAAADwAAAAAAAAAAAAAAAACYAgAAZHJz&#10;L2Rvd25yZXYueG1sUEsFBgAAAAAEAAQA9QAAAIsDAAAAAA==&#10;" fillcolor="black" stroked="f"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teqsYA&#10;AADeAAAADwAAAGRycy9kb3ducmV2LnhtbESPT0/DMAzF70h8h8hI3FgKk/hTlk3VJATi1G0grl5j&#10;morGqZKQlW+PD0jcbPn5vfdbbWY/qkIxDYENXC8qUMRdsAP3Bt4OT1f3oFJGtjgGJgM/lGCzPj9b&#10;YW3DiXdU9rlXYsKpRgMu56nWOnWOPKZFmIjl9hmixyxr7LWNeBJzP+qbqrrVHgeWBIcTbR11X/tv&#10;b6Act22zLB/F7V5j08fQPr8fW2MuL+bmEVSmOf+L/75frNRfPtwJ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teq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/OMUA&#10;AADeAAAADwAAAGRycy9kb3ducmV2LnhtbERPTWvCQBC9F/oflhG81U0UbI2uItIW24s1CnocsmM2&#10;NDsbstsY++u7hUJv83ifs1j1thYdtb5yrCAdJSCIC6crLhUcDy8PTyB8QNZYOyYFN/KwWt7fLTDT&#10;7sp76vJQihjCPkMFJoQmk9IXhiz6kWuII3dxrcUQYVtK3eI1httajpNkKi1WHBsMNrQxVHzmX1aB&#10;TzfPp3f7PevOr4Z3+ZuZfpRGqeGgX89BBOrDv/jPvdVx/mT2mM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78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5081" w:rsidRDefault="00F35081" w:rsidP="00F3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5081" w:rsidRDefault="00F35081" w:rsidP="00F350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35081" w:rsidRDefault="00F35081" w:rsidP="00F350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5081" w:rsidRDefault="00F35081" w:rsidP="00F350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№63</w:t>
      </w:r>
    </w:p>
    <w:p w:rsidR="00F35081" w:rsidRPr="00006835" w:rsidRDefault="00F35081" w:rsidP="00F3508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35081" w:rsidRDefault="00F35081" w:rsidP="00F3508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35081" w:rsidRDefault="00F35081" w:rsidP="00F3508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35081" w:rsidRDefault="00F35081" w:rsidP="00F3508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М.М.</w:t>
      </w:r>
    </w:p>
    <w:p w:rsidR="00F35081" w:rsidRDefault="00F35081" w:rsidP="00F3508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35081" w:rsidRDefault="00F35081" w:rsidP="00F3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  <w:proofErr w:type="gramStart"/>
      <w:r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35081" w:rsidRDefault="00F35081" w:rsidP="00F3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35081" w:rsidRDefault="00F35081" w:rsidP="00F3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Мальвіні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ідприємства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припинене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 га,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рада, 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35081" w:rsidRDefault="00F35081" w:rsidP="00F350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2.ПередатиНечипорук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Мальвіні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D763C">
        <w:rPr>
          <w:rFonts w:ascii="Times New Roman" w:eastAsia="Calibri" w:hAnsi="Times New Roman" w:cs="Times New Roman"/>
          <w:sz w:val="24"/>
          <w:lang w:val="en-US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7D763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6823984700:05:002:0022,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ідприємства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припинене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рада,за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5081" w:rsidRDefault="00F35081" w:rsidP="00F350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35081" w:rsidRDefault="00F35081" w:rsidP="00F350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35081" w:rsidRPr="00F35081" w:rsidRDefault="00F35081" w:rsidP="00F350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513EA" w:rsidRPr="00F35081" w:rsidRDefault="00F35081" w:rsidP="00F3508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513EA" w:rsidRPr="00F35081" w:rsidSect="00F35081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A8" w:rsidRDefault="00ED7AA8">
      <w:pPr>
        <w:spacing w:after="0" w:line="240" w:lineRule="auto"/>
      </w:pPr>
      <w:r>
        <w:separator/>
      </w:r>
    </w:p>
  </w:endnote>
  <w:endnote w:type="continuationSeparator" w:id="0">
    <w:p w:rsidR="00ED7AA8" w:rsidRDefault="00ED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A8" w:rsidRDefault="00ED7AA8">
      <w:pPr>
        <w:spacing w:after="0" w:line="240" w:lineRule="auto"/>
      </w:pPr>
      <w:r>
        <w:separator/>
      </w:r>
    </w:p>
  </w:footnote>
  <w:footnote w:type="continuationSeparator" w:id="0">
    <w:p w:rsidR="00ED7AA8" w:rsidRDefault="00ED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81"/>
    <w:rsid w:val="007D763C"/>
    <w:rsid w:val="00C25B79"/>
    <w:rsid w:val="00D513EA"/>
    <w:rsid w:val="00ED7AA8"/>
    <w:rsid w:val="00F3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8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508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508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508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8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508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508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508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2020-12-24T16:48:00Z</dcterms:created>
  <dcterms:modified xsi:type="dcterms:W3CDTF">2020-12-24T19:04:00Z</dcterms:modified>
</cp:coreProperties>
</file>