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C4" w:rsidRDefault="001E0D48" w:rsidP="00E72D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72DC4" w:rsidRDefault="00E72DC4" w:rsidP="00E72DC4"/>
    <w:p w:rsidR="00E72DC4" w:rsidRDefault="00E72DC4" w:rsidP="00E72DC4"/>
    <w:p w:rsidR="00E72DC4" w:rsidRDefault="00E72DC4" w:rsidP="00E72D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72DC4" w:rsidRDefault="00E72DC4" w:rsidP="00E72D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72DC4" w:rsidRDefault="00E72DC4" w:rsidP="00E72D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72DC4" w:rsidRDefault="00E72DC4" w:rsidP="00E72D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72DC4" w:rsidRDefault="00E72DC4" w:rsidP="00E72D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DC4" w:rsidRDefault="00E72DC4" w:rsidP="00E72D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72DC4" w:rsidRDefault="00E72DC4" w:rsidP="00E72D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2DC4" w:rsidRDefault="00E72DC4" w:rsidP="00E72D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72DC4" w:rsidRPr="00310F74" w:rsidRDefault="00E72DC4" w:rsidP="00E72DC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74</w:t>
      </w:r>
    </w:p>
    <w:p w:rsidR="00E72DC4" w:rsidRPr="004A7F1D" w:rsidRDefault="00E72DC4" w:rsidP="00E72DC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E72DC4" w:rsidRPr="004A7F1D" w:rsidRDefault="00E72DC4" w:rsidP="00E72DC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72DC4" w:rsidRPr="004A7F1D" w:rsidRDefault="00E72DC4" w:rsidP="00E72DC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72DC4" w:rsidRPr="004A7F1D" w:rsidRDefault="00E72DC4" w:rsidP="00E72DC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72DC4" w:rsidRPr="004A7F1D" w:rsidRDefault="00E72DC4" w:rsidP="00E72DC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Курята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В.Б.</w:t>
      </w:r>
    </w:p>
    <w:p w:rsidR="00E72DC4" w:rsidRPr="004A7F1D" w:rsidRDefault="00E72DC4" w:rsidP="00E72DC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Курята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В.Б.,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Курята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Володимиру Броніславовичу, який зареєстрований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адресою: </w:t>
      </w:r>
      <w:r w:rsidR="001E0D48" w:rsidRPr="001E0D4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0,36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га,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Хоровиця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Курята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В.Б.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E72DC4" w:rsidRPr="004A7F1D" w:rsidRDefault="00E72DC4" w:rsidP="00E72DC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F1D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72DC4" w:rsidRPr="004A7F1D" w:rsidRDefault="00E72DC4" w:rsidP="00E72DC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72DC4" w:rsidRPr="004A7F1D" w:rsidRDefault="00E72DC4" w:rsidP="00E72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F92649" w:rsidRDefault="00F92649"/>
    <w:sectPr w:rsidR="00F92649" w:rsidSect="00F92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72DC4"/>
    <w:rsid w:val="00171A2E"/>
    <w:rsid w:val="001E0D48"/>
    <w:rsid w:val="00304C90"/>
    <w:rsid w:val="00505B6D"/>
    <w:rsid w:val="006D3977"/>
    <w:rsid w:val="007D6C18"/>
    <w:rsid w:val="00D1641A"/>
    <w:rsid w:val="00E72DC4"/>
    <w:rsid w:val="00F9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C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2020-03-16T13:16:00Z</dcterms:created>
  <dcterms:modified xsi:type="dcterms:W3CDTF">2020-03-17T06:40:00Z</dcterms:modified>
</cp:coreProperties>
</file>