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9F7" w:rsidRPr="00EB11D7" w:rsidRDefault="00B619F7" w:rsidP="00B619F7">
      <w:pPr>
        <w:tabs>
          <w:tab w:val="left" w:pos="2160"/>
        </w:tabs>
        <w:jc w:val="right"/>
        <w:rPr>
          <w:rFonts w:ascii="Times New Roman" w:eastAsia="Calibri" w:hAnsi="Times New Roman" w:cs="Times New Roman"/>
          <w:color w:val="FF0000"/>
        </w:rPr>
      </w:pPr>
      <w:r w:rsidRPr="00EB11D7">
        <w:rPr>
          <w:rFonts w:ascii="Times New Roman" w:eastAsia="Calibri" w:hAnsi="Times New Roman" w:cs="Times New Roman"/>
          <w:color w:val="FF0000"/>
        </w:rPr>
        <w:t>ПРОЕКТ</w:t>
      </w:r>
    </w:p>
    <w:p w:rsidR="00B619F7" w:rsidRPr="00EB11D7" w:rsidRDefault="00B619F7" w:rsidP="00B619F7">
      <w:pPr>
        <w:rPr>
          <w:rFonts w:ascii="Times New Roman" w:eastAsia="Calibri" w:hAnsi="Times New Roman" w:cs="Times New Roman"/>
          <w:color w:val="FF0000"/>
        </w:rPr>
      </w:pPr>
      <w:r w:rsidRPr="00DE0EF3">
        <w:rPr>
          <w:noProof/>
          <w:lang w:val="ru-RU" w:eastAsia="ru-RU"/>
        </w:rPr>
        <w:pict>
          <v:group id="Групувати 976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WnHMUA&#10;AADdAAAADwAAAGRycy9kb3ducmV2LnhtbESPT2vCQBTE70K/w/IKvenGWBqJriGUtuQgFP/dH9ln&#10;Esy+Ddmtid/eLQgeh5n5DbPORtOKK/WusaxgPotAEJdWN1wpOB6+p0sQziNrbC2Tghs5yDYvkzWm&#10;2g68o+veVyJA2KWooPa+S6V0ZU0G3cx2xME7296gD7KvpO5xCHDTyjiKPqTBhsNCjR191lRe9n9G&#10;gV38FNtTFe8WX5x4zn+X59O4VertdcxXIDyN/hl+tAut4D2JE/h/E56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Nac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z3YMUA&#10;AADdAAAADwAAAGRycy9kb3ducmV2LnhtbERPTWsCMRC9C/0PYQq9SM1WitqtUYqwVj0I2kKvw2a6&#10;2XYzWZKoq7/eHASPj/c9nXe2EUfyoXas4GWQgSAuna65UvD9VTxPQISIrLFxTArOFGA+e+hNMdfu&#10;xDs67mMlUgiHHBWYGNtcylAashgGriVO3K/zFmOCvpLa4ymF20YOs2wkLdacGgy2tDBU/u8PVsFf&#10;sTU/i/Fl6ftvO7r0i81nsx4p9fTYfbyDiNTFu/jmXmkFr+NhmpvepCc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Pd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gwhMUA&#10;AADdAAAADwAAAGRycy9kb3ducmV2LnhtbESPy2rDMBBF94X8g5hCNiWR45QmdS2HUJJSsgl5fMBg&#10;TSxTa2Qs1Xb+vioUurzcx+Hmm9E2oqfO144VLOYJCOLS6ZorBdfLfrYG4QOyxsYxKbiTh00xecgx&#10;027gE/XnUIk4wj5DBSaENpPSl4Ys+rlriaN3c53FEGVXSd3hEMdtI9MkeZEWa44Egy29Gyq/zt82&#10;Qo5LPB5uw2X/MeKAu4Php+1JqenjuH0DEWgM/+G/9qdW8LxKX+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KDCE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DaZMQA&#10;AADdAAAADwAAAGRycy9kb3ducmV2LnhtbERPTWsCMRC9F/ofwhS81WzVatkapVgFKfRQWyi9DZtx&#10;d+lmEpLRXf+9ORR6fLzv5XpwnTpTTK1nAw/jAhRx5W3LtYGvz939E6gkyBY7z2TgQgnWq9ubJZbW&#10;9/xB54PUKodwKtFAIxJKrVPVkMM09oE4c0cfHUqGsdY2Yp/DXacnRTHXDlvODQ0G2jRU/R5OzsB7&#10;vw1vi/njMfzE2USnVyvfGzFmdDe8PIMSGuRf/OfeWwOzxTTvz2/yE9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w2m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eqX8UA&#10;AADdAAAADwAAAGRycy9kb3ducmV2LnhtbESP3WrCQBCF7wu+wzJCb4pubEor0U0QqaXkRvx5gCE7&#10;ZoPZ2ZDdmvj2bqHQy8P5+TjrYrStuFHvG8cKFvMEBHHldMO1gvNpN1uC8AFZY+uYFNzJQ5FPntaY&#10;aTfwgW7HUIs4wj5DBSaELpPSV4Ys+rnriKN3cb3FEGVfS93jEMdtK1+T5F1abDgSDHa0NVRdjz82&#10;QvYp7svLcNp9jTjgZ2n4ZXNQ6nk6blYgAo3hP/zX/tYK3j7S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6pf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7hiMYA&#10;AADdAAAADwAAAGRycy9kb3ducmV2LnhtbESPQUsDMRSE70L/Q3iCN5t1ra2sTUupCiL00FYQb4/N&#10;6+7i5iUkz+76740geBxm5htmuR5dr84UU+fZwM20AEVce9txY+Dt+Hx9DyoJssXeMxn4pgTr1eRi&#10;iZX1A+/pfJBGZQinCg20IqHSOtUtOUxTH4izd/LRoWQZG20jDhnuel0WxVw77DgvtBho21L9efhy&#10;BnbDU3hdzO9O4SPOSp0erbxvxZiry3HzAEpolP/wX/vFGpgtbk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7hi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kbccA&#10;AADdAAAADwAAAGRycy9kb3ducmV2LnhtbESPUUvDMBSF3wX/Q7iCL+JS7aajLhtuEDZQGE5hr5fm&#10;ri02NyXJ1u7fLwPBx8M55zuc2WKwrTiRD41jBU+jDARx6UzDlYKfb/04BREissHWMSk4U4DF/PZm&#10;hoVxPX/RaRcrkSAcClRQx9gVUoayJoth5Dri5B2ctxiT9JU0HvsEt618zrIXabHhtFBjR6uayt/d&#10;0SpYbvsq9w/lcnAfh/V+orXRn1qp+7vh/Q1EpCH+h//aG6Ng/Jr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i5G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mXMUA&#10;AADdAAAADwAAAGRycy9kb3ducmV2LnhtbESP3WoCMRSE7wu+QzhC72pWu7WyNYpYFor0xp8HOGxO&#10;N1s3J0sS1+3bN4Lg5TAz3zDL9WBb0ZMPjWMF00kGgrhyuuFawelYvixAhIissXVMCv4owHo1elpi&#10;od2V99QfYi0ShEOBCkyMXSFlqAxZDBPXESfvx3mLMUlfS+3xmuC2lbMsm0uLDacFgx1tDVXnw8Uq&#10;KHez7/580b50myG39GZ+F59GqefxsPkAEWmIj/C9/aUV5O+vOdzepC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yZc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fZgs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f5ot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H2YL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vek8QA&#10;AADdAAAADwAAAGRycy9kb3ducmV2LnhtbESPUWvCMBSF3wX/Q7iDvWm64kSqqYijMIYvU3/Apblr&#10;ujY3JYm1+/eLMNjj4ZzzHc5uP9lejORD61jByzIDQVw73XKj4HqpFhsQISJr7B2Tgh8KsC/nsx0W&#10;2t35k8ZzbESCcChQgYlxKKQMtSGLYekG4uR9OW8xJukbqT3eE9z2Ms+ytbTYclowONDRUN2db1ZB&#10;9ZGfxu6mfeUO08rSq/nevBmlnp+mwxZEpCn+h//a71rBap3l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b3p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JhLsMA&#10;AADdAAAADwAAAGRycy9kb3ducmV2LnhtbESPzWrDMBCE74W8g9hAbo3kugnFjRJKwaU+xukDLNbW&#10;NrFWrqX65+2jQiHHYeabYQ6n2XZipMG3jjUkWwWCuHKm5VrD1yV/fAHhA7LBzjFpWMjD6bh6OGBm&#10;3MRnGstQi1jCPkMNTQh9JqWvGrLot64njt63GyyGKIdamgGnWG47+aTUXlpsOS402NN7Q9W1/LUa&#10;npfp46fcXVVuLCVF2hccqp3Wm/X89goi0Bzu4X/600Rur1L4exOfgD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JhL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ngRsMA&#10;AADdAAAADwAAAGRycy9kb3ducmV2LnhtbESPzarCMBSE9xd8h3AEd9dUkXKtRhFFEVfe+rM+NMe2&#10;2JyUJmp9eyMILoeZ+YaZzltTiTs1rrSsYNCPQBBnVpecKzge1r9/IJxH1lhZJgVPcjCfdX6mmGj7&#10;4H+6pz4XAcIuQQWF93UipcsKMuj6tiYO3sU2Bn2QTS51g48AN5UcRlEsDZYcFgqsaVlQdk1vRsEt&#10;Pg+PfNnpfbp6bsar9cLJU65Ur9suJiA8tf4b/rS3WsEojk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ngR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62scA&#10;AADdAAAADwAAAGRycy9kb3ducmV2LnhtbESPT2vCQBTE70K/w/KE3nRjtUGjq1ih0Pag+O/g7Zl9&#10;JqnZt2l2q+m37wqCx2FmfsNMZo0pxYVqV1hW0OtGIIhTqwvOFOy2750hCOeRNZaWScEfOZhNn1oT&#10;TLS98pouG5+JAGGXoILc+yqR0qU5GXRdWxEH72Rrgz7IOpO6xmuAm1K+RFEsDRYcFnKsaJFTet78&#10;GgX71TAerd4+B99fyyP2jf456CJW6rndzMcgPDX+Eb63P7SCQRy9wu1Ne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GOt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mXsQA&#10;AADd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VRDM834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sZl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iQfcUA&#10;AADdAAAADwAAAGRycy9kb3ducmV2LnhtbESP0WrCQBRE3wX/YbmCb7pRoq3RTSjFQt9a037AJXvd&#10;BLN3Y3bVtF/vFgo+DjNzhtkVg23FlXrfOFawmCcgiCunGzYKvr/eZs8gfEDW2DomBT/kocjHox1m&#10;2t34QNcyGBEh7DNUUIfQZVL6qiaLfu464ugdXW8xRNkbqXu8Rbht5TJJ1tJiw3Ghxo5ea6pO5cUq&#10;OLvlSg/lHj9O+81nY0x6/j2kSk0nw8sWRKAhPML/7XetIF0nT/D3Jj4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+JB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o7ocIA&#10;AADdAAAADwAAAGRycy9kb3ducmV2LnhtbERPPW/CMBDdK/U/WFepW+NAIYU0DoJKSKzQDh0P+0hS&#10;4nOIXQj99fWAxPj0vovFYFtxpt43jhWMkhQEsXam4UrB1+f6ZQbCB2SDrWNScCUPi/LxocDcuAtv&#10;6bwLlYgh7HNUUIfQ5VJ6XZNFn7iOOHIH11sMEfaVND1eYrht5ThNM2mx4dhQY0cfNenj7tcq2DR7&#10;mmb6MLezld5+/53C69uPUer5aVi+gwg0hLv45t4YBZNsEvfHN/EJy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Wju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9tzsEA&#10;AADdAAAADwAAAGRycy9kb3ducmV2LnhtbERPXWvCMBR9F/wP4Qp701QR0WoUFQYbU0Ed8/XS3DVl&#10;zU1pslr/vREEH883Z7FqbSkaqn3hWMFwkIAgzpwuOFfwfX7vT0H4gKyxdEwKbuRhtex2Fphqd+Uj&#10;NaeQi1jCPkUFJoQqldJnhiz6gauIo/braoshwjqXusZrLLelHCXJRFosOC4YrGhrKPs7/VsFDR5u&#10;ycVs9rPPYpeNDpufLx159dZr13MQgdrwMj/TH1rBeDIewuNNfAJ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fbc7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ZN2cQA&#10;AADdAAAADwAAAGRycy9kb3ducmV2LnhtbESPQUvDQBSE70L/w/IEb3ZjKEVit6UUWjxq6sHjM/ua&#10;Tc2+F3bXJvrrXUHocZiZb5jVZvK9ulCInbCBh3kBirgR23Fr4O24v38EFROyxV6YDHxThM16drPC&#10;ysrIr3SpU6syhGOFBlxKQ6V1bBx5jHMZiLN3kuAxZRlabQOOGe57XRbFUnvsOC84HGjnqPmsv7yB&#10;8dB8nMvTu3U/YZB9/SLnshdj7m6n7ROoRFO6hv/bz9bAYrko4e9Nf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2Td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Gu5ccA&#10;AADdAAAADwAAAGRycy9kb3ducmV2LnhtbESPW2sCMRSE3wv+h3AKvtVsVVS2RrFeoBSleOn7cXPc&#10;XZucLJtU139vhEIfh5n5hhlPG2vEhWpfOlbw2klAEGdOl5wrOOxXLyMQPiBrNI5JwY08TCetpzGm&#10;2l15S5ddyEWEsE9RQRFClUrps4Is+o6riKN3crXFEGWdS13jNcKtkd0kGUiLJceFAiuaF5T97H6t&#10;gtXXwpy7m+3sW4b5cng0o8/3xVqp9nMzewMRqAn/4b/2h1bQH/R78HgTn4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Rru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/7KMcA&#10;AADdAAAADwAAAGRycy9kb3ducmV2LnhtbESP3WrCQBSE7wt9h+UUvBHd2KZBoqsUoaigUH/A22P2&#10;NAlmz4bsGtO3dwWhl8PMfMNM552pREuNKy0rGA0jEMSZ1SXnCo6H78EYhPPIGivLpOCPHMxnry9T&#10;TLW98Y7avc9FgLBLUUHhfZ1K6bKCDLqhrYmD92sbgz7IJpe6wVuAm0q+R1EiDZYcFgqsaVFQdtlf&#10;jYL2Z3POV62r15dx331+nJfLrT4p1XvrviYgPHX+P/xsr7SCOIljeLw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f+y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IiesgA&#10;AADdAAAADwAAAGRycy9kb3ducmV2LnhtbESPT2vCQBTE7wW/w/IKvdVNJYpN3YgWCl4E/x3q7Zl9&#10;TUKyb9PdVWM/vVso9DjMzG+Y2bw3rbiQ87VlBS/DBARxYXXNpYLD/uN5CsIHZI2tZVJwIw/zfPAw&#10;w0zbK2/psguliBD2GSqoQugyKX1RkUE/tB1x9L6sMxiidKXUDq8Rblo5SpKJNFhzXKiwo/eKimZ3&#10;NgqWr9Pl9ybl9c/2dKTj56kZj1yi1NNjv3gDEagP/+G/9korSCfpGH7fxCcg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ciJ6yAAAAN0AAAAPAAAAAAAAAAAAAAAAAJgCAABk&#10;cnMvZG93bnJldi54bWxQSwUGAAAAAAQABAD1AAAAjQMAAAAA&#10;" fillcolor="black" stroked="f"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/A8cA&#10;AADdAAAADwAAAGRycy9kb3ducmV2LnhtbESPzWvCQBTE7wX/h+UJvdWNokGiq2g/QNAe/Dh4fGaf&#10;yZLs25Ddatq/visUehxm5jfMfNnZWtyo9caxguEgAUGcO224UHA6frxMQfiArLF2TAq+ycNy0Xua&#10;Y6bdnfd0O4RCRAj7DBWUITSZlD4vyaIfuIY4elfXWgxRtoXULd4j3NZylCSptGg4LpTY0GtJeXX4&#10;sgrO29RM94ZGl93P+l3vJtX6861S6rnfrWYgAnXhP/zX3mgF43ScwuNNf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Jfw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DkLcYA&#10;AADdAAAADwAAAGRycy9kb3ducmV2LnhtbESPT2sCMRTE7wW/Q3iCt5pVRGVrFLGIvfRQ/9DrY/O6&#10;2e7mZZtEXf30jVDocZiZ3zCLVWcbcSEfKscKRsMMBHHhdMWlguNh+zwHESKyxsYxKbhRgNWy97TA&#10;XLsrf9BlH0uRIBxyVGBibHMpQ2HIYhi6ljh5X85bjEn6UmqP1wS3jRxn2VRarDgtGGxpY6io92er&#10;wK8/X+s7n091dn+/hd139zNHo9Sg361fQETq4n/4r/2mFUymkxk8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iDkL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V7cMA&#10;AADdAAAADwAAAGRycy9kb3ducmV2LnhtbERP22oCMRB9F/yHMIW+iGYV8bI1igiFglLw8gHjZrq7&#10;NJksm6mufn3zUOjj4dxXm847daM21oENjEcZKOIi2JpLA5fz+3ABKgqyRReYDDwowmbd760wt+HO&#10;R7qdpFQphGOOBiqRJtc6FhV5jKPQECfuK7QeJcG21LbFewr3Tk+ybKY91pwaKmxoV1HxffrxBtzk&#10;6pb7eTzI46IP2dPLcfBpjXl96bZvoIQ6+Rf/uT+sgelsmuamN+kJ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vV7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t/MsYA&#10;AADdAAAADwAAAGRycy9kb3ducmV2LnhtbESPQWsCMRSE7wX/Q3iF3mq2ItKuRtGKsBcPXS1en5vn&#10;ZjF5WTapbv31jSD0OMzMN8xs0TsrLtSFxrOCt2EGgrjyuuFawX63eX0HESKyRuuZFPxSgMV88DTD&#10;XPsrf9GljLVIEA45KjAxtrmUoTLkMAx9S5y8k+8cxiS7WuoOrwnurBxl2UQ6bDgtGGzp01B1Ln+c&#10;gnXZ2tG+MKtw+N4ej7a4beiwVurluV9OQUTq43/40S60gvFk/AH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t/M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8Pw8IA&#10;AADdAAAADwAAAGRycy9kb3ducmV2LnhtbERPz2vCMBS+C/sfwhvspsmGq6MzljFWEDyp9eDtkby1&#10;3ZqX0kTb/ffmMPD48f1eF5PrxJWG0HrW8LxQIIiNty3XGqpjOX8DESKyxc4zafijAMXmYbbG3PqR&#10;93Q9xFqkEA45amhi7HMpg2nIYVj4njhx335wGBMcamkHHFO46+SLUpl02HJqaLCnz4bM7+HiNPyU&#10;cueNQnOqTuPWrs5fGXVK66fH6eMdRKQp3sX/7q3VsMxe0/70Jj0B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Xw/D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oIdsUA&#10;AADdAAAADwAAAGRycy9kb3ducmV2LnhtbESPQWsCMRSE74L/IbyCN82qVWRrFBUEsXhQS+nxdfPc&#10;XXbzsiRRt/++EQSPw8x8w8yXranFjZwvLSsYDhIQxJnVJecKvs7b/gyED8gaa8uk4I88LBfdzhxT&#10;be98pNsp5CJC2KeooAihSaX0WUEG/cA2xNG7WGcwROlyqR3eI9zUcpQkU2mw5LhQYEObgrLqdDUK&#10;fq6ffDmM9yu3Dt+2Pftq9DurlOq9tasPEIHa8Ao/2zut4H06GcL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gh2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Is08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jIYp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CLNPHAAAA3QAAAA8AAAAAAAAAAAAAAAAAmAIAAGRy&#10;cy9kb3ducmV2LnhtbFBLBQYAAAAABAAEAPUAAACMAwAAAAA=&#10;" fillcolor="black" stroked="f"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JzScUA&#10;AADdAAAADwAAAGRycy9kb3ducmV2LnhtbESPQUsDMRSE70L/Q3gFbzbbVotsm5alIIqnbVV6fd08&#10;N4ublyWJ6frvjSD0OMzMN8xmN9peJPKhc6xgPitAEDdOd9wqeH97unsEESKyxt4xKfihALvt5GaD&#10;pXYXPlA6xlZkCIcSFZgYh1LK0BiyGGZuIM7ep/MWY5a+ldrjJcNtLxdFsZIWO84LBgfaG2q+jt9W&#10;QTrv62qZTskcXn3Velc/f5xrpW6nY7UGEWmM1/B/+0UruF89LO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nN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wLz8cA&#10;AADdAAAADwAAAGRycy9kb3ducmV2LnhtbESPQWvCQBSE7wX/w/IEb7pRbGijqxRRaXuxjUJ7fGSf&#10;2dDs25BdY9pf3y0IPQ4z8w2zXPe2Fh21vnKsYDpJQBAXTldcKjgdd+MHED4ga6wdk4Jv8rBeDe6W&#10;mGl35Xfq8lCKCGGfoQITQpNJ6QtDFv3ENcTRO7vWYoiyLaVu8RrhtpazJEmlxYrjgsGGNoaKr/xi&#10;FfjpZvvxan8eu8+94UP+YtK30ig1GvZPCxCB+vAfvrWftYJ5ej+Hvzfx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cC8/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619F7" w:rsidRPr="00EB11D7" w:rsidRDefault="00B619F7" w:rsidP="00B619F7">
      <w:pPr>
        <w:rPr>
          <w:rFonts w:ascii="Times New Roman" w:eastAsia="Calibri" w:hAnsi="Times New Roman" w:cs="Times New Roman"/>
          <w:color w:val="FF0000"/>
        </w:rPr>
      </w:pPr>
    </w:p>
    <w:p w:rsidR="00B619F7" w:rsidRPr="00EB11D7" w:rsidRDefault="00B619F7" w:rsidP="00B619F7">
      <w:pPr>
        <w:rPr>
          <w:rFonts w:ascii="Times New Roman" w:eastAsia="Calibri" w:hAnsi="Times New Roman" w:cs="Times New Roman"/>
          <w:color w:val="FF0000"/>
        </w:rPr>
      </w:pPr>
    </w:p>
    <w:p w:rsidR="00B619F7" w:rsidRPr="00EB11D7" w:rsidRDefault="00B619F7" w:rsidP="00B619F7">
      <w:pPr>
        <w:rPr>
          <w:rFonts w:ascii="Times New Roman" w:eastAsia="Calibri" w:hAnsi="Times New Roman" w:cs="Times New Roman"/>
          <w:color w:val="FF0000"/>
        </w:rPr>
      </w:pPr>
    </w:p>
    <w:p w:rsidR="00B619F7" w:rsidRPr="00EB11D7" w:rsidRDefault="00B619F7" w:rsidP="00B619F7">
      <w:pPr>
        <w:rPr>
          <w:rFonts w:ascii="Times New Roman" w:eastAsia="Calibri" w:hAnsi="Times New Roman" w:cs="Times New Roman"/>
          <w:color w:val="FF0000"/>
        </w:rPr>
      </w:pPr>
    </w:p>
    <w:p w:rsidR="00B619F7" w:rsidRPr="001C2261" w:rsidRDefault="00B619F7" w:rsidP="00B619F7">
      <w:pPr>
        <w:rPr>
          <w:rFonts w:ascii="Times New Roman" w:eastAsia="Calibri" w:hAnsi="Times New Roman" w:cs="Times New Roman"/>
          <w:color w:val="auto"/>
        </w:rPr>
      </w:pPr>
    </w:p>
    <w:p w:rsidR="00B619F7" w:rsidRPr="001C2261" w:rsidRDefault="00B619F7" w:rsidP="00B619F7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УКРАЇНА</w:t>
      </w:r>
    </w:p>
    <w:p w:rsidR="00B619F7" w:rsidRPr="001C2261" w:rsidRDefault="00B619F7" w:rsidP="00B619F7">
      <w:pPr>
        <w:keepNext/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КРУПЕЦЬКА СІЛЬСЬКА РАДА</w:t>
      </w:r>
    </w:p>
    <w:p w:rsidR="00B619F7" w:rsidRPr="001C2261" w:rsidRDefault="00B619F7" w:rsidP="00B619F7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СЛАВУТСЬКОГО РАЙОНУ</w:t>
      </w:r>
    </w:p>
    <w:p w:rsidR="00B619F7" w:rsidRPr="001C2261" w:rsidRDefault="00B619F7" w:rsidP="00B619F7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ХМЕЛЬНИЦЬКОЇ ОБЛАСТІ</w:t>
      </w:r>
    </w:p>
    <w:p w:rsidR="00B619F7" w:rsidRPr="001C2261" w:rsidRDefault="00B619F7" w:rsidP="00B619F7">
      <w:pPr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 </w:t>
      </w:r>
      <w:r w:rsidRPr="00DE0EF3">
        <w:rPr>
          <w:noProof/>
          <w:color w:val="auto"/>
          <w:lang w:val="ru-RU" w:eastAsia="ru-RU"/>
        </w:rPr>
        <w:pict>
          <v:group id="Групувати 1007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5+Z8MA&#10;AADdAAAADwAAAGRycy9kb3ducmV2LnhtbESPzarCMBSE94LvEI7gTtPrT5Veo4iouBBEve4PzbEt&#10;tzkpTdT69kYQXA4z8w0zWzSmFHeqXWFZwU8/AkGcWl1wpuDvvOlNQTiPrLG0TAqe5GAxb7dmmGj7&#10;4CPdTz4TAcIuQQW591UipUtzMuj6tiIO3tXWBn2QdSZ1jY8AN6UcRFEsDRYcFnKsaJVT+n+6GQV2&#10;uN3tL9ngOFzzxPPyML1emr1S3U6z/AXhqfHf8Ke90wpG8Ti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5+Z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Qf8skA&#10;AADdAAAADwAAAGRycy9kb3ducmV2LnhtbESPT0sDMRTE74LfITzBS2mzSt3WtWmRwlbrQegf8PrY&#10;PDerm5clSdu1n74RBI/DzPyGmS1624oj+dA4VnA3ykAQV043XCvY78rhFESIyBpbx6TghwIs5tdX&#10;Myy0O/GGjttYiwThUKACE2NXSBkqQxbDyHXEyft03mJM0tdSezwluG3lfZbl0mLDacFgR0tD1ff2&#10;YBV8le/mYzk5r/zgcUPnQfn20q5zpW5v+ucnEJH6+B/+a79qBeP8YQK/b9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cQf8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Pp/8IA&#10;AADdAAAADwAAAGRycy9kb3ducmV2LnhtbERPzWrCQBC+C77DMkIvUjf2R0rqJojUUryI2gcYsmM2&#10;NDsbslsT3945FHr8+P7X5ehbdaU+NoENLBcZKOIq2IZrA9/n3eMbqJiQLbaBycCNIpTFdLLG3IaB&#10;j3Q9pVpJCMccDbiUulzrWDnyGBehIxbuEnqPSWBfa9vjIOG+1U9ZttIeG5YGhx1tHVU/p18vJYdn&#10;POwvw3n3OeKAH3vH883RmIfZuHkHlWhM/+I/95c18LJ6lbnyRp6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g+n/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SZxMYA&#10;AADdAAAADwAAAGRycy9kb3ducmV2LnhtbESPQUsDMRSE74L/ITzBm81a2q2uTYtUhSL00CqIt8fm&#10;dXdx8xKSZ3f9940geBxm5htmuR5dr04UU+fZwO2kAEVce9txY+D97eXmDlQSZIu9ZzLwQwnWq8uL&#10;JVbWD7yn00EalSGcKjTQioRK61S35DBNfCDO3tFHh5JlbLSNOGS46/W0KErtsOO80GKgTUv11+Hb&#10;GdgNz+F1Uc6P4TPOpjo9WfnYiDHXV+PjAyihUf7Df+2tNTAr5/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SZx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kvRMEA&#10;AADdAAAADwAAAGRycy9kb3ducmV2LnhtbERPzWrCQBC+F3yHZYReSt20Siipq0hRKV7EnwcYsmM2&#10;NDsbsquJb985CB4/vv/5cvCNulEX68AGPiYZKOIy2JorA+fT5v0LVEzIFpvAZOBOEZaL0cscCxt6&#10;PtDtmColIRwLNOBSagutY+nIY5yElli4S+g8JoFdpW2HvYT7Rn9mWa491iwNDlv6cVT+Ha9eSvZT&#10;3O8u/WmzHbDH9c7x2+pgzOt4WH2DSjSkp/jh/rUGZnku++WNPAG9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ZL0T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5ff8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iU5Q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25ff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xhdsYA&#10;AADdAAAADwAAAGRycy9kb3ducmV2LnhtbESPUWvCMBSF3wf+h3AFX2Smc7OMahQdhA02GLqBr5fm&#10;2habm5JE2/37ZSDs8XDO+Q5ntRlsK67kQ+NYwcMsA0FcOtNwpeD7S98/gwgR2WDrmBT8UIDNenS3&#10;wsK4nvd0PcRKJAiHAhXUMXaFlKGsyWKYuY44eSfnLcYkfSWNxz7BbSvnWZZLiw2nhRo7eqmpPB8u&#10;VsHus68e/bTcDe799HpcaG30h1ZqMh62SxCRhvgfvrXfjIKnPJ/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xhd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ieqMUA&#10;AADdAAAADwAAAGRycy9kb3ducmV2LnhtbESPwWrDMBBE74H8g9hAb4ncNDHBjRxCgqGUXpL2AxZr&#10;a7m2VkZSHPfvq0Khx2Fm3jD7w2R7MZIPrWMFj6sMBHHtdMuNgo/3arkDESKyxt4xKfimAIdyPttj&#10;od2dLzReYyMShEOBCkyMQyFlqA1ZDCs3ECfv03mLMUnfSO3xnuC2l+ssy6XFltOCwYFOhuruerMK&#10;qtf129jdtK/ccdpY2pqv3dko9bCYjs8gIk3xP/zXftEKNnn+BL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J6o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VH9ccA&#10;AADdAAAADwAAAGRycy9kb3ducmV2LnhtbESPQWsCMRSE74X+h/AKvRTNWq3K1ihaCBUslKrg9bF5&#10;7i7dvCxJ6m7/vREKPQ4z8w2zWPW2ERfyoXasYDTMQBAXztRcKjge9GAOIkRkg41jUvBLAVbL+7sF&#10;5sZ1/EWXfSxFgnDIUUEVY5tLGYqKLIaha4mTd3beYkzSl9J47BLcNvI5y6bSYs1pocKW3ioqvvc/&#10;VsHmsyvH/qnY9G53fj+9aG30h1bq8aFfv4KI1Mf/8F97axRMZuMp3N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VR/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G4K8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1gOn+f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huC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s2f78A&#10;AADdAAAADwAAAGRycy9kb3ducmV2LnhtbERPzYrCMBC+L/gOYYS9ranr+kM1yiK46NHqAwzN2Bab&#10;SW2irW/vHBY8fnz/q03vavWgNlSeDYxHCSji3NuKCwPn0+5rASpEZIu1ZzLwpACb9eBjhan1HR/p&#10;kcVCSQiHFA2UMTap1iEvyWEY+YZYuItvHUaBbaFti52Eu1p/J8lMO6xYGkpsaFtSfs3uzsDPs/u7&#10;ZdNrsrOOxodJc+CYT435HPa/S1CR+vgW/7v3VnzzicyVN/IE9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ezZ/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WK+MYA&#10;AADdAAAADwAAAGRycy9kb3ducmV2LnhtbESPS2vDMBCE74X8B7GF3hq5acnDiRJCjEvpKXEe58Xa&#10;2CbWylhKbP/7qlDocZiZb5jVpje1eFDrKssK3sYRCOLc6ooLBadj+joH4TyyxtoyKRjIwWY9elph&#10;rG3HB3pkvhABwi5GBaX3TSyly0sy6Ma2IQ7e1bYGfZBtIXWLXYCbWk6iaCoNVhwWSmxoV1J+y+5G&#10;wX16mZz4+q33WTJ8LpJ06+S5UOrlud8uQXjq/X/4r/2lFXzM3h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WK+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vH8QA&#10;AADdAAAADwAAAGRycy9kb3ducmV2LnhtbERPu27CMBTdK/EP1kXqVhzaKEDAoIJUiXYo4jWwXeJL&#10;Eoiv09hA+vf1UInx6Lwns9ZU4kaNKy0r6PciEMSZ1SXnCnbbj5chCOeRNVaWScEvOZhNO08TTLW9&#10;85puG5+LEMIuRQWF93UqpcsKMuh6tiYO3Mk2Bn2ATS51g/cQbir5GkWJNFhyaCiwpkVB2WVzNQr2&#10;q2EyWs0/4/PX9xHfjP456DJR6rnbvo9BeGr9Q/zvXmoF8SAO+8Ob8AT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6Lx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5Id8YA&#10;AADdAAAADwAAAGRycy9kb3ducmV2LnhtbESPQWvCQBSE70L/w/IKvekmaUgldRVt0Yqn1BZ6fWSf&#10;STD7NmRXjf313YLgcZiZb5jZYjCtOFPvGssK4kkEgri0uuFKwffXejwF4TyyxtYyKbiSg8X8YTTD&#10;XNsLf9J57ysRIOxyVFB73+VSurImg25iO+LgHWxv0AfZV1L3eAlw08okijJpsOGwUGNHbzWVx/3J&#10;KPjNfrBwH8nq/Vl7uqbTjd0VG6WeHoflKwhPg7+Hb+2tVpC+pDH8vw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g5Id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SFuM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NMs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Ehb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mqS8YA&#10;AADdAAAADwAAAGRycy9kb3ducmV2LnhtbESPSW/CMBSE70j8B+sh9QYOS1lCDGqRKnFlOfT4ar8s&#10;ED+nsYG0v76uVKnH0cx8o8m2na3FnVpfOVYwHiUgiLUzFRcKzqe34RKED8gGa8ek4Is8bDf9Xoap&#10;cQ8+0P0YChEh7FNUUIbQpFJ6XZJFP3INcfRy11oMUbaFNC0+ItzWcpIkc2mx4rhQYkO7kvT1eLMK&#10;9tUHPc91vrLLV314//4M08XFKPU06F7WIAJ14T/8194bBbPFbAq/b+IT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mqS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By8IA&#10;AADdAAAADwAAAGRycy9kb3ducmV2LnhtbERPW2vCMBR+F/wP4Qh701Qp26xGmYOBY1Pwgr4emmNT&#10;bE5KE2v998tgsMfvzjdfdrYSLTW+dKxgPEpAEOdOl1woOB4+hq8gfEDWWDkmBQ/ysFz0e3PMtLvz&#10;jtp9KEQsYZ+hAhNCnUnpc0MW/cjVxFG7uMZiiLAppG7wHsttJSdJ8iwtlhwXDNb0bii/7m9WQYvb&#10;R3I2q830s/zOJ9vV6UtHXj0NurcZiEBd+Df/pddaQfqSpvD7Jj4Bu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icH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7aMMUA&#10;AADdAAAADwAAAGRycy9kb3ducmV2LnhtbESPQUvDQBSE74L/YXmCN7sxVCux21IKFY+a9uDxmX3N&#10;pmbfC7trE/31riB4HGbmG2a5nnyvzhRiJ2zgdlaAIm7EdtwaOOx3Nw+gYkK22AuTgS+KsF5dXiyx&#10;sjLyK53r1KoM4VihAZfSUGkdG0ce40wG4uwdJXhMWYZW24Bjhvtel0Vxrz12nBccDrR11HzUn97A&#10;+NS8n8rjm3XfYZBd/SKnshdjrq+mzSOoRFP6D/+1n62B+WJ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/tow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cC4MYA&#10;AADdAAAADwAAAGRycy9kb3ducmV2LnhtbESPQWsCMRSE70L/Q3gFb5qtiMpqFKsVSlGKVu/Pzevu&#10;tsnLsom6/nsjCB6HmfmGmcwaa8SZal86VvDWTUAQZ06XnCvY/6w6IxA+IGs0jknBlTzMpi+tCaba&#10;XXhL513IRYSwT1FBEUKVSumzgiz6rquIo/fraoshyjqXusZLhFsje0kykBZLjgsFVrQoKPvfnayC&#10;1ffS/PU22/lBhsXH8GhGX+/LtVLt12Y+BhGoCc/wo/2pFfSH/QHc38Qn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cC4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qwscA&#10;AADdAAAADwAAAGRycy9kb3ducmV2LnhtbESPQWvCQBSE70L/w/IKXqRu2toqqauUgkRBoU0Fr8/s&#10;axLMvg3ZbRL/vSsIHoeZ+YaZL3tTiZYaV1pW8DyOQBBnVpecK9j/rp5mIJxH1lhZJgVncrBcPAzm&#10;GGvb8Q+1qc9FgLCLUUHhfR1L6bKCDLqxrYmD92cbgz7IJpe6wS7ATSVfouhdGiw5LBRY01dB2Sn9&#10;Nwra7+0xX7eu3pxmI/f2ekySnT4oNXzsPz9AeOr9PXxrr7WCyXQyheub8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sas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KCecQA&#10;AADdAAAADwAAAGRycy9kb3ducmV2LnhtbERPz2vCMBS+C/sfwhvspumkOq1GmQPBy0CdB709m7e2&#10;2Lx0SdTOv94cBI8f3+/pvDW1uJDzlWUF770EBHFudcWFgt3PsjsC4QOyxtoyKfgnD/PZS2eKmbZX&#10;3tBlGwoRQ9hnqKAMocmk9HlJBn3PNsSR+7XOYIjQFVI7vMZwU8t+kgylwYpjQ4kNfZWUn7Zno2Ax&#10;Hi3+1il/3zbHAx32x9Og7xKl3l7bzwmIQG14ih/ulVaQfqRxbnwTn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SgnnEAAAA3QAAAA8AAAAAAAAAAAAAAAAAmAIAAGRycy9k&#10;b3ducmV2LnhtbFBLBQYAAAAABAAEAPUAAACJAwAAAAA=&#10;" fillcolor="black" stroked="f"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fk7MgA&#10;AADdAAAADwAAAGRycy9kb3ducmV2LnhtbESPS2/CMBCE70j9D9ZW6g2cIsojYFDpQ0IqHHgcOC7x&#10;kliJ11HsQsqvrytV4jiamW80s0VrK3GhxhvHCp57CQjizGnDuYLD/rM7BuEDssbKMSn4IQ+L+UNn&#10;hql2V97SZRdyESHsU1RQhFCnUvqsIIu+52ri6J1dYzFE2eRSN3iNcFvJfpIMpUXDcaHAmt4Kysrd&#10;t1Vw/Bqa8dZQ/7S+LT/0+qVcbt5LpZ4e29cpiEBtuIf/2yutYDAaTODvTXw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9+Ts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lGcMA&#10;AADdAAAADwAAAGRycy9kb3ducmV2LnhtbERPPW/CMBDdK/EfrENiKw6IFhQwCIFQu3QotGI9xdc4&#10;TXwOtoHAr6+HSoxP73ux6mwjLuRD5VjBaJiBIC6crrhU8HXYPc9AhIissXFMCm4UYLXsPS0w1+7K&#10;n3TZx1KkEA45KjAxtrmUoTBkMQxdS5y4H+ctxgR9KbXHawq3jRxn2au0WHFqMNjSxlBR789WgV8f&#10;t/Wdz991dv+4hbff7jRDo9Sg363nICJ18SH+d79rBZPpS9qf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HlG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nlMM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p8xj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nlM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d0A8cA&#10;AADdAAAADwAAAGRycy9kb3ducmV2LnhtbESPS2vDMBCE74X8B7GF3Bq5Jn3gRgl5EPClh7opuW6s&#10;jWUirYylJE5/fVUo9DjMzDfMbDE4Ky7Uh9azgsdJBoK49rrlRsHuc/vwCiJEZI3WMym4UYDFfHQ3&#10;w0L7K3/QpYqNSBAOBSowMXaFlKE25DBMfEecvKPvHcYk+0bqHq8J7qzMs+xZOmw5LRjsaG2oPlVn&#10;p2BTdTbflWYV9l/vh4Mtv7e03yg1vh+WbyAiDfE//NcutYLpy1MO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3dAP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eKcUA&#10;AADdAAAADwAAAGRycy9kb3ducmV2LnhtbESPQWsCMRSE74L/ITyhN01srVu2G0WKguCpVg+9PZLX&#10;3W03L8smuuu/N4VCj8PMfMMU68E14kpdqD1rmM8UCGLjbc2lhtPHbvoCIkRki41n0nCjAOvVeFRg&#10;bn3P73Q9xlIkCIccNVQxtrmUwVTkMMx8S5y8L985jEl2pbQd9gnuGvmo1FI6rDktVNjSW0Xm53hx&#10;Gr538uCNQnM+nfu9zT63S2qU1g+TYfMKItIQ/8N/7b3VsMien+D3TXo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bJ4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ykc8cA&#10;AADdAAAADwAAAGRycy9kb3ducmV2LnhtbESPW2sCMRSE34X+h3AKvtVsvbSy3SgqFIrFB7WUPp5u&#10;zl7YzcmSRF3/fSMUfBxm5hsmW/amFWdyvras4HmUgCDOra65VPB1fH+ag/ABWWNrmRRcycNy8TDI&#10;MNX2wns6H0IpIoR9igqqELpUSp9XZNCPbEccvcI6gyFKV0rt8BLhppXjJHmRBmuOCxV2tKkobw4n&#10;o+Dn9MnFbrJduXX4tv3RN+PfeaPU8LFfvYEI1Id7+L/9oRVMX2dTuL2JT0A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cpHP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q7OsgA&#10;AADdAAAADwAAAGRycy9kb3ducmV2LnhtbESPT2sCMRTE7wW/Q3hCbzWruFVXo9RCoReh/jno7bl5&#10;7i5uXrZJqls/fSMUPA4z8xtmtmhNLS7kfGVZQb+XgCDOra64ULDbfryMQfiArLG2TAp+ycNi3nma&#10;Yabtldd02YRCRAj7DBWUITSZlD4vyaDv2YY4eifrDIYoXSG1w2uEm1oOkuRVGqw4LpTY0HtJ+Xnz&#10;YxQsJ+Pl99eQV7f18UCH/fGcDlyi1HO3fZuCCNSGR/i//akVDEdpCv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Srs6yAAAAN0AAAAPAAAAAAAAAAAAAAAAAJgCAABk&#10;cnMvZG93bnJldi54bWxQSwUGAAAAAAQABAD1AAAAjQMAAAAA&#10;" fillcolor="black" stroked="f"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fTMUA&#10;AADdAAAADwAAAGRycy9kb3ducmV2LnhtbESPQUsDMRSE70L/Q3iCN5u1apW1aVkKonjatpZeXzfP&#10;zeLmZUliuv57IxR6HGbmG2axGm0vEvnQOVZwNy1AEDdOd9wq+Ny93j6DCBFZY++YFPxSgNVycrXA&#10;UrsTbyhtYysyhEOJCkyMQyllaAxZDFM3EGfvy3mLMUvfSu3xlOG2l7OimEuLHecFgwOtDTXf2x+r&#10;IB3XdXWfDslsPnzVele/7Y+1UjfXY/UCItIYL+Fz+10reHh6nM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5N9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+aJccA&#10;AADdAAAADwAAAGRycy9kb3ducmV2LnhtbESPQWvCQBSE70L/w/IKvZmN0mqbuopIW9SLNhXs8ZF9&#10;zYZm34bsNsb++m5B8DjMzDfMbNHbWnTU+sqxglGSgiAunK64VHD4eB0+gvABWWPtmBScycNifjOY&#10;Yabdid+py0MpIoR9hgpMCE0mpS8MWfSJa4ij9+VaiyHKtpS6xVOE21qO03QiLVYcFww2tDJUfOc/&#10;VoEfrV6OW/v71H2+Gd7lGzPZl0apu9t++QwiUB+u4Ut7rRXcTx+m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vmi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619F7" w:rsidRDefault="00B619F7" w:rsidP="00B619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619F7" w:rsidRPr="001C2261" w:rsidRDefault="00B619F7" w:rsidP="00B619F7">
      <w:pPr>
        <w:jc w:val="center"/>
        <w:rPr>
          <w:rFonts w:ascii="Times New Roman" w:eastAsia="Calibri" w:hAnsi="Times New Roman" w:cs="Times New Roman"/>
          <w:b/>
          <w:color w:val="auto"/>
        </w:rPr>
      </w:pPr>
      <w:r w:rsidRPr="001C2261">
        <w:rPr>
          <w:rFonts w:ascii="Times New Roman" w:eastAsia="Calibri" w:hAnsi="Times New Roman" w:cs="Times New Roman"/>
          <w:b/>
          <w:color w:val="auto"/>
        </w:rPr>
        <w:t>РІШЕННЯ</w:t>
      </w:r>
    </w:p>
    <w:p w:rsidR="00B619F7" w:rsidRPr="001C2261" w:rsidRDefault="00B619F7" w:rsidP="00B619F7">
      <w:pPr>
        <w:jc w:val="center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 xml:space="preserve"> ХХХІІІ  </w:t>
      </w:r>
      <w:r w:rsidRPr="001C2261">
        <w:rPr>
          <w:rFonts w:ascii="Times New Roman" w:eastAsia="Calibri" w:hAnsi="Times New Roman" w:cs="Times New Roman"/>
          <w:color w:val="auto"/>
        </w:rPr>
        <w:t xml:space="preserve">сесії сільської ради  </w:t>
      </w:r>
      <w:r w:rsidRPr="001C2261">
        <w:rPr>
          <w:rFonts w:ascii="Times New Roman" w:eastAsia="Calibri" w:hAnsi="Times New Roman" w:cs="Times New Roman"/>
          <w:color w:val="auto"/>
          <w:lang w:val="en-US"/>
        </w:rPr>
        <w:t>V</w:t>
      </w:r>
      <w:r w:rsidRPr="001C2261">
        <w:rPr>
          <w:rFonts w:ascii="Times New Roman" w:eastAsia="Calibri" w:hAnsi="Times New Roman" w:cs="Times New Roman"/>
          <w:color w:val="auto"/>
        </w:rPr>
        <w:t>ІІ скликання</w:t>
      </w:r>
    </w:p>
    <w:p w:rsidR="00B619F7" w:rsidRPr="001C2261" w:rsidRDefault="00B619F7" w:rsidP="00B619F7">
      <w:pPr>
        <w:rPr>
          <w:rFonts w:ascii="Times New Roman" w:eastAsia="Calibri" w:hAnsi="Times New Roman" w:cs="Times New Roman"/>
          <w:color w:val="auto"/>
        </w:rPr>
      </w:pPr>
    </w:p>
    <w:p w:rsidR="00B619F7" w:rsidRPr="001C2261" w:rsidRDefault="00B619F7" w:rsidP="00B619F7">
      <w:pPr>
        <w:jc w:val="center"/>
        <w:rPr>
          <w:rFonts w:ascii="Times New Roman" w:eastAsia="Calibri" w:hAnsi="Times New Roman" w:cs="Times New Roman"/>
          <w:color w:val="auto"/>
        </w:rPr>
      </w:pPr>
      <w:r>
        <w:rPr>
          <w:rFonts w:ascii="Times New Roman" w:eastAsia="Calibri" w:hAnsi="Times New Roman" w:cs="Times New Roman"/>
          <w:color w:val="auto"/>
        </w:rPr>
        <w:t>21.02.2020</w:t>
      </w:r>
      <w:r w:rsidRPr="001C2261">
        <w:rPr>
          <w:rFonts w:ascii="Times New Roman" w:eastAsia="Calibri" w:hAnsi="Times New Roman" w:cs="Times New Roman"/>
          <w:color w:val="auto"/>
        </w:rPr>
        <w:t>р.                                Крупець                                        №_____</w:t>
      </w:r>
    </w:p>
    <w:p w:rsidR="00B619F7" w:rsidRPr="001C2261" w:rsidRDefault="00B619F7" w:rsidP="00B619F7">
      <w:pPr>
        <w:jc w:val="both"/>
        <w:rPr>
          <w:rFonts w:ascii="Times New Roman" w:eastAsia="Calibri" w:hAnsi="Times New Roman" w:cs="Times New Roman"/>
          <w:color w:val="auto"/>
        </w:rPr>
      </w:pPr>
    </w:p>
    <w:p w:rsidR="00B619F7" w:rsidRPr="001C2261" w:rsidRDefault="00B619F7" w:rsidP="00B619F7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Про надання дозволу на розробку технічної</w:t>
      </w:r>
    </w:p>
    <w:p w:rsidR="00B619F7" w:rsidRPr="001C2261" w:rsidRDefault="00B619F7" w:rsidP="00B619F7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документації із землеустрою щодо поділу</w:t>
      </w:r>
    </w:p>
    <w:p w:rsidR="00B619F7" w:rsidRPr="001C2261" w:rsidRDefault="00B619F7" w:rsidP="00B619F7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 xml:space="preserve">земельної ділянки </w:t>
      </w:r>
      <w:r w:rsidRPr="001C2261">
        <w:rPr>
          <w:rFonts w:ascii="Times New Roman" w:eastAsia="Times New Roman" w:hAnsi="Times New Roman" w:cs="Times New Roman"/>
          <w:b/>
          <w:color w:val="auto"/>
          <w:lang w:val="ru-RU" w:eastAsia="ru-RU"/>
        </w:rPr>
        <w:t>6823984000</w:t>
      </w: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:01:019:0010</w:t>
      </w:r>
    </w:p>
    <w:p w:rsidR="00B619F7" w:rsidRPr="001C2261" w:rsidRDefault="00B619F7" w:rsidP="00B619F7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комунальної власності за межами населеного</w:t>
      </w:r>
    </w:p>
    <w:p w:rsidR="00B619F7" w:rsidRPr="001C2261" w:rsidRDefault="00B619F7" w:rsidP="00B619F7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b/>
          <w:color w:val="auto"/>
          <w:lang w:eastAsia="ru-RU"/>
        </w:rPr>
        <w:t>пункту Крупецької сільської ради</w:t>
      </w:r>
    </w:p>
    <w:p w:rsidR="00B619F7" w:rsidRPr="001C2261" w:rsidRDefault="00B619F7" w:rsidP="00B619F7">
      <w:pPr>
        <w:overflowPunct w:val="0"/>
        <w:autoSpaceDE w:val="0"/>
        <w:autoSpaceDN w:val="0"/>
        <w:adjustRightInd w:val="0"/>
        <w:ind w:right="4819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B619F7" w:rsidRPr="001C2261" w:rsidRDefault="00B619F7" w:rsidP="00B619F7">
      <w:pPr>
        <w:overflowPunct w:val="0"/>
        <w:autoSpaceDE w:val="0"/>
        <w:autoSpaceDN w:val="0"/>
        <w:adjustRightInd w:val="0"/>
        <w:ind w:right="-1" w:firstLine="709"/>
        <w:jc w:val="center"/>
        <w:rPr>
          <w:rFonts w:ascii="Times New Roman" w:eastAsia="Times New Roman" w:hAnsi="Times New Roman" w:cs="Times New Roman"/>
          <w:color w:val="auto"/>
          <w:lang w:eastAsia="ru-RU"/>
        </w:rPr>
      </w:pPr>
    </w:p>
    <w:p w:rsidR="00B619F7" w:rsidRPr="001C2261" w:rsidRDefault="00B619F7" w:rsidP="00B619F7">
      <w:pPr>
        <w:jc w:val="both"/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B619F7" w:rsidRPr="001C2261" w:rsidRDefault="00B619F7" w:rsidP="00B619F7">
      <w:pPr>
        <w:jc w:val="both"/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>ВИРІШИЛА:</w:t>
      </w:r>
    </w:p>
    <w:p w:rsidR="00B619F7" w:rsidRPr="001C2261" w:rsidRDefault="00B619F7" w:rsidP="00B619F7">
      <w:pPr>
        <w:ind w:firstLine="7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1. Надати  дозвіл </w:t>
      </w:r>
      <w:proofErr w:type="spellStart"/>
      <w:r w:rsidRPr="001C2261">
        <w:rPr>
          <w:rFonts w:ascii="Times New Roman" w:eastAsia="Times New Roman" w:hAnsi="Times New Roman" w:cs="Times New Roman"/>
          <w:bCs/>
          <w:color w:val="auto"/>
          <w:lang w:eastAsia="ru-RU"/>
        </w:rPr>
        <w:t>Крупецькій</w:t>
      </w:r>
      <w:proofErr w:type="spellEnd"/>
      <w:r w:rsidRPr="001C2261">
        <w:rPr>
          <w:rFonts w:ascii="Times New Roman" w:eastAsia="Times New Roman" w:hAnsi="Times New Roman" w:cs="Times New Roman"/>
          <w:bCs/>
          <w:color w:val="auto"/>
          <w:lang w:eastAsia="ru-RU"/>
        </w:rPr>
        <w:t xml:space="preserve"> сільській раді на виготовлення 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технічної документації  із землеустрою щодо поділу земельної ділянки комунальної власності площею 34,0862 га,  кадастровий  номер </w:t>
      </w:r>
      <w:r w:rsidRPr="001C2261">
        <w:rPr>
          <w:rFonts w:ascii="Times New Roman" w:eastAsia="Times New Roman" w:hAnsi="Times New Roman" w:cs="Times New Roman"/>
          <w:bCs/>
          <w:color w:val="auto"/>
          <w:shd w:val="clear" w:color="auto" w:fill="FFFFFF"/>
          <w:lang w:eastAsia="ru-RU"/>
        </w:rPr>
        <w:t>6823984000:01:019:0010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, яка розташована за межами населеного пункту </w:t>
      </w:r>
      <w:proofErr w:type="spellStart"/>
      <w:r w:rsidRPr="001C2261">
        <w:rPr>
          <w:rFonts w:ascii="Times New Roman" w:eastAsia="Times New Roman" w:hAnsi="Times New Roman" w:cs="Times New Roman"/>
          <w:color w:val="auto"/>
          <w:lang w:eastAsia="ru-RU"/>
        </w:rPr>
        <w:t>с.Крупець</w:t>
      </w:r>
      <w:proofErr w:type="spellEnd"/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 на території  Крупецької сільської ради, із земель </w:t>
      </w:r>
      <w:r w:rsidRPr="001C2261">
        <w:rPr>
          <w:rFonts w:ascii="Times New Roman" w:eastAsia="Calibri" w:hAnsi="Times New Roman" w:cs="Times New Roman"/>
          <w:color w:val="auto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 xml:space="preserve"> без зміни цільового призначення .</w:t>
      </w:r>
    </w:p>
    <w:p w:rsidR="00B619F7" w:rsidRPr="001C2261" w:rsidRDefault="00B619F7" w:rsidP="00B619F7">
      <w:pPr>
        <w:ind w:right="66" w:firstLine="708"/>
        <w:jc w:val="both"/>
        <w:rPr>
          <w:rFonts w:ascii="Times New Roman" w:eastAsia="Times New Roman" w:hAnsi="Times New Roman" w:cs="Times New Roman"/>
          <w:color w:val="auto"/>
          <w:lang w:eastAsia="ru-RU"/>
        </w:rPr>
      </w:pP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>2. Розроблену технічну документацію подати на розгляд та затвердження чергової сесії .</w:t>
      </w:r>
      <w:r w:rsidRPr="001C2261">
        <w:rPr>
          <w:rFonts w:ascii="Times New Roman" w:eastAsia="Times New Roman" w:hAnsi="Times New Roman" w:cs="Times New Roman"/>
          <w:color w:val="auto"/>
          <w:lang w:eastAsia="ru-RU"/>
        </w:rPr>
        <w:tab/>
      </w:r>
    </w:p>
    <w:p w:rsidR="00B619F7" w:rsidRPr="001C2261" w:rsidRDefault="00B619F7" w:rsidP="00B619F7">
      <w:pPr>
        <w:jc w:val="both"/>
        <w:rPr>
          <w:rFonts w:ascii="Times New Roman" w:eastAsia="Calibri" w:hAnsi="Times New Roman" w:cs="Times New Roman"/>
          <w:color w:val="auto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619F7" w:rsidRPr="001C2261" w:rsidRDefault="00B619F7" w:rsidP="00B619F7">
      <w:pPr>
        <w:jc w:val="both"/>
        <w:rPr>
          <w:rFonts w:ascii="Times New Roman" w:eastAsia="Calibri" w:hAnsi="Times New Roman" w:cs="Times New Roman"/>
          <w:color w:val="auto"/>
        </w:rPr>
      </w:pPr>
    </w:p>
    <w:p w:rsidR="00B619F7" w:rsidRPr="001C2261" w:rsidRDefault="00B619F7" w:rsidP="00B619F7">
      <w:pPr>
        <w:jc w:val="both"/>
        <w:rPr>
          <w:rFonts w:ascii="Times New Roman" w:eastAsia="Calibri" w:hAnsi="Times New Roman" w:cs="Times New Roman"/>
          <w:color w:val="auto"/>
        </w:rPr>
      </w:pPr>
    </w:p>
    <w:p w:rsidR="00B619F7" w:rsidRPr="001C2261" w:rsidRDefault="00B619F7" w:rsidP="00B619F7">
      <w:pPr>
        <w:jc w:val="both"/>
        <w:rPr>
          <w:rFonts w:ascii="Times New Roman" w:eastAsia="Calibri" w:hAnsi="Times New Roman" w:cs="Times New Roman"/>
          <w:color w:val="auto"/>
        </w:rPr>
      </w:pPr>
    </w:p>
    <w:p w:rsidR="006C10D1" w:rsidRPr="00B619F7" w:rsidRDefault="00B619F7" w:rsidP="00B619F7">
      <w:pPr>
        <w:jc w:val="both"/>
        <w:rPr>
          <w:rFonts w:ascii="Times New Roman" w:eastAsia="Calibri" w:hAnsi="Times New Roman" w:cs="Times New Roman"/>
          <w:color w:val="auto"/>
          <w:lang w:val="en-US"/>
        </w:rPr>
      </w:pPr>
      <w:r w:rsidRPr="001C2261">
        <w:rPr>
          <w:rFonts w:ascii="Times New Roman" w:eastAsia="Calibri" w:hAnsi="Times New Roman" w:cs="Times New Roman"/>
          <w:color w:val="auto"/>
        </w:rPr>
        <w:t xml:space="preserve">Сільському голові                                                                       </w:t>
      </w:r>
      <w:proofErr w:type="spellStart"/>
      <w:r w:rsidRPr="001C2261">
        <w:rPr>
          <w:rFonts w:ascii="Times New Roman" w:eastAsia="Calibri" w:hAnsi="Times New Roman" w:cs="Times New Roman"/>
          <w:color w:val="auto"/>
        </w:rPr>
        <w:t>Михалюку</w:t>
      </w:r>
      <w:proofErr w:type="spellEnd"/>
      <w:r w:rsidRPr="001C2261">
        <w:rPr>
          <w:rFonts w:ascii="Times New Roman" w:eastAsia="Calibri" w:hAnsi="Times New Roman" w:cs="Times New Roman"/>
          <w:color w:val="auto"/>
        </w:rPr>
        <w:t xml:space="preserve"> В.А.</w:t>
      </w:r>
    </w:p>
    <w:sectPr w:rsidR="006C10D1" w:rsidRPr="00B619F7" w:rsidSect="006C10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619F7"/>
    <w:rsid w:val="00171A2E"/>
    <w:rsid w:val="00304C90"/>
    <w:rsid w:val="00452C00"/>
    <w:rsid w:val="00505B6D"/>
    <w:rsid w:val="006C10D1"/>
    <w:rsid w:val="006D3977"/>
    <w:rsid w:val="007D6C18"/>
    <w:rsid w:val="00B619F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9F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270</Words>
  <Characters>1539</Characters>
  <Application>Microsoft Office Word</Application>
  <DocSecurity>0</DocSecurity>
  <Lines>12</Lines>
  <Paragraphs>3</Paragraphs>
  <ScaleCrop>false</ScaleCrop>
  <Company>Microsoft</Company>
  <LinksUpToDate>false</LinksUpToDate>
  <CharactersWithSpaces>1806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2020-02-13T11:42:00Z</dcterms:created>
  <dcterms:modified xsi:type="dcterms:W3CDTF">2020-02-13T11:42:00Z</dcterms:modified>
</cp:coreProperties>
</file>