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380" w:rsidRPr="00744026" w:rsidRDefault="00974380" w:rsidP="00974380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380" w:rsidRDefault="00974380" w:rsidP="009743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74380" w:rsidRDefault="00974380" w:rsidP="009743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74380" w:rsidRDefault="00974380" w:rsidP="009743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4380" w:rsidRDefault="00974380" w:rsidP="009743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4380" w:rsidRDefault="00974380" w:rsidP="009743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4380" w:rsidRDefault="00974380" w:rsidP="009743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4380" w:rsidRDefault="00974380" w:rsidP="009743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74380" w:rsidRDefault="00974380" w:rsidP="0097438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74380" w:rsidRDefault="00974380" w:rsidP="009743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74380" w:rsidRDefault="00974380" w:rsidP="009743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74380" w:rsidRDefault="00974380" w:rsidP="009743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4380" w:rsidRDefault="00974380" w:rsidP="009743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74380" w:rsidRDefault="00974380" w:rsidP="009743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4380" w:rsidRDefault="00974380" w:rsidP="009743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74380" w:rsidRDefault="00974380" w:rsidP="0097438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74380" w:rsidRPr="00186FBA" w:rsidRDefault="00974380" w:rsidP="0097438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№27</w:t>
      </w:r>
    </w:p>
    <w:p w:rsidR="00974380" w:rsidRDefault="00974380" w:rsidP="0097438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74380" w:rsidRPr="00CF04D8" w:rsidRDefault="00974380" w:rsidP="0097438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974380" w:rsidRPr="00CF04D8" w:rsidRDefault="00974380" w:rsidP="009743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974380" w:rsidRPr="00CF04D8" w:rsidRDefault="00974380" w:rsidP="009743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974380" w:rsidRPr="00CF04D8" w:rsidRDefault="00974380" w:rsidP="009743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Шпаруку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Ю.В.</w:t>
      </w:r>
    </w:p>
    <w:p w:rsidR="00974380" w:rsidRPr="00CF04D8" w:rsidRDefault="00974380" w:rsidP="009743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4380" w:rsidRPr="00CF04D8" w:rsidRDefault="00974380" w:rsidP="009743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</w:t>
      </w:r>
      <w:r>
        <w:rPr>
          <w:rFonts w:ascii="Times New Roman" w:eastAsia="Calibri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118, 121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Шпарука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Ю.В.,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974380" w:rsidRPr="0092230D" w:rsidRDefault="00974380" w:rsidP="009743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974380" w:rsidRPr="00CF04D8" w:rsidRDefault="00974380" w:rsidP="009743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Шпаруку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Юрію</w:t>
      </w:r>
      <w:proofErr w:type="spellEnd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італійовичу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D3870">
        <w:rPr>
          <w:rFonts w:ascii="Times New Roman" w:eastAsia="Calibri" w:hAnsi="Times New Roman" w:cs="Times New Roman"/>
          <w:sz w:val="24"/>
          <w:szCs w:val="24"/>
        </w:rPr>
        <w:t>__________________</w:t>
      </w:r>
      <w:bookmarkStart w:id="0" w:name="_GoBack"/>
      <w:bookmarkEnd w:id="0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0,6000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га,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Лисиче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74380" w:rsidRPr="00CF04D8" w:rsidRDefault="00974380" w:rsidP="009743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Шпаруку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Ю.В.,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74380" w:rsidRPr="00CF04D8" w:rsidRDefault="00974380" w:rsidP="009743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974380" w:rsidRPr="00CF04D8" w:rsidRDefault="00974380" w:rsidP="0097438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974380" w:rsidRPr="00CF04D8" w:rsidRDefault="00974380" w:rsidP="009743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4380" w:rsidRPr="00CF04D8" w:rsidRDefault="00974380" w:rsidP="009743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4380" w:rsidRPr="00CF04D8" w:rsidRDefault="00974380" w:rsidP="009743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4380" w:rsidRPr="00CF04D8" w:rsidRDefault="00974380" w:rsidP="009743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4155" w:rsidRPr="00974380" w:rsidRDefault="00974380" w:rsidP="0097438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C84155" w:rsidRPr="0097438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380"/>
    <w:rsid w:val="00171A2E"/>
    <w:rsid w:val="00304C90"/>
    <w:rsid w:val="00505B6D"/>
    <w:rsid w:val="006D3870"/>
    <w:rsid w:val="006D3977"/>
    <w:rsid w:val="007D6C18"/>
    <w:rsid w:val="00974380"/>
    <w:rsid w:val="00C8415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7438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74380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74380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7438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74380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74380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237</Words>
  <Characters>1356</Characters>
  <Application>Microsoft Office Word</Application>
  <DocSecurity>0</DocSecurity>
  <Lines>11</Lines>
  <Paragraphs>3</Paragraphs>
  <ScaleCrop>false</ScaleCrop>
  <Company>Microsoft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2021-03-02T13:59:00Z</dcterms:created>
  <dcterms:modified xsi:type="dcterms:W3CDTF">2021-03-02T14:32:00Z</dcterms:modified>
</cp:coreProperties>
</file>