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F6" w:rsidRPr="0039473A" w:rsidRDefault="00E05DF6" w:rsidP="00E05DF6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05DF6" w:rsidRDefault="00FE1D5E" w:rsidP="00E05DF6">
      <w:pPr>
        <w:spacing w:after="0"/>
        <w:jc w:val="both"/>
        <w:rPr>
          <w:rFonts w:ascii="Times New Roman" w:hAnsi="Times New Roman" w:cs="Times New Roman"/>
        </w:rPr>
      </w:pPr>
      <w:r w:rsidRPr="00FE1D5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05DF6" w:rsidRDefault="00E05DF6" w:rsidP="00E05D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05DF6" w:rsidRDefault="00E05DF6" w:rsidP="00E05DF6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5DF6" w:rsidRDefault="00E05DF6" w:rsidP="00E05DF6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5DF6" w:rsidRDefault="00E05DF6" w:rsidP="00E05DF6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5DF6" w:rsidRDefault="00E05DF6" w:rsidP="00E05DF6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05DF6" w:rsidRDefault="00E05DF6" w:rsidP="00E05DF6">
      <w:pPr>
        <w:keepNext/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05DF6" w:rsidRDefault="00E05DF6" w:rsidP="00E05DF6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05DF6" w:rsidRDefault="00E05DF6" w:rsidP="00E05DF6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05DF6" w:rsidRDefault="00E05DF6" w:rsidP="00E05DF6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5DF6" w:rsidRDefault="00E05DF6" w:rsidP="00E05DF6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05DF6" w:rsidRDefault="00E05DF6" w:rsidP="00E05DF6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5DF6" w:rsidRDefault="00E05DF6" w:rsidP="00E05DF6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05DF6" w:rsidRPr="0005326B" w:rsidRDefault="00E05DF6" w:rsidP="00E05DF6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05DF6" w:rsidRPr="00F648D2" w:rsidRDefault="00E05DF6" w:rsidP="00E05DF6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№49</w:t>
      </w:r>
    </w:p>
    <w:p w:rsidR="00E05DF6" w:rsidRPr="001D783B" w:rsidRDefault="00E05DF6" w:rsidP="00E05DF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5DF6" w:rsidRPr="001D783B" w:rsidRDefault="00E05DF6" w:rsidP="00E05DF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Завірюха Н.І.</w:t>
      </w:r>
    </w:p>
    <w:p w:rsidR="00E05DF6" w:rsidRPr="001D783B" w:rsidRDefault="00E05DF6" w:rsidP="00E05DF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Завірюха Н.І., сільська   рада     </w:t>
      </w: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відмовою, Завірюхи Надії Іванівни, яка зареєстрована за адресою: </w:t>
      </w:r>
      <w:r w:rsidR="00F53964" w:rsidRPr="00F5396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, припинити право користування на земельну ділянку орієнтовною площею  0,05 га, яка розташована в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Полянь</w:t>
      </w:r>
      <w:proofErr w:type="spellEnd"/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по вул. Набережній, та перевести в землі запасу Крупецької сільської ради. </w:t>
      </w: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DF6" w:rsidRPr="001D783B" w:rsidRDefault="00E05DF6" w:rsidP="00E05DF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DF6" w:rsidRPr="001D783B" w:rsidRDefault="00E05DF6" w:rsidP="00E05DF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779D7" w:rsidRDefault="00A779D7"/>
    <w:sectPr w:rsidR="00A779D7" w:rsidSect="00A77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05DF6"/>
    <w:rsid w:val="00171A2E"/>
    <w:rsid w:val="00304C90"/>
    <w:rsid w:val="00505B6D"/>
    <w:rsid w:val="006D3977"/>
    <w:rsid w:val="007D6C18"/>
    <w:rsid w:val="00996D95"/>
    <w:rsid w:val="00A779D7"/>
    <w:rsid w:val="00CC67D1"/>
    <w:rsid w:val="00D1641A"/>
    <w:rsid w:val="00E05DF6"/>
    <w:rsid w:val="00F53964"/>
    <w:rsid w:val="00FE1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DF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>Microsoft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2020-01-21T06:58:00Z</dcterms:created>
  <dcterms:modified xsi:type="dcterms:W3CDTF">2020-01-21T07:50:00Z</dcterms:modified>
</cp:coreProperties>
</file>