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554" w:rsidRDefault="006A6554" w:rsidP="006A65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A6554" w:rsidRDefault="006A6554" w:rsidP="006A6554"/>
    <w:p w:rsidR="006A6554" w:rsidRDefault="006A6554" w:rsidP="006A6554"/>
    <w:p w:rsidR="006A6554" w:rsidRDefault="006A6554" w:rsidP="006A6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A6554" w:rsidRDefault="006A6554" w:rsidP="006A6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A6554" w:rsidRDefault="006A6554" w:rsidP="006A6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A6554" w:rsidRDefault="006A6554" w:rsidP="006A6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A6554" w:rsidRDefault="006A6554" w:rsidP="006A6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554" w:rsidRDefault="006A6554" w:rsidP="006A6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A6554" w:rsidRDefault="006A6554" w:rsidP="006A65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554" w:rsidRDefault="006A6554" w:rsidP="006A65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A6554" w:rsidRPr="00E063C4" w:rsidRDefault="006A6554" w:rsidP="006A655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№103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A6554" w:rsidRPr="00C65ACA" w:rsidRDefault="006A6554" w:rsidP="006A65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6554" w:rsidRPr="00C65ACA" w:rsidRDefault="006A6554" w:rsidP="006A65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6A6554" w:rsidRPr="00C65ACA" w:rsidRDefault="006A6554" w:rsidP="006A65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6A6554" w:rsidRPr="00C65ACA" w:rsidRDefault="006A6554" w:rsidP="006A65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6A6554" w:rsidRPr="00E063C4" w:rsidRDefault="006A6554" w:rsidP="006A65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місцевості</w:t>
      </w:r>
      <w:proofErr w:type="spellEnd"/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Бережному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</w:p>
    <w:p w:rsidR="006A6554" w:rsidRPr="00C65ACA" w:rsidRDefault="006A6554" w:rsidP="006A65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Бережного В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.В.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</w:t>
      </w:r>
      <w:proofErr w:type="gram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Бережному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C65ACA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C65ACA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453FD">
        <w:rPr>
          <w:rFonts w:ascii="Times New Roman" w:eastAsia="Calibri" w:hAnsi="Times New Roman" w:cs="Times New Roman"/>
          <w:sz w:val="24"/>
          <w:lang w:val="en-US"/>
        </w:rPr>
        <w:t>______________</w:t>
      </w:r>
      <w:r w:rsidRPr="00C65AC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4453F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</w:t>
      </w:r>
      <w:bookmarkStart w:id="0" w:name="_GoBack"/>
      <w:bookmarkEnd w:id="0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 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га, (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6823984000:01:015:0028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для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присадибна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яка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Шевченка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3.</w:t>
      </w: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Бережному В.В.</w:t>
      </w:r>
      <w:r w:rsidRPr="00C65AC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6554" w:rsidRPr="00C65ACA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468D" w:rsidRPr="006A6554" w:rsidRDefault="006A6554" w:rsidP="006A65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sectPr w:rsidR="00EB468D" w:rsidRPr="006A655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54"/>
    <w:rsid w:val="00171A2E"/>
    <w:rsid w:val="00304C90"/>
    <w:rsid w:val="004453FD"/>
    <w:rsid w:val="00505B6D"/>
    <w:rsid w:val="006A6554"/>
    <w:rsid w:val="006D3977"/>
    <w:rsid w:val="007D6C18"/>
    <w:rsid w:val="00D1641A"/>
    <w:rsid w:val="00EB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2020-05-27T16:58:00Z</dcterms:created>
  <dcterms:modified xsi:type="dcterms:W3CDTF">2020-05-27T17:40:00Z</dcterms:modified>
</cp:coreProperties>
</file>