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5F" w:rsidRPr="00C623C0" w:rsidRDefault="003D1E5F" w:rsidP="003D1E5F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3D1E5F" w:rsidRPr="00C623C0" w:rsidRDefault="003D1E5F" w:rsidP="003D1E5F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3D1E5F" w:rsidRPr="00C623C0" w:rsidRDefault="000E6B92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0E6B92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4d8YA&#10;AADdAAAADwAAAGRycy9kb3ducmV2LnhtbESPQWsCMRSE7wX/Q3hCbzXbKK5sjSJKi9BTtYrHx+Z1&#10;d+nmZUnSdf33plDocZiZb5jlerCt6MmHxrGG50kGgrh0puFKw+fx9WkBIkRkg61j0nCjAOvV6GGJ&#10;hXFX/qD+ECuRIBwK1FDH2BVShrImi2HiOuLkfTlvMSbpK2k8XhPctlJl2VxabDgt1NjRtqby+/Bj&#10;Nbz3an6+vO3scVqp3JfT0041rdaP42HzAiLSEP/Df+290ZDnMwW/b9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j4d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AK38cA&#10;AADdAAAADwAAAGRycy9kb3ducmV2LnhtbESP3WrCQBSE7wXfYTkFb0rdpC1GUjciQqFaEEwK3h6y&#10;p/lp9mzIrpq+fVcoeDnMzDfMaj2aTlxocI1lBfE8AkFcWt1wpeCreH9agnAeWWNnmRT8koN1Np2s&#10;MNX2yke65L4SAcIuRQW1930qpStrMujmticO3rcdDPogh0rqAa8Bbjr5HEULabDhsFBjT9uayp/8&#10;bBTIIt/5XdKYx3h/OoyxbbefZavU7GHcvIHwNPp7+L/9oRUkyesL3N6EJy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gCt/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448gA&#10;AADdAAAADwAAAGRycy9kb3ducmV2LnhtbESPT2sCMRTE7wW/Q3hCL0WzlrXq1iitYJEeCv67Pzev&#10;u6ubl22S6raf3hSEHoeZ+Q0znbemFmdyvrKsYNBPQBDnVldcKNhtl70xCB+QNdaWScEPeZjPOndT&#10;zLS98JrOm1CICGGfoYIyhCaT0uclGfR92xBH79M6gyFKV0jt8BLhppaPSfIkDVYcF0psaFFSftp8&#10;GwXLFZ0m++brLf11w2J8PHy8v24flLrvti/PIAK14T98a6+0gtEoTeHvTXwCcnY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BLjj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6V8QA&#10;AADdAAAADwAAAGRycy9kb3ducmV2LnhtbESPT4vCMBTE7wt+h/AEb2uq+I9qFFGUBU+rotdn82yr&#10;zUtpou1+e7MgeBxm5jfMbNGYQjypcrllBb1uBII4sTrnVMHxsPmegHAeWWNhmRT8kYPFvPU1w1jb&#10;mn/pufepCBB2MSrIvC9jKV2SkUHXtSVx8K62MuiDrFKpK6wD3BSyH0UjaTDnsJBhSauMkvv+YRRE&#10;u2FxuZ64mZzX2+R+qzdc5z2lOu1mOQXhqfGf8Lv9oxWMx4Mh/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Zelf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qDD8gA&#10;AADdAAAADwAAAGRycy9kb3ducmV2LnhtbESPW2sCMRSE3wv+h3AKfSmarVgvq1FawSI+FLy9Hzen&#10;u6ubk20SdeuvbwoFH4eZ+YaZzBpTiQs5X1pW8NJJQBBnVpecK9htF+0hCB+QNVaWScEPeZhNWw8T&#10;TLW98poum5CLCGGfooIihDqV0mcFGfQdWxNH78s6gyFKl0vt8BrhppLdJOlLgyXHhQJrmheUnTZn&#10;o2CxpNNoX39/9G7uNR8eD5+r9+2zUk+PzdsYRKAm3MP/7aVWMBj0+vD3Jj4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moMP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Bu8UA&#10;AADdAAAADwAAAGRycy9kb3ducmV2LnhtbESPT4vCMBTE78J+h/AW9qapslqpRllcFMGTf9Drs3m2&#10;XZuX0mRt/fZGEDwOM/MbZjpvTSluVLvCsoJ+LwJBnFpdcKbgsF92xyCcR9ZYWiYFd3Iwn310ppho&#10;2/CWbjufiQBhl6CC3PsqkdKlORl0PVsRB+9ia4M+yDqTusYmwE0pB1E0kgYLDgs5VrTIKb3u/o2C&#10;aDMsz5cjt+PT7yq9/jVLboq+Ul+f7c8EhKfWv8Ov9loriOPvGJ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0G7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0QcMA&#10;AADdAAAADwAAAGRycy9kb3ducmV2LnhtbERPu27CMBTdkfoP1q3UDZwCIjSNQVVapK5AOnS7jW8e&#10;SnwdxW5I+Xo8VGI8Ou90P5lOjDS4xrKC50UEgriwuuFKQX4+zLcgnEfW2FkmBX/kYL97mKWYaHvh&#10;I40nX4kQwi5BBbX3fSKlK2oy6Ba2Jw5caQeDPsChknrASwg3nVxG0UYabDg01NhTVlPRnn6Ngq/3&#10;tl29cLS6fo/Z1mU/eb4sP5R6epzeXkF4mvxd/O/+1ArieB3mhjfhCcjd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10Qc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3Wd8gA&#10;AADdAAAADwAAAGRycy9kb3ducmV2LnhtbESPQWvCQBSE74L/YXmCFzEbRWqbuooUhRb0UCvV3h7Z&#10;ZxKafRuz2xj99V2h0OMwM98ws0VrStFQ7QrLCkZRDII4tbrgTMH+Yz18BOE8ssbSMim4koPFvNuZ&#10;YaLthd+p2flMBAi7BBXk3leJlC7NyaCLbEUcvJOtDfog60zqGi8Bbko5juMHabDgsJBjRS85pd+7&#10;H6NgQs1xubl9bT+P55W3p8HhzY0OSvV77fIZhKfW/4f/2q9awXQ6eYL7m/A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ndZ3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LumsMA&#10;AADdAAAADwAAAGRycy9kb3ducmV2LnhtbERPu27CMBTdkfoP1q3UDZyCIDSNQVVapK5AOnS7jW8e&#10;SnwdxW5I+Xo8VGI8Ou90P5lOjDS4xrKC50UEgriwuuFKQX4+zLcgnEfW2FkmBX/kYL97mKWYaHvh&#10;I40nX4kQwi5BBbX3fSKlK2oy6Ba2Jw5caQeDPsChknrASwg3nVxG0UYabDg01NhTVlPRnn6Ngq/3&#10;tl29cLS6fo/Z1mU/eb4sP5R6epzeXkF4mvxd/O/+1ArieB32hzfhCcjd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Lums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MrMgA&#10;AADdAAAADwAAAGRycy9kb3ducmV2LnhtbESPQWvCQBSE7wX/w/IEL6VuIq2W6CoiFirUg1qq3h7Z&#10;ZxLMvo3ZbYz99d1CweMwM98wk1lrStFQ7QrLCuJ+BII4tbrgTMHn7u3pFYTzyBpLy6TgRg5m087D&#10;BBNtr7yhZuszESDsElSQe18lUro0J4Oubyvi4J1sbdAHWWdS13gNcFPKQRQNpcGCw0KOFS1ySs/b&#10;b6PgmZrD/OPnuP46XJbenh73Kxfvlep12/kYhKfW38P/7XetYDR6ieHvTXgCcv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Mkys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qtbckA&#10;AADdAAAADwAAAGRycy9kb3ducmV2LnhtbESP3WrCQBSE7wt9h+UUelc3tT+R1FWKUlsQCkaxt4fs&#10;aTY1ezZmVxP79K5Q6OUwM98w42lva3Gk1leOFdwPEhDEhdMVlwo267e7EQgfkDXWjknBiTxMJ9dX&#10;Y8y063hFxzyUIkLYZ6jAhNBkUvrCkEU/cA1x9L5dazFE2ZZSt9hFuK3lMEmepcWK44LBhmaGil1+&#10;sAq+Hh8+nXnP3aGbL353q336s50tlbq96V9fQATqw3/4r/2hFaTp0xAub+ITkJ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Sqtbc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ra8UA&#10;AADdAAAADwAAAGRycy9kb3ducmV2LnhtbESPQWvCQBSE70L/w/IKvemmikZSV6lSRfRU294f2WcS&#10;mn0bs2tc/70rCB6HmfmGmS2CqUVHrassK3gfJCCIc6srLhT8/qz7UxDOI2usLZOCKzlYzF96M8y0&#10;vfA3dQdfiAhhl6GC0vsmk9LlJRl0A9sQR+9oW4M+yraQusVLhJtaDpNkIg1WHBdKbGhVUv5/OBsF&#10;o934tNHL4qurpxu33x7XoQp/Sr29hs8PEJ6Cf4Yf7a1WkKbjEdzfx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Ctr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JQ8YA&#10;AADdAAAADwAAAGRycy9kb3ducmV2LnhtbESPQWvCQBSE7wX/w/KE3pqNYo1GVwmVglB6aOrB4yP7&#10;zAazb0N2m6T/vlso9DjMzDfM/jjZVgzU+8axgkWSgiCunG64VnD5fH3agPABWWPrmBR8k4fjYfaw&#10;x1y7kT9oKEMtIoR9jgpMCF0upa8MWfSJ64ijd3O9xRBlX0vd4xjhtpXLNF1Liw3HBYMdvRiq7uWX&#10;VXDdvm8Xkzmlb0NWnEPFiPdhrdTjfCp2IAJN4T/81z5rBVn2vILfN/EJyMM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sJQ8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hmecgA&#10;AADdAAAADwAAAGRycy9kb3ducmV2LnhtbESPT2vCQBTE7wW/w/IKvenGFLWNrlIKKV48+Kfa4yP7&#10;TFKzb2N2G2M/vVsQehxm5jfMbNGZSrTUuNKyguEgAkGcWV1yrmC3TfsvIJxH1lhZJgVXcrCY9x5m&#10;mGh74TW1G5+LAGGXoILC+zqR0mUFGXQDWxMH72gbgz7IJpe6wUuAm0rGUTSWBksOCwXW9F5Qdtr8&#10;GAWH4er3tX7uPuMvf15+xx/nLN2PlXp67N6mIDx1/j98by+1gslkNIK/N+EJ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eGZ5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6ue8QA&#10;AADdAAAADwAAAGRycy9kb3ducmV2LnhtbESPwWrDMBBE74X+g9hCbo3cktrFiRJMSyElp7j9gMXa&#10;2k6slZDU2Pn7KBDIcZiZN8xqM5lBnMiH3rKCl3kGgrixuudWwe/P1/M7iBCRNQ6WScGZAmzWjw8r&#10;LLUdeU+nOrYiQTiUqKCL0ZVShqYjg2FuHXHy/qw3GJP0rdQexwQ3g3zNslwa7DktdOjoo6PmWP8b&#10;Behd8elqOe7zww63h++KFrZSavY0VUsQkaZ4D9/aW62gKN5yuL5JT0C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urnv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Qa5sgA&#10;AADdAAAADwAAAGRycy9kb3ducmV2LnhtbESPT2vCQBTE7wW/w/IEb3VTxSakrlL/BKTmUtsevD2y&#10;r0lo9m3Irhr99N2C0OMwM79h5sveNOJMnastK3gaRyCIC6trLhV8fmSPCQjnkTU2lknBlRwsF4OH&#10;OabaXvidzgdfigBhl6KCyvs2ldIVFRl0Y9sSB+/bdgZ9kF0pdYeXADeNnETRszRYc1iosKV1RcXP&#10;4WQU5Fne5nveJsfNaTU97m5fMb9lSo2G/esLCE+9/w/f2zutII5nMfy9C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xBrm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Nr18QA&#10;AADdAAAADwAAAGRycy9kb3ducmV2LnhtbERPW2vCMBR+F/Yfwhn4pukG3rqmMgTZBm4wFfTxrDlr&#10;y5qTmsRa//3yIPj48d2zZW8a0ZHztWUFT+MEBHFhdc2lgv1uPZqD8AFZY2OZFFzJwzJ/GGSYanvh&#10;b+q2oRQxhH2KCqoQ2lRKX1Rk0I9tSxy5X+sMhghdKbXDSww3jXxOkqk0WHNsqLClVUXF3/ZsFHyd&#10;pudNdzi+/bh+3Z6aj9WnXtRKDR/71xcQgfpwF9/c71rBbDaJc+Ob+AR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Ta9f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2g+MYA&#10;AADdAAAADwAAAGRycy9kb3ducmV2LnhtbESP0WrCQBRE3wv9h+UW+tZsWtBodBNKwbZIQYx+wCV7&#10;zQazd0N21bRf7wpCH4eZOcMsy9F24kyDbx0reE1SEMS10y03Cva71csMhA/IGjvHpOCXPJTF48MS&#10;c+0uvKVzFRoRIexzVGBC6HMpfW3Iok9cTxy9gxsshiiHRuoBLxFuO/mWplNpseW4YLCnD0P1sTpZ&#10;BZzK1ean7rT8/Ntn6y9TrSenSqnnp/F9ASLQGP7D9/a3VpBlkznc3s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2g+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B4oMUA&#10;AADdAAAADwAAAGRycy9kb3ducmV2LnhtbERPy2rCQBTdF/yH4Qrd1YltfTTNKK2toNk1FcTdJXPz&#10;wMydkJlq9Os7C8Hl4byTZW8acaLO1ZYVjEcRCOLc6ppLBbvf9dMchPPIGhvLpOBCDpaLwUOCsbZn&#10;/qFT5ksRQtjFqKDyvo2ldHlFBt3ItsSBK2xn0AfYlVJ3eA7hppHPUTSVBmsODRW2tKooP2Z/RkFW&#10;HA76k79ft/OJW6Xpy/Vtv/5S6nHYf7yD8NT7u/jm3mgFs9k07A9vw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Hig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U5sYA&#10;AADdAAAADwAAAGRycy9kb3ducmV2LnhtbESPzWrDMBCE74W+g9hAb40cB5LiWgnBpNBDD/nxAyzW&#10;2rJjrVxLSdy3rwKFHoeZ+YbJt5PtxY1G3zpWsJgnIIgrp1tuFJTnj9c3ED4ga+wdk4If8rDdPD/l&#10;mGl35yPdTqEREcI+QwUmhCGT0leGLPq5G4ijV7vRYohybKQe8R7htpdpkqykxZbjgsGBCkPV5XS1&#10;CtJy1xX1YfnVfS8T3lsz7a9Ho9TLbNq9gwg0hf/wX/tTK1ivVwt4vI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RU5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U4scA&#10;AADdAAAADwAAAGRycy9kb3ducmV2LnhtbESPT2sCMRTE74V+h/AKvdWsi39Xo1RB8CKo7aHenpvn&#10;7uLmZZukuvrpTaHQ4zAzv2Gm89bU4kLOV5YVdDsJCOLc6ooLBZ8fq7cRCB+QNdaWScGNPMxnz09T&#10;zLS98o4u+1CICGGfoYIyhCaT0uclGfQd2xBH72SdwRClK6R2eI1wU8s0SQbSYMVxocSGliXl5/2P&#10;UbAYjxbf2x5v7rvjgQ5fx3M/dYlSry/t+wREoDb8h//aa61gOByk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llOL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uq+8cA&#10;AADdAAAADwAAAGRycy9kb3ducmV2LnhtbESPT2vCQBTE7wW/w/IKXorZRCWG1FWktKBexH/Q4yP7&#10;mgSzb0N2G9Nv3xUKPQ4z8xtmuR5MI3rqXG1ZQRLFIIgLq2suFVzOH5MMhPPIGhvLpOCHHKxXo6cl&#10;5tre+Uj9yZciQNjlqKDyvs2ldEVFBl1kW+LgfdnOoA+yK6Xu8B7gppHTOE6lwZrDQoUtvVVU3E7f&#10;RsFeFv3Lbk7Joew/b++H7GrSY6LU+HnYvILwNPj/8F97qxUsFukMHm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rqvv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L5sYA&#10;AADdAAAADwAAAGRycy9kb3ducmV2LnhtbESP3WrCQBSE7wt9h+UUvKubin+NriJFoQWhVH2Aw+5p&#10;EsyeDdmjSfv03YLg5TAz3zDLde9rdaU2VoENvAwzUMQ2uIoLA6fj7nkOKgqywzowGfihCOvV48MS&#10;cxc6/qLrQQqVIBxzNFCKNLnW0ZbkMQ5DQ5y879B6lCTbQrsWuwT3tR5l2VR7rDgtlNjQW0n2fLh4&#10;A6OLFetfP37325NMPo9Nl03mG2MGT/1mAUqol3v41n53Bmaz6Rj+36Qn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tL5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R2scA&#10;AADdAAAADwAAAGRycy9kb3ducmV2LnhtbESPT2sCMRTE7wW/Q3iF3mq2Fv+wNUoprVhYFW0vvT2S&#10;52Zx87Jsoq7f3hQEj8PM/IaZzjtXixO1ofKs4KWfgSDW3lRcKvj9+XqegAgR2WDtmRRcKMB81nuY&#10;Ym78mbd02sVSJAiHHBXYGJtcyqAtOQx93xAnb+9bhzHJtpSmxXOCu1oOsmwkHVacFiw29GFJH3ZH&#10;p0AvXovP7+LP6uNgsyqr9aZw271ST4/d+xuISF28h2/tpVEwHo+G8P8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5Edr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Z/cUA&#10;AADdAAAADwAAAGRycy9kb3ducmV2LnhtbESPQWvCQBSE7wX/w/IK3pqNHhJJs0oRhPZSaFT0+Mi+&#10;JsHs25DdJrG/3hUEj8PMfMPkm8m0YqDeNZYVLKIYBHFpdcOVgsN+97YC4TyyxtYyKbiSg8169pJj&#10;pu3IPzQUvhIBwi5DBbX3XSalK2sy6CLbEQfv1/YGfZB9JXWPY4CbVi7jOJEGGw4LNXa0ram8FH9G&#10;QWf+j4fz1/cQL0641OOWx0vCSs1fp493EJ4m/ww/2p9aQZomCdzfhCc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+1n9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82aMUA&#10;AADdAAAADwAAAGRycy9kb3ducmV2LnhtbESPQYvCMBSE7wv+h/AEb2uqiHW7RhFB8SSsFereHs3b&#10;tti8lCZq9ddvBMHjMDPfMPNlZ2pxpdZVlhWMhhEI4tzqigsFx3TzOQPhPLLG2jIpuJOD5aL3McdE&#10;2xv/0PXgCxEg7BJUUHrfJFK6vCSDbmgb4uD92dagD7ItpG7xFuCmluMomkqDFYeFEhtal5SfDxej&#10;YHL6WqUZ/T7O2dZmcpfu7X5zUWrQ71bfIDx1/h1+tXdaQRxPY3i+CU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zzZo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fmzcMA&#10;AADdAAAADwAAAGRycy9kb3ducmV2LnhtbERPW2vCMBR+H/gfwhH2NlMdVKlGEWUwGQy8gK/H5tjW&#10;Nic1ybT+++VB8PHju88WnWnEjZyvLCsYDhIQxLnVFRcKDvuvjwkIH5A1NpZJwYM8LOa9txlm2t55&#10;S7ddKEQMYZ+hgjKENpPS5yUZ9APbEkfubJ3BEKErpHZ4j+GmkaMkSaXBimNDiS2tSsrr3Z9RcP1c&#10;17/udLycfjaTR1rn15HcpEq997vlFESgLrzET/e3VjAep3FufBOf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fmzc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EGk8gA&#10;AADdAAAADwAAAGRycy9kb3ducmV2LnhtbESPzWsCMRTE70L/h/AK3jSrtH6sRtFCoZdC/Tjo7bl5&#10;7i5uXtYk6rZ/fSMIHoeZ+Q0znTemEldyvrSsoNdNQBBnVpecK9huPjsjED4ga6wsk4Jf8jCfvbSm&#10;mGp74xVd1yEXEcI+RQVFCHUqpc8KMui7tiaO3tE6gyFKl0vt8BbhppL9JBlIgyXHhQJr+igoO60v&#10;RsFyPFqef974+2912NN+dzi9912iVPu1WUxABGrCM/xof2kFw+FgDPc38QnI2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AQaT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3f4MMA&#10;AADdAAAADwAAAGRycy9kb3ducmV2LnhtbERP3WrCMBS+H/gO4Qi7GTPVi1U7o4hssGGhqHuAY3PW&#10;FpOTkmTavb25ELz8+P6X68EacSEfOscKppMMBHHtdMeNgp/j5+scRIjIGo1jUvBPAdar0dMSC+2u&#10;vKfLITYihXAoUEEbY19IGeqWLIaJ64kT9+u8xZigb6T2eE3h1shZlr1Jix2nhhZ72rZUnw9/VsHH&#10;7OSrE+5MnR0bU35X5cuiKpV6Hg+bdxCRhvgQ391fWkGe52l/epOe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3f4M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ytUcYA&#10;AADdAAAADwAAAGRycy9kb3ducmV2LnhtbESPQWvCQBSE74L/YXlCb3VjBdNGV1EhUBC0TXvo8TX7&#10;zAazb9PsVtN/7woFj8PMfMMsVr1txJk6XztWMBknIIhLp2uuFHx+5I/PIHxA1tg4JgV/5GG1HA4W&#10;mGl34Xc6F6ESEcI+QwUmhDaT0peGLPqxa4mjd3SdxRBlV0nd4SXCbSOfkmQmLdYcFwy2tDVUnopf&#10;q8BK/PquZnm5X093h91LvXn7yY1SD6N+PQcRqA/38H/7VStI03QCtzfx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ytU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D1E5F" w:rsidRPr="00C623C0" w:rsidRDefault="003D1E5F" w:rsidP="003D1E5F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3D1E5F" w:rsidRPr="00C623C0" w:rsidRDefault="003D1E5F" w:rsidP="003D1E5F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3D1E5F" w:rsidRPr="00C623C0" w:rsidRDefault="003D1E5F" w:rsidP="003D1E5F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0E6B92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CqtwWqReAAAYVcEAA4AAAAAAAAAAAAAAAAALgIAAGRycy9lMm9Eb2MueG1s&#10;UEsBAi0AFAAGAAgAAAAhAN/OkDDiAAAADQEAAA8AAAAAAAAAAAAAAAAA63oAAGRycy9kb3ducmV2&#10;LnhtbFBLBQYAAAAABAAEAPMAAAD6ew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XUcUA&#10;AADdAAAADwAAAGRycy9kb3ducmV2LnhtbESPT2vCQBTE74V+h+UJ3urGBIxEV5FKReip/sPjI/tM&#10;gtm3YXcb47fvFgo9DjPzG2a5HkwrenK+saxgOklAEJdWN1wpOB0/3uYgfEDW2FomBU/ysF69viyx&#10;0PbBX9QfQiUihH2BCuoQukJKX9Zk0E9sRxy9m3UGQ5SuktrhI8JNK9MkmUmDDceFGjt6r6m8H76N&#10;gs8+nV2uu605ZlWauzI7b9OmVWo8GjYLEIGG8B/+a++1gjzPM/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JdR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VYFsUA&#10;AADdAAAADwAAAGRycy9kb3ducmV2LnhtbESPQYvCMBSE74L/ITxhL6JpRaxUo4ggqAvCVsHro3m2&#10;1ealNFG7/36zsLDHYWa+YZbrztTiRa2rLCuIxxEI4tzqigsFl/NuNAfhPLLG2jIp+CYH61W/t8RU&#10;2zd/0SvzhQgQdikqKL1vUildXpJBN7YNcfButjXog2wLqVt8B7ip5SSKZtJgxWGhxIa2JeWP7GkU&#10;yHN28IekMsP4eD11sb1vP/O7Uh+DbrMA4anz/+G/9l4rSJJkCr9vw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VgW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XxcgA&#10;AADdAAAADwAAAGRycy9kb3ducmV2LnhtbESPT2sCMRTE7wW/Q3hCL0WzFu3q1iitYJEeCv67Pzev&#10;u6ubl20SddtPbwqFHoeZ+Q0znbemFhdyvrKsYNBPQBDnVldcKNhtl70xCB+QNdaWScE3eZjPOndT&#10;zLS98poum1CICGGfoYIyhCaT0uclGfR92xBH79M6gyFKV0jt8BrhppaPSfIkDVYcF0psaFFSftqc&#10;jYLlik6TffP1Nvxxo2J8PHy8v24flLrvti/PIAK14T/8115pBWmajuD3TXw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JNfF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uncQA&#10;AADdAAAADwAAAGRycy9kb3ducmV2LnhtbESPQYvCMBSE74L/IbyFvWmqsLZUoyyKi+BpVfT6bJ5t&#10;tXkpTdbWf28WBI/DzHzDzBadqcSdGldaVjAaRiCIM6tLzhUc9utBAsJ5ZI2VZVLwIAeLeb83w1Tb&#10;ln/pvvO5CBB2KSoovK9TKV1WkEE3tDVx8C62MeiDbHKpG2wD3FRyHEUTabDksFBgTcuCstvuzyiI&#10;tl/V+XLkLjmtfrLbtV1zW46U+vzovqcgPHX+HX61N1pBHMcT+H8Tn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nLp3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rsKcUA&#10;AADdAAAADwAAAGRycy9kb3ducmV2LnhtbERPy2oCMRTdC/2HcAtuSs1UrLVTo6igSBcFX/vbye3M&#10;1MnNmEQd/XpTKHh2h/PiDMeNqcSJnC8tK3jpJCCIM6tLzhVsN/PnAQgfkDVWlknBhTyMRw+tIaba&#10;nnlFp3XIRSxhn6KCIoQ6ldJnBRn0HVsTR+3HOoMhUpdL7fAcy00lu0nSlwZLjgsF1jQrKNuvj0bB&#10;fEn79119WPSu7jUf/H5/fU43T0q1H5vJB4hATbib/9NLreAtAv7exCcgR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uwp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fdMAA&#10;AADdAAAADwAAAGRycy9kb3ducmV2LnhtbERPy4rCMBTdD/gP4QruxlTBqVSjiKIIs/KBbq/Nta02&#10;N6WJtv69WQguD+c9nbemFE+qXWFZwaAfgSBOrS44U3A8rH/HIJxH1lhaJgUvcjCfdX6mmGjb8I6e&#10;e5+JEMIuQQW591UipUtzMuj6tiIO3NXWBn2AdSZ1jU0IN6UcRtGfNFhwaMixomVO6X3/MAqi/1F5&#10;uZ64HZ9Xm/R+a9bcFAOlet12MQHhqfVf8ce91QriOA5zw5vwBOTs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QfdMAAAADd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0bZ8UA&#10;AADdAAAADwAAAGRycy9kb3ducmV2LnhtbESPQWvCQBSE70L/w/IKvemmCkZTV5FowasaD729Zp9J&#10;SPZtyK4x7a93CwWPw8x8w6w2g2lET52rLCt4n0QgiHOrKy4UZOfP8QKE88gaG8uk4IccbNYvoxUm&#10;2t75SP3JFyJA2CWooPS+TaR0eUkG3cS2xMG72s6gD7IrpO7wHuCmkdMomkuDFYeFEltKS8rr080o&#10;uOzqerbkaPb71acLl35n2fS6V+rtddh+gPA0+Gf4v33QCuI4XsL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Rtn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7FcMYA&#10;AADdAAAADwAAAGRycy9kb3ducmV2LnhtbERPy2rCQBTdC/7DcIVuxEwsUiVmFCkVKrSLqvjYXTLX&#10;JJi5EzPTmPbrO4uCy8N5p8vOVKKlxpWWFYyjGARxZnXJuYL9bj2agXAeWWNlmRT8kIPlot9LMdH2&#10;zl/Ubn0uQgi7BBUU3teJlC4ryKCLbE0cuIttDPoAm1zqBu8h3FTyOY5fpMGSQ0OBNb0WlF2330bB&#10;hNrT6uP3/Hk43d68vQyPGzc+KvU06FZzEJ46/xD/u9+1gul0FvaH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7Fc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5nRsUA&#10;AADdAAAADwAAAGRycy9kb3ducmV2LnhtbESPQWvCQBSE70L/w/IKvelGBU1TV5FowasaD729Zp9J&#10;SPZtyK4x7a93CwWPw8x8w6w2g2lET52rLCuYTiIQxLnVFRcKsvPnOAbhPLLGxjIp+CEHm/XLaIWJ&#10;tnc+Un/yhQgQdgkqKL1vEyldXpJBN7EtcfCutjPog+wKqTu8B7hp5CyKFtJgxWGhxJbSkvL6dDMK&#10;Lru6nr9zNP/96tPYpd9ZNrvulXp7HbYfIDwN/hn+bx+0guUynsL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/mdG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+nMgA&#10;AADdAAAADwAAAGRycy9kb3ducmV2LnhtbESPQWvCQBSE7wX/w/IKvZRmo0iV1FVEFCq0h2rReHtk&#10;n0kw+zZm15j217sFocdhZr5hJrPOVKKlxpWWFfSjGARxZnXJuYLv7eplDMJ5ZI2VZVLwQw5m097D&#10;BBNtr/xF7cbnIkDYJaig8L5OpHRZQQZdZGvi4B1tY9AH2eRSN3gNcFPJQRy/SoMlh4UCa1oUlJ02&#10;F6NgSG06//g9fO7S89Lb4/N+7fp7pZ4eu/kbCE+d/w/f2+9awWg0HsDf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gP6c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kscgA&#10;AADdAAAADwAAAGRycy9kb3ducmV2LnhtbESPQWvCQBSE74X+h+UVequb1tJIdJVisRYKglH0+si+&#10;ZlOzb2N2NWl/vVsoeBxm5htmMuttLc7U+sqxgsdBAoK4cLriUsF2s3gYgfABWWPtmBT8kIfZ9PZm&#10;gpl2Ha/pnIdSRAj7DBWYEJpMSl8YsugHriGO3pdrLYYo21LqFrsIt7V8SpIXabHiuGCwobmh4pCf&#10;rIL983DlzDJ3p+7t/fewPqbfu/mnUvd3/esYRKA+XMP/7Q+tIE1HQ/h7E5+AnF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BiSx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2fWMUA&#10;AADdAAAADwAAAGRycy9kb3ducmV2LnhtbESPQWvCQBSE7wX/w/IEb7qptk1IXUWlirSn2vb+yD6T&#10;0OzbmF3j+u/dgtDjMDPfMPNlMI3oqXO1ZQWPkwQEcWF1zaWC76/tOAPhPLLGxjIpuJKD5WLwMMdc&#10;2wt/Un/wpYgQdjkqqLxvcyldUZFBN7EtcfSOtjPoo+xKqTu8RLhp5DRJXqTBmuNChS1tKip+D2ej&#10;YPb+fNrpdfnWN9nOfeyP21CHH6VGw7B6BeEp+P/wvb3XCtI0e4K/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Z9Y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eAn8QA&#10;AADdAAAADwAAAGRycy9kb3ducmV2LnhtbESPQYvCMBSE7wv+h/CEva2pwlqtRhFFEGQPWz14fDTP&#10;pti8lCbW+u+NsLDHYWa+YZbr3taio9ZXjhWMRwkI4sLpiksF59P+awbCB2SNtWNS8CQP69XgY4mZ&#10;dg/+pS4PpYgQ9hkqMCE0mZS+MGTRj1xDHL2ray2GKNtS6hYfEW5rOUmSqbRYcVww2NDWUHHL71bB&#10;Zf4zH/dmlxy7dHMIBSPeuqlSn8N+swARqA//4b/2QStI09k3vN/EJ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ngJ/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UScgA&#10;AADdAAAADwAAAGRycy9kb3ducmV2LnhtbESPQWvCQBSE7wX/w/KE3uomKURN3YgULF56qNra4yP7&#10;TKLZtzG71dRf3xUKHoeZ+YaZzXvTiDN1rrasIB5FIIgLq2suFWw3y6cJCOeRNTaWScEvOZjng4cZ&#10;Ztpe+IPOa1+KAGGXoYLK+zaT0hUVGXQj2xIHb287gz7IrpS6w0uAm0YmUZRKgzWHhQpbeq2oOK5/&#10;jIJd/H6dts/9Z/LtT6tD8nYqll+pUo/DfvECwlPv7+H/9korGI8nKdzehCcg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ytRJ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np8MA&#10;AADdAAAADwAAAGRycy9kb3ducmV2LnhtbESPUWvCMBSF3wX/Q7iCb5puiJVqlKIIjj3Z7Qdcmmtb&#10;19yEJLP13y+DwR4P55zvcHaH0fTiQT50lhW8LDMQxLXVHTcKPj/Oiw2IEJE19pZJwZMCHPbTyQ4L&#10;bQe+0qOKjUgQDgUqaGN0hZShbslgWFpHnLyb9QZjkr6R2uOQ4KaXr1m2lgY7TgstOjq2VH9V30YB&#10;epefXCWH6/r+jpf7W0krWyo1n43lFkSkMf6H/9oXrSDPNzn8vklP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Inp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ui08UA&#10;AADdAAAADwAAAGRycy9kb3ducmV2LnhtbERPy2rCQBTdF/yH4Qrd1YktNCE6CWobkDab+li4u2Su&#10;STBzJ2RGTfv1nUWhy8N5L/PRdOJGg2stK5jPIhDEldUt1woO++IpAeE8ssbOMin4Jgd5NnlYYqrt&#10;nb/otvO1CCHsUlTQeN+nUrqqIYNuZnviwJ3tYNAHONRSD3gP4aaTz1H0Kg22HBoa7GnTUHXZXY2C&#10;sij78pPfk9Pbdf1y2v4cY/4olHqcjqsFCE+j/xf/ubdaQRwnYW54E5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6LT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/iC8cA&#10;AADdAAAADwAAAGRycy9kb3ducmV2LnhtbESPT2sCMRTE70K/Q3gFb5rVg39Wo4ggKtiCtqDH5+Z1&#10;d+nmZU3iuv32TaHgcZiZ3zDzZWsq0ZDzpWUFg34CgjizuuRcwefHpjcB4QOyxsoyKfghD8vFS2eO&#10;qbYPPlJzCrmIEPYpKihCqFMpfVaQQd+3NXH0vqwzGKJ0udQOHxFuKjlMkpE0WHJcKLCmdUHZ9+lu&#10;FLzfRvdDc75sr67d1Ldqv37T01Kp7mu7moEI1IZn+L+90wrG48kU/t7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/4gv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6z/8EA&#10;AADdAAAADwAAAGRycy9kb3ducmV2LnhtbERPy4rCMBTdC/5DuII7TRW0TscoIvhABoapfsCludOU&#10;aW5KE7X69WYhzPJw3st1Z2txo9ZXjhVMxgkI4sLpiksFl/NutADhA7LG2jEpeJCH9arfW2Km3Z1/&#10;6JaHUsQQ9hkqMCE0mZS+MGTRj11DHLlf11oMEbal1C3eY7it5TRJ5tJixbHBYENbQ8VffrUKOJG7&#10;76+i1nL/vKSng8lPs2uu1HDQbT5BBOrCv/jtPmoFafoR98c38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Os//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tHMcA&#10;AADdAAAADwAAAGRycy9kb3ducmV2LnhtbESPT2vCQBTE74LfYXlCb7rR2qrRVfxTwXprWhBvj+wz&#10;CWbfhuyqqZ/eFQo9DjPzG2a2aEwprlS7wrKCfi8CQZxaXXCm4Od72x2DcB5ZY2mZFPySg8W83Zph&#10;rO2Nv+ia+EwECLsYFeTeV7GULs3JoOvZijh4J1sb9EHWmdQ13gLclHIQRe/SYMFhIceK1jml5+Ri&#10;FCSn41Gv+GP4OX5z6/3+9T45bDdKvXSa5RSEp8b/h//aO61gNJr04fkmPA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5rRz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6tsYA&#10;AADdAAAADwAAAGRycy9kb3ducmV2LnhtbESPQWvCQBSE7wX/w/IEb82mEWqNriKi4KGHavMDHtln&#10;Njb7NmY3Mf333UKhx2FmvmHW29E2YqDO144VvCQpCOLS6ZorBcXn8fkNhA/IGhvHpOCbPGw3k6c1&#10;5to9+EzDJVQiQtjnqMCE0OZS+tKQRZ+4ljh6V9dZDFF2ldQdPiLcNjJL01dpsea4YLClvaHy69Jb&#10;BVmxu+2vH/P3232e8sGa8dCfjVKz6bhbgQg0hv/wX/ukFSwWywx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O6t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BXscA&#10;AADdAAAADwAAAGRycy9kb3ducmV2LnhtbESPzWsCMRTE7wX/h/AEbzWr/VBXo6hQ8FLw66C35+a5&#10;u7h52Saprv3rm0LB4zAzv2Ems8ZU4krOl5YV9LoJCOLM6pJzBfvdx/MQhA/IGivLpOBOHmbT1tME&#10;U21vvKHrNuQiQtinqKAIoU6l9FlBBn3X1sTRO1tnMETpcqkd3iLcVLKfJO/SYMlxocCalgVll+23&#10;UbAYDRdf61f+/NmcjnQ8nC5vfZco1Wk38zGIQE14hP/bK61gMBi9wN+b+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8QV7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CqMcA&#10;AADdAAAADwAAAGRycy9kb3ducmV2LnhtbESPzWrDMBCE74W+g9hCL6WRXUJ+3MimhATSXILdBnpc&#10;rK1tYq2MpTjO21eBQI/DzHzDrLLRtGKg3jWWFcSTCARxaXXDlYLvr+3rAoTzyBpby6TgSg6y9PFh&#10;hYm2F85pKHwlAoRdggpq77tESlfWZNBNbEccvF/bG/RB9pXUPV4C3LTyLYpm0mDDYaHGjtY1lafi&#10;bBTsZTm8fE4pPlTDz2lzWBzNLI+Ven4aP95BeBr9f/je3mkF8/lyCrc34QnI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XQqj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eWsUA&#10;AADdAAAADwAAAGRycy9kb3ducmV2LnhtbESPUWvCQBCE34X+h2MLfdNLhVRNPUWKQoWCVP0By902&#10;Cc3thdxq0v56r1DwcZiZb5jlevCNulIX68AGnicZKGIbXM2lgfNpN56DioLssAlMBn4ownr1MFpi&#10;4ULPn3Q9SqkShGOBBiqRttA62oo8xkloiZP3FTqPkmRXatdhn+C+0dMse9Eea04LFbb0VpH9Pl68&#10;genFivWL/e/H9iz54dT2WT7fGPP0OGxeQQkNcg//t9+dgdlskcPfm/QE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5a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7/iscA&#10;AADdAAAADwAAAGRycy9kb3ducmV2LnhtbESPT2sCMRTE74LfIbxCbzVbC/7ZGqUUFQurou2lt0fy&#10;3CxuXpZN1O23bwoFj8PM/IaZLTpXiyu1ofKs4HmQgSDW3lRcKvj6XD1NQISIbLD2TAp+KMBi3u/N&#10;MDf+xge6HmMpEoRDjgpsjE0uZdCWHIaBb4iTd/Ktw5hkW0rT4i3BXS2HWTaSDitOCxYberekz8eL&#10;U6DXL8Xyo/i2+jLcb8tqty/c4aTU40P39goiUhfv4f/2xigYj6cj+HuTn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+/4r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KMQcUA&#10;AADdAAAADwAAAGRycy9kb3ducmV2LnhtbESPQWvCQBSE74X+h+UJ3ppNPJgaswYRCvUiaJX2+Mg+&#10;k2D2bchuk9hf3xUKPQ4z8w2TF5NpxUC9aywrSKIYBHFpdcOVgvPH28srCOeRNbaWScGdHBSb56cc&#10;M21HPtJw8pUIEHYZKqi97zIpXVmTQRfZjjh4V9sb9EH2ldQ9jgFuWrmI46U02HBYqLGjXU3l7fRt&#10;FHTm53L+2h+GOPnEhR53PN6WrNR8Nm3XIDxN/j/8137XCtJ0lcLj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oxB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SPcQA&#10;AADdAAAADwAAAGRycy9kb3ducmV2LnhtbERPTWuDQBC9F/oflink1qwpoWlsNiKFBE9CNWB7G9yJ&#10;StxZcTfG9Nd3D4UeH+97l8ymFxONrrOsYLWMQBDXVnfcKDiVh+c3EM4ja+wtk4I7OUj2jw87jLW9&#10;8SdNhW9ECGEXo4LW+yGW0tUtGXRLOxAH7mxHgz7AsZF6xFsIN718iaJXabDj0NDiQB8t1ZfiahSs&#10;v7ZpWdH3z6U62kpmZW7zw1WpxdOcvoPwNPt/8Z870wo2m22YG96EJ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F0j3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4zcccA&#10;AADdAAAADwAAAGRycy9kb3ducmV2LnhtbESPQWvCQBSE74L/YXmF3nRTC1Gjq4hSqBQKtQWvz+wz&#10;icm+jbtbjf/eFQo9DjPzDTNfdqYRF3K+sqzgZZiAIM6trrhQ8PP9NpiA8AFZY2OZFNzIw3LR780x&#10;0/bKX3TZhUJECPsMFZQhtJmUPi/JoB/aljh6R+sMhihdIbXDa4SbRo6SJJUGK44LJba0Limvd79G&#10;wfl1U3+6w/50+NhObmmdn0dymyr1/NStZiACdeE//Nd+1wrG4+kUHm/iE5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+M3H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e+MQA&#10;AADdAAAADwAAAGRycy9kb3ducmV2LnhtbERPTWsCMRC9F/ofwgi91USput0apRYKXgS1PdTbuJnu&#10;Lm4m2yTV1V9vDoLHx/uezjvbiCP5UDvWMOgrEMSFMzWXGr6/Pp8zECEiG2wck4YzBZjPHh+mmBt3&#10;4g0dt7EUKYRDjhqqGNtcylBUZDH0XUucuF/nLcYEfSmNx1MKt40cKjWWFmtODRW29FFRcdj+Ww2L&#10;12zxt37h1WWz39HuZ38YDb3S+qnXvb+BiNTFu/jmXhoNk0yl/elNegJ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Q3vjEAAAA3QAAAA8AAAAAAAAAAAAAAAAAmAIAAGRycy9k&#10;b3ducmV2LnhtbFBLBQYAAAAABAAEAPUAAACJ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dUMYA&#10;AADdAAAADwAAAGRycy9kb3ducmV2LnhtbESP0WoCMRRE3wv+Q7hCX0pN9KHVrVGkVGjpwqL2A66b&#10;293F5GZJom7/vikUfBxm5gyzXA/OiguF2HnWMJ0oEMS1Nx03Gr4O28c5iJiQDVrPpOGHIqxXo7sl&#10;FsZfeUeXfWpEhnAsUEObUl9IGeuWHMaJ74mz9+2Dw5RlaKQJeM1wZ+VMqSfpsOO80GJPry3Vp/3Z&#10;aXibHUN1xE9bq0Njy4+qfFhUpdb342HzAiLRkG7h//a70fA8V1P4e5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OdU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UDcYA&#10;AADdAAAADwAAAGRycy9kb3ducmV2LnhtbESPQWvCQBSE7wX/w/KE3upGC9ZGV9FCoCDYqj14fGaf&#10;2WD2bcxuk/Tfu4VCj8PMfMMsVr2tREuNLx0rGI8SEMS50yUXCr6O2dMMhA/IGivHpOCHPKyWg4cF&#10;ptp1vKf2EAoRIexTVGBCqFMpfW7Ioh+5mjh6F9dYDFE2hdQNdhFuKzlJkqm0WHJcMFjTm6H8evi2&#10;CqzE07mYZvlu/bz92L6Wm89bZpR6HPbrOYhAffgP/7XftYKXWTKB3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zUD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3D1E5F" w:rsidRPr="00C623C0" w:rsidRDefault="003D1E5F" w:rsidP="003D1E5F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3D1E5F" w:rsidRPr="00C623C0" w:rsidRDefault="003D1E5F" w:rsidP="003D1E5F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3D1E5F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3D1E5F" w:rsidRPr="006A0E0F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Кравчуку А.В.</w:t>
      </w: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Кравчука А.В.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5A4268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Кравчуку Андрію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васильовичу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F97008" w:rsidRPr="00F97008">
        <w:rPr>
          <w:rFonts w:ascii="Times New Roman" w:hAnsi="Times New Roman" w:cs="Times New Roman"/>
          <w:lang w:val="ru-RU"/>
        </w:rPr>
        <w:t>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0,1200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для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індивідуального садівництва,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 межами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  села  Стригани  Крупецької </w:t>
      </w: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. Кравчуку А.В.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3D1E5F" w:rsidRPr="00062C82" w:rsidRDefault="003D1E5F" w:rsidP="003D1E5F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1E5F" w:rsidRPr="00062C82" w:rsidRDefault="003D1E5F" w:rsidP="003D1E5F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3D1E5F" w:rsidRPr="00C623C0" w:rsidRDefault="003D1E5F" w:rsidP="003D1E5F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AA69A0" w:rsidRDefault="00AA69A0"/>
    <w:sectPr w:rsidR="00AA69A0" w:rsidSect="00AA6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D1E5F"/>
    <w:rsid w:val="000E6B92"/>
    <w:rsid w:val="00171A2E"/>
    <w:rsid w:val="00304C90"/>
    <w:rsid w:val="003D1E5F"/>
    <w:rsid w:val="00505B6D"/>
    <w:rsid w:val="006D3977"/>
    <w:rsid w:val="007D6C18"/>
    <w:rsid w:val="00AA69A0"/>
    <w:rsid w:val="00D1641A"/>
    <w:rsid w:val="00F9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5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2020-02-13T11:54:00Z</dcterms:created>
  <dcterms:modified xsi:type="dcterms:W3CDTF">2020-02-13T12:55:00Z</dcterms:modified>
</cp:coreProperties>
</file>