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2FE" w:rsidRPr="002065A9" w:rsidRDefault="005462FE" w:rsidP="005462FE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462FE" w:rsidRDefault="005462FE" w:rsidP="0054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462FE" w:rsidRDefault="005462FE" w:rsidP="0054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462FE" w:rsidRPr="000A4F3E" w:rsidRDefault="005462FE" w:rsidP="005462F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62FE" w:rsidRPr="000A4F3E" w:rsidRDefault="005462FE" w:rsidP="005462F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62FE" w:rsidRPr="000A4F3E" w:rsidRDefault="005462FE" w:rsidP="005462F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62FE" w:rsidRPr="000A4F3E" w:rsidRDefault="005462FE" w:rsidP="005462F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62FE" w:rsidRPr="000A4F3E" w:rsidRDefault="005462FE" w:rsidP="005462F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462FE" w:rsidRPr="000A4F3E" w:rsidRDefault="005462FE" w:rsidP="005462FE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462FE" w:rsidRPr="000A4F3E" w:rsidRDefault="005462FE" w:rsidP="005462F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462FE" w:rsidRPr="000A4F3E" w:rsidRDefault="005462FE" w:rsidP="005462F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462FE" w:rsidRPr="000A4F3E" w:rsidRDefault="005462FE" w:rsidP="005462F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62FE" w:rsidRPr="000A4F3E" w:rsidRDefault="005462FE" w:rsidP="005462F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462FE" w:rsidRPr="000A4F3E" w:rsidRDefault="005462FE" w:rsidP="005462F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62FE" w:rsidRPr="000A4F3E" w:rsidRDefault="005462FE" w:rsidP="005462FE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462FE" w:rsidRPr="000A4F3E" w:rsidRDefault="005462FE" w:rsidP="005462F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462FE" w:rsidRDefault="005462FE" w:rsidP="005462F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№_</w:t>
      </w:r>
    </w:p>
    <w:p w:rsidR="005462FE" w:rsidRDefault="005462FE" w:rsidP="005462FE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</w:p>
    <w:p w:rsidR="005462FE" w:rsidRPr="008D3E19" w:rsidRDefault="005462FE" w:rsidP="005462FE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Про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надання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дозволу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на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розробку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5462FE" w:rsidRPr="008D3E19" w:rsidRDefault="005462FE" w:rsidP="005462FE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Theme="minorHAnsi" w:hAnsi="Times New Roman"/>
          <w:b/>
          <w:sz w:val="24"/>
          <w:szCs w:val="24"/>
        </w:rPr>
        <w:t>т</w:t>
      </w:r>
      <w:r w:rsidRPr="008D3E19">
        <w:rPr>
          <w:rFonts w:ascii="Times New Roman" w:eastAsiaTheme="minorHAnsi" w:hAnsi="Times New Roman"/>
          <w:b/>
          <w:sz w:val="24"/>
          <w:szCs w:val="24"/>
        </w:rPr>
        <w:t>ехн</w:t>
      </w:r>
      <w:proofErr w:type="gramEnd"/>
      <w:r w:rsidRPr="008D3E19">
        <w:rPr>
          <w:rFonts w:ascii="Times New Roman" w:eastAsiaTheme="minorHAnsi" w:hAnsi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із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землеустрою</w:t>
      </w:r>
      <w:proofErr w:type="spellEnd"/>
    </w:p>
    <w:p w:rsidR="005462FE" w:rsidRPr="008D3E19" w:rsidRDefault="005462FE" w:rsidP="005462FE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щодо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встановлення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(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відновлення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) меж </w:t>
      </w:r>
    </w:p>
    <w:p w:rsidR="005462FE" w:rsidRPr="008D3E19" w:rsidRDefault="005462FE" w:rsidP="005462FE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ділянки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в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натурі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D3E19">
        <w:rPr>
          <w:rFonts w:ascii="Times New Roman" w:eastAsiaTheme="minorHAnsi" w:hAnsi="Times New Roman"/>
          <w:b/>
          <w:sz w:val="24"/>
          <w:szCs w:val="24"/>
        </w:rPr>
        <w:t>м</w:t>
      </w:r>
      <w:proofErr w:type="gramEnd"/>
      <w:r w:rsidRPr="008D3E19">
        <w:rPr>
          <w:rFonts w:ascii="Times New Roman" w:eastAsiaTheme="minorHAnsi" w:hAnsi="Times New Roman"/>
          <w:b/>
          <w:sz w:val="24"/>
          <w:szCs w:val="24"/>
        </w:rPr>
        <w:t>ісцевості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>)</w:t>
      </w:r>
    </w:p>
    <w:p w:rsidR="005462FE" w:rsidRPr="008D3E19" w:rsidRDefault="005462FE" w:rsidP="005462FE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r w:rsidRPr="008D3E19">
        <w:rPr>
          <w:rFonts w:ascii="Times New Roman" w:eastAsiaTheme="minorHAnsi" w:hAnsi="Times New Roman"/>
          <w:b/>
          <w:sz w:val="24"/>
          <w:szCs w:val="24"/>
        </w:rPr>
        <w:t>Ковальчука В.І.</w:t>
      </w:r>
    </w:p>
    <w:p w:rsidR="005462FE" w:rsidRPr="008D3E19" w:rsidRDefault="005462FE" w:rsidP="005462FE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</w:p>
    <w:p w:rsidR="005462FE" w:rsidRPr="008D3E19" w:rsidRDefault="005462FE" w:rsidP="005462FE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Відповідно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8D3E19">
        <w:rPr>
          <w:rFonts w:ascii="Times New Roman" w:eastAsiaTheme="minorHAnsi" w:hAnsi="Times New Roman"/>
          <w:sz w:val="24"/>
          <w:szCs w:val="24"/>
        </w:rPr>
        <w:t>до</w:t>
      </w:r>
      <w:proofErr w:type="gram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8D3E19">
        <w:rPr>
          <w:rFonts w:ascii="Times New Roman" w:eastAsiaTheme="minorHAnsi" w:hAnsi="Times New Roman"/>
          <w:sz w:val="24"/>
          <w:szCs w:val="24"/>
        </w:rPr>
        <w:t>пункту</w:t>
      </w:r>
      <w:proofErr w:type="gramEnd"/>
      <w:r w:rsidRPr="008D3E19">
        <w:rPr>
          <w:rFonts w:ascii="Times New Roman" w:eastAsiaTheme="minorHAnsi" w:hAnsi="Times New Roman"/>
          <w:sz w:val="24"/>
          <w:szCs w:val="24"/>
        </w:rPr>
        <w:t xml:space="preserve"> 34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частини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1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статті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8D3E19">
        <w:rPr>
          <w:rFonts w:ascii="Times New Roman" w:eastAsiaTheme="minorHAnsi" w:hAnsi="Times New Roman"/>
          <w:sz w:val="24"/>
          <w:szCs w:val="24"/>
        </w:rPr>
        <w:t xml:space="preserve">26,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статті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42 Закону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«Про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місцеве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самоврядування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в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Україні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»,  Земельного кодексу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, Закону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«Про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землеустрій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»,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розглянувши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заяву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  Ковальчука В.І.,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сільська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рада</w:t>
      </w:r>
    </w:p>
    <w:p w:rsidR="005462FE" w:rsidRPr="008D3E19" w:rsidRDefault="005462FE" w:rsidP="005462FE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</w:rPr>
        <w:t>ВИРІШИЛА:</w:t>
      </w:r>
    </w:p>
    <w:p w:rsidR="005462FE" w:rsidRPr="008D3E19" w:rsidRDefault="005462FE" w:rsidP="005462FE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</w:rPr>
        <w:t xml:space="preserve">        1.Надати Ковальчуку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Володимиру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Івановичу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який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зареєстрований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за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адресою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: </w:t>
      </w:r>
      <w:r w:rsidR="00D54B1D" w:rsidRPr="00D54B1D">
        <w:rPr>
          <w:rFonts w:ascii="Times New Roman" w:eastAsiaTheme="minorHAnsi" w:hAnsi="Times New Roman"/>
          <w:sz w:val="24"/>
          <w:szCs w:val="24"/>
        </w:rPr>
        <w:t>__________________</w:t>
      </w:r>
      <w:bookmarkStart w:id="0" w:name="_GoBack"/>
      <w:bookmarkEnd w:id="0"/>
      <w:r w:rsidRPr="008D3E19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дозвіл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на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розробку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proofErr w:type="gramStart"/>
      <w:r w:rsidRPr="008D3E19">
        <w:rPr>
          <w:rFonts w:ascii="Times New Roman" w:eastAsiaTheme="minorHAnsi" w:hAnsi="Times New Roman"/>
          <w:sz w:val="24"/>
          <w:szCs w:val="24"/>
        </w:rPr>
        <w:t>техн</w:t>
      </w:r>
      <w:proofErr w:type="gramEnd"/>
      <w:r w:rsidRPr="008D3E19">
        <w:rPr>
          <w:rFonts w:ascii="Times New Roman" w:eastAsiaTheme="minorHAnsi" w:hAnsi="Times New Roman"/>
          <w:sz w:val="24"/>
          <w:szCs w:val="24"/>
        </w:rPr>
        <w:t>ічної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документації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із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землеустрою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щодо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встановлення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(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відновлення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) меж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земельної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ділянки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в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натурі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(на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місцевості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),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орієнтовною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площею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0,2500 га,  для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будівництва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та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обслуговування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житлового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будинку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господарських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будівель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і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споруд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(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присадибна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ділянка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),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земельна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ділянка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розташована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в с.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Колом’є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, по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вул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>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8D3E19">
        <w:rPr>
          <w:rFonts w:ascii="Times New Roman" w:eastAsiaTheme="minorHAnsi" w:hAnsi="Times New Roman"/>
          <w:sz w:val="24"/>
          <w:szCs w:val="24"/>
        </w:rPr>
        <w:t>П.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Семенюка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>, 13.</w:t>
      </w:r>
    </w:p>
    <w:p w:rsidR="005462FE" w:rsidRPr="00535C6B" w:rsidRDefault="005462FE" w:rsidP="005462FE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</w:t>
      </w:r>
      <w:r w:rsidRPr="00535C6B">
        <w:rPr>
          <w:rFonts w:ascii="Times New Roman" w:eastAsiaTheme="minorHAnsi" w:hAnsi="Times New Roman"/>
          <w:sz w:val="24"/>
          <w:szCs w:val="24"/>
        </w:rPr>
        <w:t>2.</w:t>
      </w:r>
      <w:r w:rsidRPr="008D3E19">
        <w:rPr>
          <w:rFonts w:ascii="Times New Roman" w:eastAsiaTheme="minorHAnsi" w:hAnsi="Times New Roman"/>
          <w:sz w:val="24"/>
          <w:szCs w:val="24"/>
        </w:rPr>
        <w:t>Ковальчуку В.І.,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розробити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proofErr w:type="gramStart"/>
      <w:r w:rsidRPr="00535C6B">
        <w:rPr>
          <w:rFonts w:ascii="Times New Roman" w:eastAsiaTheme="minorHAnsi" w:hAnsi="Times New Roman"/>
          <w:sz w:val="24"/>
          <w:szCs w:val="24"/>
        </w:rPr>
        <w:t>техн</w:t>
      </w:r>
      <w:proofErr w:type="gramEnd"/>
      <w:r w:rsidRPr="00535C6B">
        <w:rPr>
          <w:rFonts w:ascii="Times New Roman" w:eastAsiaTheme="minorHAnsi" w:hAnsi="Times New Roman"/>
          <w:sz w:val="24"/>
          <w:szCs w:val="24"/>
        </w:rPr>
        <w:t>ічну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документацію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із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землеустрою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щодо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встановлення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 (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відновлення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) меж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земельної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ділянки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 в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натурі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 (на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місцевості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) та подати на 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розгляд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сесії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сільської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 ради.</w:t>
      </w:r>
    </w:p>
    <w:p w:rsidR="005462FE" w:rsidRPr="008D3E19" w:rsidRDefault="005462FE" w:rsidP="005462FE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  3. Контроль за </w:t>
      </w:r>
      <w:proofErr w:type="spellStart"/>
      <w:r w:rsidRPr="008D3E19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цього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D3E19">
        <w:rPr>
          <w:rFonts w:ascii="Times New Roman" w:hAnsi="Times New Roman"/>
          <w:sz w:val="24"/>
          <w:szCs w:val="24"/>
        </w:rPr>
        <w:t>р</w:t>
      </w:r>
      <w:proofErr w:type="gramEnd"/>
      <w:r w:rsidRPr="008D3E19">
        <w:rPr>
          <w:rFonts w:ascii="Times New Roman" w:hAnsi="Times New Roman"/>
          <w:sz w:val="24"/>
          <w:szCs w:val="24"/>
        </w:rPr>
        <w:t>ішення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D3E19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комісію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8D3E19">
        <w:rPr>
          <w:rFonts w:ascii="Times New Roman" w:hAnsi="Times New Roman"/>
          <w:sz w:val="24"/>
          <w:szCs w:val="24"/>
        </w:rPr>
        <w:t>питань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D3E19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охорони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та благоустрою (Денисюк Т.В.).</w:t>
      </w:r>
    </w:p>
    <w:p w:rsidR="005462FE" w:rsidRPr="008D3E19" w:rsidRDefault="005462FE" w:rsidP="005462FE">
      <w:pPr>
        <w:tabs>
          <w:tab w:val="left" w:pos="4424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5462FE" w:rsidRPr="008D3E19" w:rsidRDefault="005462FE" w:rsidP="005462FE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5462FE" w:rsidRPr="005462FE" w:rsidRDefault="005462FE" w:rsidP="005462FE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</w:p>
    <w:p w:rsidR="0013462D" w:rsidRPr="005462FE" w:rsidRDefault="005462FE" w:rsidP="005462FE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Сільський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 голова</w:t>
      </w:r>
      <w:r>
        <w:rPr>
          <w:rFonts w:ascii="Times New Roman" w:eastAsiaTheme="minorHAnsi" w:hAnsi="Times New Roman"/>
          <w:sz w:val="24"/>
          <w:szCs w:val="24"/>
        </w:rPr>
        <w:t xml:space="preserve">                                                                                   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Валерій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МИХАЛЮК</w:t>
      </w:r>
    </w:p>
    <w:sectPr w:rsidR="0013462D" w:rsidRPr="005462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FE"/>
    <w:rsid w:val="0013462D"/>
    <w:rsid w:val="00171A2E"/>
    <w:rsid w:val="00304C90"/>
    <w:rsid w:val="00505B6D"/>
    <w:rsid w:val="005462FE"/>
    <w:rsid w:val="006D3977"/>
    <w:rsid w:val="007D6C18"/>
    <w:rsid w:val="00D1641A"/>
    <w:rsid w:val="00D54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462F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462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462F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462F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5462F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462F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esia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252</Words>
  <Characters>1442</Characters>
  <Application>Microsoft Office Word</Application>
  <DocSecurity>0</DocSecurity>
  <Lines>12</Lines>
  <Paragraphs>3</Paragraphs>
  <ScaleCrop>false</ScaleCrop>
  <Company>Microsoft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2020-09-16T10:28:00Z</dcterms:created>
  <dcterms:modified xsi:type="dcterms:W3CDTF">2020-09-16T10:31:00Z</dcterms:modified>
</cp:coreProperties>
</file>