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3DEF" w:rsidRDefault="00513DEF" w:rsidP="00513DE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4888B3" wp14:editId="3CB10A14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65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65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3DEF" w:rsidRDefault="00513DEF" w:rsidP="00513D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5cY3q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ImRsUA&#10;AADdAAAADwAAAGRycy9kb3ducmV2LnhtbESPQWvCQBSE74X+h+UVeqsbDaYSs4qILR4CRav3R/Yl&#10;G8y+Ddmtxn/vFgo9DjPzDVOsR9uJKw2+daxgOklAEFdOt9woOH1/vC1A+ICssXNMCu7kYb16fiow&#10;1+7GB7oeQyMihH2OCkwIfS6lrwxZ9BPXE0evdoPFEOXQSD3gLcJtJ2dJkkmLLccFgz1tDVWX449V&#10;4NLPfXluZod0x++BN1+L+jyWSr2+jJsliEBj+A//tfdawTybp/D7Jj4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MiZ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16PMgA&#10;AADdAAAADwAAAGRycy9kb3ducmV2LnhtbESPQUsDMRSE74X+h/AKXorNKnbVtWmRwqrtQWgVvD42&#10;z822m5clie3aX2+EQo/DzHzDzBa9bcWBfGgcK7iZZCCIK6cbrhV8fpTXDyBCRNbYOiYFvxRgMR8O&#10;Zlhod+QNHbaxFgnCoUAFJsaukDJUhiyGieuIk/ftvMWYpK+l9nhMcNvK2yzLpcWG04LBjpaGqv32&#10;xyrYle/ma3l/evHjxw2dxuX6tV3lSl2N+ucnEJH6eAmf229awTSf3sH/m/QE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zXo8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m92MQA&#10;AADdAAAADwAAAGRycy9kb3ducmV2LnhtbESPTWrDMBCF94HeQUyhm9DIbbEpbpRgSlNCNsFODjBY&#10;E8vUGhlLtd3bR4VAlo/38/HW29l2YqTBt44VvKwSEMS10y03Cs6n3fM7CB+QNXaOScEfedhuHhZr&#10;zLWbuKSxCo2II+xzVGBC6HMpfW3Iol+5njh6FzdYDFEOjdQDTnHcdvI1STJpseVIMNjTp6H6p/q1&#10;EXJ8w+PhMp123zNO+HUwvCxKpZ4e5+IDRKA53MO39l4rSLM0hf838Qn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Zvd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D2D8UA&#10;AADdAAAADwAAAGRycy9kb3ducmV2LnhtbESPQUvDQBSE70L/w/IEb3ZjManEbkupCiJ4aCuIt0f2&#10;NQlm3y67zyb+e1cQPA4z8w2z2kxuUGeKqfds4GZegCJuvO25NfB2fLq+A5UE2eLgmQx8U4LNenax&#10;wtr6kfd0PkirMoRTjQY6kVBrnZqOHKa5D8TZO/noULKMrbYRxwx3g14URaUd9pwXOgy066j5PHw5&#10;A6/jY3hZVuUpfMTbhU4PVt53YszV5bS9ByU0yX/4r/1sDZRVWcH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MPYP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eGNMMA&#10;AADdAAAADwAAAGRycy9kb3ducmV2LnhtbESP24rCMBRF3wX/IRzBF9FUBy9Uo4iMw+CLePmAQ3Ns&#10;is1JaTK2/r0ZEHzc7MtirzatLcWDal84VjAeJSCIM6cLzhVcL/vhAoQPyBpLx6TgSR42625nhal2&#10;DZ/ocQ65iCPsU1RgQqhSKX1myKIfuYo4ejdXWwxR1rnUNTZx3JZykiQzabHgSDBY0c5Qdj//2Qg5&#10;fuHxcGsu+58WG/w+GB5sT0r1e+12CSJQGz7hd/tXK5jOpnP4fxOf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eGN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H5sMA&#10;AADdAAAADwAAAGRycy9kb3ducmV2LnhtbERPTUvDQBC9C/6HZQRvdmMxscRuS2kriODBKhRvQ3aa&#10;BLOzy+60if/ePQgeH+97uZ7coC4UU+/ZwP2sAEXceNtza+Dz4/luASoJssXBMxn4oQTr1fXVEmvr&#10;R36ny0FalUM41WigEwm11qnpyGGa+UCcuZOPDiXD2GobcczhbtDzoqi0w55zQ4eBth0134ezM/A2&#10;7sPrY1Wewld8mOu0s3LcijG3N9PmCZTQJP/iP/eLNVBWZZ6b3+Qn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PH5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/CA8YA&#10;AADdAAAADwAAAGRycy9kb3ducmV2LnhtbESPUWvCMBSF3wf+h3AHe5GZblJxnVF0EBQ2GLrBXi/N&#10;tS1rbkoSbf33ZiDs8XDO+Q5nsRpsK87kQ+NYwdMkA0FcOtNwpeD7Sz/OQYSIbLB1TAouFGC1HN0t&#10;sDCu5z2dD7ESCcKhQAV1jF0hZShrshgmriNO3tF5izFJX0njsU9w28rnLJtJiw2nhRo7equp/D2c&#10;rILNZ19N/bjcDO79uP3JtTb6Qyv1cD+sX0FEGuJ/+NbeGQX5LH+B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/CA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H7ZsAA&#10;AADdAAAADwAAAGRycy9kb3ducmV2LnhtbERPzYrCMBC+C75DGMGbpspapBpFlMKyeFl3H2Boxqba&#10;TEoSa337zUHY48f3v90PthU9+dA4VrCYZyCIK6cbrhX8/pSzNYgQkTW2jknBiwLsd+PRFgvtnvxN&#10;/SXWIoVwKFCBibErpAyVIYth7jrixF2dtxgT9LXUHp8p3LZymWW5tNhwajDY0dFQdb88rILya3nu&#10;7w/tS3cYPiytzG19MkpNJ8NhAyLSEP/Fb/enVrDK87Q/vUlPQO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8H7Zs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UEuMYA&#10;AADdAAAADwAAAGRycy9kb3ducmV2LnhtbESPUWvCMBSF3wf+h3AFX8ZMdVikM4oOggMHYzrY66W5&#10;tsXmpiSZrf/eDAZ7PJxzvsNZbQbbiiv50DhWMJtmIIhLZxquFHyd9NMSRIjIBlvHpOBGATbr0cMK&#10;C+N6/qTrMVYiQTgUqKCOsSukDGVNFsPUdcTJOztvMSbpK2k89gluWznPslxabDgt1NjRa03l5fhj&#10;Few++urZP5a7wR3O+++F1ka/a6Um42H7AiLSEP/Df+03o2CR5zP4fZOe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UEu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/AisQA&#10;AADdAAAADwAAAGRycy9kb3ducmV2LnhtbESPUWvCMBSF3wf7D+EOfJvpihbpjCKTggxfpvsBl+ba&#10;VJubksRa/70ZCHs8nHO+w1muR9uJgXxoHSv4mGYgiGunW24U/B6r9wWIEJE1do5JwZ0CrFevL0ss&#10;tbvxDw2H2IgE4VCiAhNjX0oZakMWw9T1xMk7OW8xJukbqT3eEtx2Ms+yQlpsOS0Y7OnLUH05XK2C&#10;6jvfD5er9pXbjDNLc3NebI1Sk7dx8wki0hj/w8/2TiuYF0UOf2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fwI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Z/N8MA&#10;AADdAAAADwAAAGRycy9kb3ducmV2LnhtbESP0WqDQBRE3wv5h+UG+tasqVWCzRpCISF5rMkHXNxb&#10;Fd27xt1E/ftuoNDHYWbOMNvdZDrxoME1lhWsVxEI4tLqhisF18vhbQPCeWSNnWVSMJODXb542WKm&#10;7cjf9Ch8JQKEXYYKau/7TEpX1mTQrWxPHLwfOxj0QQ6V1AOOAW46+R5FqTTYcFiosaevmsq2uBsF&#10;H/N4vBVJGx20ofU57s/sy0Sp1+W0/wThafL/4b/2SStI0jSG55vwBGT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Z/N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3+X8UA&#10;AADdAAAADwAAAGRycy9kb3ducmV2LnhtbESPQWvCQBSE7wX/w/KE3urGYIONriEYLKWnGq3nR/aZ&#10;BLNvQ3bV+O+7hUKPw8x8w6yz0XTiRoNrLSuYzyIQxJXVLdcKjofdyxKE88gaO8uk4EEOss3kaY2p&#10;tnfe0630tQgQdikqaLzvUyld1ZBBN7M9cfDOdjDogxxqqQe8B7jpZBxFiTTYclhosKdtQ9WlvBoF&#10;1+QUH/n8qb/K4vH+VuxyJ79rpZ6nY74C4Wn0/+G/9odW8JokC/h9E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Lf5f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kw8gA&#10;AADdAAAADwAAAGRycy9kb3ducmV2LnhtbESPzU7DMBCE75V4B2uRuLUO0FptqBMVJCTg0Ij+HLgt&#10;8ZKExusQu214e4yExHE0M99olvlgW3Gi3jeONVxPEhDEpTMNVxp228fxHIQPyAZbx6Thmzzk2cVo&#10;ialxZ36l0yZUIkLYp6ihDqFLpfRlTRb9xHXE0ftwvcUQZV9J0+M5wm0rb5JESYsNx4UaO3qoqTxs&#10;jlbDvpirRXH/PP18Wb/jrTVfb6ZRWl9dDqs7EIGG8B/+az8ZDTOlZvD7Jj4Bmf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xwiT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h4R8UA&#10;AADdAAAADwAAAGRycy9kb3ducmV2LnhtbESPQWvCQBSE7wX/w/KE3uqm1i4SsxFtqUpP1gpeH9ln&#10;Epp9G7Jbjf56Vyj0OMzMN0w2720jTtT52rGG51ECgrhwpuZSw/7742kKwgdkg41j0nAhD/N88JBh&#10;atyZv+i0C6WIEPYpaqhCaFMpfVGRRT9yLXH0jq6zGKLsSmk6PEe4beQ4SZS0WHNcqLClt4qKn92v&#10;1XBVB9z69Xj5/mICXSbTlfvcrrR+HPaLGYhAffgP/7U3RsOrUgrub+IT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aHhH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yOZMUA&#10;AADdAAAADwAAAGRycy9kb3ducmV2LnhtbESP0WrCQBRE34X+w3ILfTObikZNs0opFvqmpv2AS/Z2&#10;E5K9G7NbTfv1XUHwcZiZM0yxHW0nzjT4xrGC5yQFQVw53bBR8PX5Pl2B8AFZY+eYFPySh+3mYVJg&#10;rt2Fj3QugxERwj5HBXUIfS6lr2qy6BPXE0fv2w0WQ5SDkXrAS4TbTs7SNJMWG44LNfb0VlPVlj9W&#10;wcnNFnosd7hvd+tDY8z89HecK/X0OL6+gAg0hnv41v7QChZZtoTrm/gE5O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/I5k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KQfsIA&#10;AADdAAAADwAAAGRycy9kb3ducmV2LnhtbERPPW/CMBDdK/U/WFepW3GgSgoBE0ElpKzQDh0P+0gC&#10;8TnELgn99fVQqePT+14Vo23FjXrfOFYwnSQgiLUzDVcKPj92L3MQPiAbbB2Tgjt5KNaPDyvMjRt4&#10;T7dDqEQMYZ+jgjqELpfS65os+onriCN3cr3FEGFfSdPjEMNtK2dJkkmLDceGGjt6r0lfDt9WQdkc&#10;Kc30aWHnW73/+rmG17ezUer5adwsQQQaw7/4z10aBWmWxbnxTXwCcv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QpB+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fGEcIA&#10;AADdAAAADwAAAGRycy9kb3ducmV2LnhtbERPXWvCMBR9H+w/hDvwbaYKFu1Miw4GilOYG9vrpblr&#10;ypqb0sRa//0iCD6eb86yGGwjeup87VjBZJyAIC6drrlS8PX59jwH4QOyxsYxKbiQhyJ/fFhipt2Z&#10;P6g/hkrEEvYZKjAhtJmUvjRk0Y9dSxy1X9dZDBF2ldQdnmO5beQ0SVJpsea4YLClV0Pl3/FkFfR4&#10;uCQ/Zr1fbOv3cnpYf+905NXoaVi9gAg0hLv5lt5oBbM0XcD1TXwCMv8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B8Y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9HMcIA&#10;AADdAAAADwAAAGRycy9kb3ducmV2LnhtbERPPU/DMBDdkfofrKvERp1GoqBQt6oqFTFC6MB4xNc4&#10;bXwX2aYJ/Ho8IDE+ve/1dvK9ulKInbCB5aIARdyI7bg1cHw/3D2CignZYi9MBr4pwnYzu1ljZWXk&#10;N7rWqVU5hGOFBlxKQ6V1bBx5jAsZiDN3kuAxZRhabQOOOdz3uiyKlfbYcW5wONDeUXOpv7yB8bn5&#10;PJenD+t+wiCH+lXOZS/G3M6n3ROoRFP6F/+5X6yB+9VD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30cx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ikDcYA&#10;AADdAAAADwAAAGRycy9kb3ducmV2LnhtbESPW2sCMRSE3wv9D+EIvtWsghdWo1gvUEpFvL0fN8fd&#10;bZOTZRN1/feNUOjjMDPfMJNZY424Ue1Lxwq6nQQEceZ0ybmC42H9NgLhA7JG45gUPMjDbPr6MsFU&#10;uzvv6LYPuYgQ9ikqKEKoUil9VpBF33EVcfQurrYYoqxzqWu8R7g1spckA2mx5LhQYEWLgrKf/dUq&#10;WG+X5ru32c1PMixWw7MZfb4vv5Rqt5r5GESgJvyH/9ofWkF/MOzC8018AnL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fikD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33w8cA&#10;AADdAAAADwAAAGRycy9kb3ducmV2LnhtbESPQWvCQBSE70L/w/IKvYhuqqghdZVSKFpoQaPQ6zP7&#10;mgSzb8PuGtN/7wqFHoeZ+YZZrnvTiI6cry0reB4nIIgLq2suFRwP76MUhA/IGhvLpOCXPKxXD4Ml&#10;ZtpeeU9dHkoRIewzVFCF0GZS+qIig35sW+Lo/VhnMETpSqkdXiPcNHKSJHNpsOa4UGFLbxUV5/xi&#10;FHS7z1O57Xz7cU6HfjY9bTZf+lupp8f+9QVEoD78h//aW61gNl9M4P4mPgG5u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N98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AukcgA&#10;AADdAAAADwAAAGRycy9kb3ducmV2LnhtbESPzWsCMRTE70L/h/AKvWm21q+uRqkFoZeCX4d6e26e&#10;u4ubl20Sddu/3giCx2FmfsNMZo2pxJmcLy0reO0kIIgzq0vOFWw3i/YIhA/IGivLpOCPPMymT60J&#10;ptpeeEXndchFhLBPUUERQp1K6bOCDPqOrYmjd7DOYIjS5VI7vES4qWQ3SQbSYMlxocCaPgvKjuuT&#10;UTB/H81/lz3+/l/td7T72R/7XZco9fLcfIxBBGrCI3xvf2kF/cHwDW5v4hOQ0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YC6RyAAAAN0AAAAPAAAAAAAAAAAAAAAAAJgCAABk&#10;cnMvZG93bnJldi54bWxQSwUGAAAAAAQABAD1AAAAjQMAAAAA&#10;" fillcolor="black" stroked="f"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B168cA&#10;AADdAAAADwAAAGRycy9kb3ducmV2LnhtbESPQWvCQBSE7wX/w/KE3uqmUlNJXUVtC4J60PbQ42v2&#10;NVmSfRuyW43+elcQPA4z8w0zmXW2FgdqvXGs4HmQgCDOnTZcKPj++nwag/ABWWPtmBScyMNs2nuY&#10;YKbdkXd02IdCRAj7DBWUITSZlD4vyaIfuIY4en+utRiibAupWzxGuK3lMElSadFwXCixoWVJebX/&#10;twp+1qkZ7wwNfzfnxYfejKrF9r1S6rHfzd9ABOrCPXxrr7SCUfr6A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gdev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nuxcYA&#10;AADdAAAADwAAAGRycy9kb3ducmV2LnhtbESPzWsCMRTE7wX/h/AEbzWr4Adbo4hF7KWH+kGvj83r&#10;Zrubl20SdfWvb4RCj8PM/IZZrDrbiAv5UDlWMBpmIIgLpysuFRwP2+c5iBCRNTaOScGNAqyWvacF&#10;5tpd+YMu+1iKBOGQowITY5tLGQpDFsPQtcTJ+3LeYkzSl1J7vCa4beQ4y6bSYsVpwWBLG0NFvT9b&#10;BX79+Vrf+Xyqs/v7Ley+u585GqUG/W79AiJSF//Df+03rWAynU3g8SY9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nux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/VAMYA&#10;AADdAAAADwAAAGRycy9kb3ducmV2LnhtbESP3WrCQBSE7wt9h+UUelN0o9Co0VWkUChUCv48wDF7&#10;TIK7Z0P2VGOfvlsoeDnMzDfMYtV7py7UxSawgdEwA0VcBttwZeCwfx9MQUVBtugCk4EbRVgtHx8W&#10;WNhw5S1ddlKpBOFYoIFapC20jmVNHuMwtMTJO4XOoyTZVdp2eE1w7/Q4y3LtseG0UGNLbzWV5923&#10;N+DGRzf7nMSN3A56k/142b58WWOen/r1HJRQL/fwf/vDGnjNJz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/VA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9/38YA&#10;AADdAAAADwAAAGRycy9kb3ducmV2LnhtbESPQWsCMRSE74X+h/CE3mpWoVpWo1hF2EsPrhavz81z&#10;s5i8LJuo2/76Rij0OMzMN8x82TsrbtSFxrOC0TADQVx53XCt4LDfvr6DCBFZo/VMCr4pwHLx/DTH&#10;XPs77+hWxlokCIccFZgY21zKUBlyGIa+JU7e2XcOY5JdLXWH9wR3Vo6zbCIdNpwWDLa0NlRdyqtT&#10;sClbOz4U5iMcvz5PJ1v8bOm4Uepl0K9mICL18T/81y60grfJdAq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09/3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ekHMAA&#10;AADdAAAADwAAAGRycy9kb3ducmV2LnhtbERPy4rCMBTdC/5DuAOz02SEqdIxioiC4MrXYnaX5NpW&#10;m5vSZGzn781CcHk47/myd7V4UBsqzxq+xgoEsfG24kLD+bQdzUCEiGyx9kwa/inAcjEczDG3vuMD&#10;PY6xECmEQ44ayhibXMpgSnIYxr4hTtzVtw5jgm0hbYtdCne1nCiVSYcVp4YSG1qXZO7HP6fhtpV7&#10;bxSay/nS7ez0d5NRrbT+/OhXPyAi9fEtfrl3VsN3Nk1z05v0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EekH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KjqccA&#10;AADdAAAADwAAAGRycy9kb3ducmV2LnhtbESPT2sCMRTE70K/Q3gFb5qtorVbs2IFQSoeqqX0+Lp5&#10;+4fdvCxJ1O23bwqCx2FmfsMsV71pxYWcry0reBonIIhzq2suFXyetqMFCB+QNbaWScEveVhlD4Ml&#10;ptpe+YMux1CKCGGfooIqhC6V0ucVGfRj2xFHr7DOYIjSlVI7vEa4aeUkSebSYM1xocKONhXlzfFs&#10;FHyf91wcpu9r9xa+bH/yzeRn0Sg1fOzXryAC9eEevrV3WsFs/vwC/2/i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So6n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AwcUA&#10;AADdAAAADwAAAGRycy9kb3ducmV2LnhtbERPz2vCMBS+C/sfwht4s+lEpeuayhQEL4OpO8zbs3lr&#10;i81Ll0Tt9tcvh4HHj+93sRxMJ67kfGtZwVOSgiCurG65VvBx2EwyED4ga+wsk4If8rAsH0YF5tre&#10;eEfXfahFDGGfo4ImhD6X0lcNGfSJ7Ykj92WdwRChq6V2eIvhppPTNF1Igy3HhgZ7WjdUnfcXo2D1&#10;nK2+32f89rs7Hen4eTrPpy5Vavw4vL6ACDSEu/jfvdUK5oss7o9v4hOQ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Z8DBxQAAAN0AAAAPAAAAAAAAAAAAAAAAAJgCAABkcnMv&#10;ZG93bnJldi54bWxQSwUGAAAAAAQABAD1AAAAigMAAAAA&#10;" fillcolor="black" stroked="f"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fW8UA&#10;AADdAAAADwAAAGRycy9kb3ducmV2LnhtbESPzWrDMBCE74W8g9hAb42clobgRgkmUFp6cv7odWNt&#10;LBNrZSRVcd++KhR6HGbmG2a1GW0vEvnQOVYwnxUgiBunO24VHA+vD0sQISJr7B2Tgm8KsFlP7lZY&#10;anfjHaV9bEWGcChRgYlxKKUMjSGLYeYG4uxdnLcYs/St1B5vGW57+VgUC2mx47xgcKCtoea6/7IK&#10;0nlbV0/pM5ndh69a7+q307lW6n46Vi8gIo3xP/zXftcKnhfLO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V59b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Lh3sYA&#10;AADdAAAADwAAAGRycy9kb3ducmV2LnhtbESPQWvCQBSE7wX/w/IEb3Wj0GCjq4i0RXupjYIeH9ln&#10;Nph9G7JrTPvru4VCj8PMfMMsVr2tRUetrxwrmIwTEMSF0xWXCo6H18cZCB+QNdaOScEXeVgtBw8L&#10;zLS78yd1eShFhLDPUIEJocmk9IUhi37sGuLoXVxrMUTZllK3eI9wW8tpkqTSYsVxwWBDG0PFNb9Z&#10;BX6yeTm92+/n7vxm+CPfmXRfGqVGw349BxGoD//hv/ZWK3hKZ1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Lh3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13DEF" w:rsidRDefault="00513DEF" w:rsidP="00513D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13DEF" w:rsidRDefault="00513DEF" w:rsidP="00513DE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513DEF" w:rsidRDefault="00513DEF" w:rsidP="00513D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3DEF" w:rsidRDefault="00513DEF" w:rsidP="00513D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3DEF" w:rsidRDefault="00513DEF" w:rsidP="00513D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13DEF" w:rsidRDefault="00513DEF" w:rsidP="00513DE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13DEF" w:rsidRDefault="00513DEF" w:rsidP="00513D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13DEF" w:rsidRDefault="00513DEF" w:rsidP="00513D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13DEF" w:rsidRDefault="00513DEF" w:rsidP="00513D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3DEF" w:rsidRDefault="00513DEF" w:rsidP="00513D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13DEF" w:rsidRDefault="00513DEF" w:rsidP="00513D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13DEF" w:rsidRDefault="00513DEF" w:rsidP="00513D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13DEF" w:rsidRDefault="00513DEF" w:rsidP="00513DE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13DEF" w:rsidRDefault="00513DEF" w:rsidP="00513DE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№58</w:t>
      </w:r>
    </w:p>
    <w:p w:rsidR="00513DEF" w:rsidRDefault="00513DEF" w:rsidP="00513DEF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513DEF" w:rsidRPr="00382D64" w:rsidRDefault="00513DEF" w:rsidP="00513DE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82D64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513DEF" w:rsidRPr="00382D64" w:rsidRDefault="00513DEF" w:rsidP="00513D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382D64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</w:p>
    <w:p w:rsidR="00513DEF" w:rsidRPr="00382D64" w:rsidRDefault="00513DEF" w:rsidP="00513D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з</w:t>
      </w:r>
      <w:r w:rsidRPr="00382D64">
        <w:rPr>
          <w:rFonts w:ascii="Times New Roman" w:eastAsia="Calibri" w:hAnsi="Times New Roman" w:cs="Times New Roman"/>
          <w:b/>
          <w:sz w:val="24"/>
        </w:rPr>
        <w:t>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82D64">
        <w:rPr>
          <w:rFonts w:ascii="Times New Roman" w:eastAsia="Calibri" w:hAnsi="Times New Roman" w:cs="Times New Roman"/>
          <w:b/>
          <w:sz w:val="24"/>
        </w:rPr>
        <w:t xml:space="preserve">КП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сільської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 xml:space="preserve"> ради</w:t>
      </w:r>
    </w:p>
    <w:p w:rsidR="00513DEF" w:rsidRPr="00382D64" w:rsidRDefault="00513DEF" w:rsidP="00513D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382D64">
        <w:rPr>
          <w:rFonts w:ascii="Times New Roman" w:eastAsia="Calibri" w:hAnsi="Times New Roman" w:cs="Times New Roman"/>
          <w:b/>
          <w:sz w:val="24"/>
        </w:rPr>
        <w:t>«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Спеціалізоване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proofErr w:type="gramStart"/>
      <w:r w:rsidRPr="00382D64">
        <w:rPr>
          <w:rFonts w:ascii="Times New Roman" w:eastAsia="Calibri" w:hAnsi="Times New Roman" w:cs="Times New Roman"/>
          <w:b/>
          <w:sz w:val="24"/>
        </w:rPr>
        <w:t>п</w:t>
      </w:r>
      <w:proofErr w:type="gramEnd"/>
      <w:r w:rsidRPr="00382D64">
        <w:rPr>
          <w:rFonts w:ascii="Times New Roman" w:eastAsia="Calibri" w:hAnsi="Times New Roman" w:cs="Times New Roman"/>
          <w:b/>
          <w:sz w:val="24"/>
        </w:rPr>
        <w:t>ідприємство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>»</w:t>
      </w:r>
    </w:p>
    <w:p w:rsidR="00513DEF" w:rsidRPr="00382D64" w:rsidRDefault="00513DEF" w:rsidP="00513D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13DEF" w:rsidRPr="00382D64" w:rsidRDefault="00513DEF" w:rsidP="00513D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самоврядув</w:t>
      </w:r>
      <w:r>
        <w:rPr>
          <w:rFonts w:ascii="Times New Roman" w:eastAsia="Calibri" w:hAnsi="Times New Roman" w:cs="Times New Roman"/>
          <w:sz w:val="24"/>
        </w:rPr>
        <w:t>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 116, 122,186</w:t>
      </w:r>
      <w:r w:rsidRPr="00382D64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клопотання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  КП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ради «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Спеціалізоване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382D64">
        <w:rPr>
          <w:rFonts w:ascii="Times New Roman" w:eastAsia="Calibri" w:hAnsi="Times New Roman" w:cs="Times New Roman"/>
          <w:sz w:val="24"/>
        </w:rPr>
        <w:t>п</w:t>
      </w:r>
      <w:proofErr w:type="gramEnd"/>
      <w:r w:rsidRPr="00382D64">
        <w:rPr>
          <w:rFonts w:ascii="Times New Roman" w:eastAsia="Calibri" w:hAnsi="Times New Roman" w:cs="Times New Roman"/>
          <w:sz w:val="24"/>
        </w:rPr>
        <w:t>ідприємство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рада </w:t>
      </w:r>
    </w:p>
    <w:p w:rsidR="00513DEF" w:rsidRPr="00021BD2" w:rsidRDefault="00513DEF" w:rsidP="00513D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>ВИРІШИЛА:</w:t>
      </w:r>
    </w:p>
    <w:p w:rsidR="00513DEF" w:rsidRPr="00382D64" w:rsidRDefault="00513DEF" w:rsidP="00513D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КП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ради «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Спеціалізоване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382D64">
        <w:rPr>
          <w:rFonts w:ascii="Times New Roman" w:eastAsia="Calibri" w:hAnsi="Times New Roman" w:cs="Times New Roman"/>
          <w:sz w:val="24"/>
        </w:rPr>
        <w:t>п</w:t>
      </w:r>
      <w:proofErr w:type="gramEnd"/>
      <w:r w:rsidRPr="00382D64">
        <w:rPr>
          <w:rFonts w:ascii="Times New Roman" w:eastAsia="Calibri" w:hAnsi="Times New Roman" w:cs="Times New Roman"/>
          <w:sz w:val="24"/>
        </w:rPr>
        <w:t>ідприємство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» КОД ЄДРПОУ 43688959,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, для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комунальну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20,0</w:t>
      </w:r>
      <w:r w:rsidRPr="00382D64">
        <w:rPr>
          <w:rFonts w:ascii="Times New Roman" w:eastAsia="Calibri" w:hAnsi="Times New Roman" w:cs="Times New Roman"/>
          <w:sz w:val="24"/>
        </w:rPr>
        <w:t xml:space="preserve"> га, для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лісового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і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пов’язаних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з ним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послуг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сільсь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ради за межами </w:t>
      </w:r>
      <w:proofErr w:type="gramStart"/>
      <w:r>
        <w:rPr>
          <w:rFonts w:ascii="Times New Roman" w:eastAsia="Calibri" w:hAnsi="Times New Roman" w:cs="Times New Roman"/>
          <w:sz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>.</w:t>
      </w:r>
    </w:p>
    <w:p w:rsidR="00513DEF" w:rsidRPr="00382D64" w:rsidRDefault="00513DEF" w:rsidP="00513D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 xml:space="preserve">       2.КП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ради «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Спеціалізоване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382D64">
        <w:rPr>
          <w:rFonts w:ascii="Times New Roman" w:eastAsia="Calibri" w:hAnsi="Times New Roman" w:cs="Times New Roman"/>
          <w:sz w:val="24"/>
        </w:rPr>
        <w:t>п</w:t>
      </w:r>
      <w:proofErr w:type="gramEnd"/>
      <w:r w:rsidRPr="00382D64">
        <w:rPr>
          <w:rFonts w:ascii="Times New Roman" w:eastAsia="Calibri" w:hAnsi="Times New Roman" w:cs="Times New Roman"/>
          <w:sz w:val="24"/>
        </w:rPr>
        <w:t>ідприємство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» 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ради.</w:t>
      </w:r>
    </w:p>
    <w:p w:rsidR="00513DEF" w:rsidRPr="00382D64" w:rsidRDefault="00513DEF" w:rsidP="00513D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      3. Даний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82D6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382D64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382D6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13DEF" w:rsidRPr="00382D64" w:rsidRDefault="00513DEF" w:rsidP="00513DE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82D64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382D64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</w:t>
      </w:r>
      <w:r w:rsidRPr="00382D64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513DEF" w:rsidRPr="00382D64" w:rsidRDefault="00513DEF" w:rsidP="00513D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13DEF" w:rsidRPr="00382D64" w:rsidRDefault="00513DEF" w:rsidP="00513D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13DEF" w:rsidRPr="00382D64" w:rsidRDefault="00513DEF" w:rsidP="00513D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D79CE" w:rsidRPr="00513DEF" w:rsidRDefault="00513DEF" w:rsidP="00513DE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</w:t>
      </w:r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382D64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5D79CE" w:rsidRPr="00513DE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3DEF"/>
    <w:rsid w:val="00513DEF"/>
    <w:rsid w:val="005D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DEF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13DE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13DE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13DEF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DEF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13DE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13DE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13DEF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274</Words>
  <Characters>1565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2021-09-13T10:27:00Z</dcterms:created>
  <dcterms:modified xsi:type="dcterms:W3CDTF">2021-09-13T10:27:00Z</dcterms:modified>
</cp:coreProperties>
</file>