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AC" w:rsidRPr="00F2698F" w:rsidRDefault="001831AC" w:rsidP="001831A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D57FEE" wp14:editId="5B998E1F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412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41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AD57FEE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" fillcolor="black" stroked="f"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" fillcolor="black" stroked="f"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1AC" w:rsidRPr="00F2698F" w:rsidRDefault="001831AC" w:rsidP="001831A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831AC" w:rsidRPr="00F2698F" w:rsidRDefault="001831AC" w:rsidP="001831A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1831AC" w:rsidRPr="00F2698F" w:rsidRDefault="001831AC" w:rsidP="001831AC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1831AC" w:rsidRPr="00F2698F" w:rsidRDefault="001831AC" w:rsidP="001831A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1831AC" w:rsidRPr="00F2698F" w:rsidRDefault="001831AC" w:rsidP="001831A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EE3219" wp14:editId="4904C61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155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15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1AC" w:rsidRDefault="001831AC" w:rsidP="001831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CEE3219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A2y&#10;o2K7eAAAd1kEAA4AAAAAAAAAAAAAAAAALgIAAGRycy9lMm9Eb2MueG1sUEsBAi0AFAAGAAgAAAAh&#10;AN/OkDDiAAAADQEAAA8AAAAAAAAAAAAAAAAAFXsAAGRycy9kb3ducmV2LnhtbFBLBQYAAAAABAAE&#10;APMAAAAkfA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" fillcolor="black" stroked="f"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" fillcolor="black" stroked="f"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31AC" w:rsidRDefault="001831AC" w:rsidP="001831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831AC" w:rsidRPr="00F2698F" w:rsidRDefault="001831AC" w:rsidP="001831A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1831AC" w:rsidRPr="00F2698F" w:rsidRDefault="001831AC" w:rsidP="001831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831AC" w:rsidRPr="00F2698F" w:rsidRDefault="001831AC" w:rsidP="001831AC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Михальчуку В.І.</w:t>
      </w:r>
    </w:p>
    <w:p w:rsidR="001831AC" w:rsidRPr="00F2698F" w:rsidRDefault="001831AC" w:rsidP="001831A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Михальчука В.І.,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Михальчуку  Валерію Івановичу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40398">
        <w:rPr>
          <w:rFonts w:ascii="Times New Roman" w:eastAsia="Calibri" w:hAnsi="Times New Roman" w:cs="Times New Roman"/>
          <w:sz w:val="24"/>
          <w:lang w:eastAsia="en-US"/>
        </w:rPr>
        <w:t>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C030F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вул.Одеська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52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Михальчуку В.І.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831AC" w:rsidRPr="00F2698F" w:rsidRDefault="001831AC" w:rsidP="001831A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31AC" w:rsidRPr="00F2698F" w:rsidRDefault="001831AC" w:rsidP="001831A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1AC" w:rsidRPr="00F2698F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31AC" w:rsidRPr="00F2698F" w:rsidRDefault="001831AC" w:rsidP="001831A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831AC" w:rsidRDefault="001831AC" w:rsidP="001831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963187" w:rsidRDefault="00963187"/>
    <w:sectPr w:rsidR="009631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AC"/>
    <w:rsid w:val="001831AC"/>
    <w:rsid w:val="00963187"/>
    <w:rsid w:val="00B4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A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A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265</Words>
  <Characters>1514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2021-06-22T06:56:00Z</dcterms:created>
  <dcterms:modified xsi:type="dcterms:W3CDTF">2021-06-22T12:47:00Z</dcterms:modified>
</cp:coreProperties>
</file>