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81" w:rsidRDefault="00AF6E81" w:rsidP="00AF6E8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E81" w:rsidRDefault="00AF6E81" w:rsidP="00AF6E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6E81" w:rsidRDefault="00AF6E81" w:rsidP="00AF6E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E81" w:rsidRDefault="00AF6E81" w:rsidP="00AF6E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6E81" w:rsidRDefault="00AF6E81" w:rsidP="00AF6E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E81" w:rsidRDefault="00AF6E81" w:rsidP="00AF6E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6E81" w:rsidRDefault="00AF6E81" w:rsidP="00AF6E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E81" w:rsidRDefault="00AF6E81" w:rsidP="00AF6E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6E81" w:rsidRDefault="00AF6E81" w:rsidP="00AF6E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E81" w:rsidRDefault="00AF6E81" w:rsidP="00AF6E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6E81" w:rsidRDefault="00AF6E81" w:rsidP="00AF6E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E81" w:rsidRDefault="00AF6E81" w:rsidP="00AF6E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6E81" w:rsidRDefault="00AF6E81" w:rsidP="00AF6E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E81" w:rsidRDefault="00AF6E81" w:rsidP="00AF6E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6E81" w:rsidRDefault="00AF6E81" w:rsidP="00AF6E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E81" w:rsidRDefault="00AF6E81" w:rsidP="00AF6E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6E81" w:rsidRDefault="00AF6E81" w:rsidP="00AF6E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E81" w:rsidRDefault="00AF6E81" w:rsidP="00AF6E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6E81" w:rsidRDefault="00AF6E81" w:rsidP="00AF6E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E81" w:rsidRDefault="00AF6E81" w:rsidP="00AF6E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6E81" w:rsidRDefault="00AF6E81" w:rsidP="00AF6E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E81" w:rsidRDefault="00AF6E81" w:rsidP="00AF6E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E81" w:rsidRDefault="00AF6E81" w:rsidP="00AF6E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E81" w:rsidRDefault="00AF6E81" w:rsidP="00AF6E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E81" w:rsidRDefault="00AF6E81" w:rsidP="00AF6E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E81" w:rsidRDefault="00AF6E81" w:rsidP="00AF6E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E81" w:rsidRDefault="00AF6E81" w:rsidP="00AF6E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E81" w:rsidRDefault="00AF6E81" w:rsidP="00AF6E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E81" w:rsidRDefault="00AF6E81" w:rsidP="00AF6E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E81" w:rsidRDefault="00AF6E81" w:rsidP="00AF6E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E81" w:rsidRDefault="00AF6E81" w:rsidP="00AF6E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F6E81" w:rsidRDefault="00AF6E81" w:rsidP="00AF6E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F6E81" w:rsidRDefault="00AF6E81" w:rsidP="00AF6E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F6E81" w:rsidRDefault="00AF6E81" w:rsidP="00AF6E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F6E81" w:rsidRDefault="00AF6E81" w:rsidP="00AF6E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F6E81" w:rsidRDefault="00AF6E81" w:rsidP="00AF6E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F6E81" w:rsidRDefault="00AF6E81" w:rsidP="00AF6E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F6E81" w:rsidRDefault="00AF6E81" w:rsidP="00AF6E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F6E81" w:rsidRDefault="00AF6E81" w:rsidP="00AF6E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F6E81" w:rsidRDefault="00AF6E81" w:rsidP="00AF6E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F6E81" w:rsidRDefault="00AF6E81" w:rsidP="00AF6E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F6E81" w:rsidRDefault="00AF6E81" w:rsidP="00AF6E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F6E81" w:rsidRDefault="00AF6E81" w:rsidP="00AF6E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F6E81" w:rsidRDefault="00AF6E81" w:rsidP="00AF6E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F6E81" w:rsidRDefault="00AF6E81" w:rsidP="00AF6E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F6E81" w:rsidRDefault="00AF6E81" w:rsidP="00AF6E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F6E81" w:rsidRDefault="00AF6E81" w:rsidP="00AF6E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F6E81" w:rsidRDefault="00AF6E81" w:rsidP="00AF6E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F6E81" w:rsidRDefault="00AF6E81" w:rsidP="00AF6E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F6E81" w:rsidRDefault="00AF6E81" w:rsidP="00AF6E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F6E81" w:rsidRDefault="00AF6E81" w:rsidP="00AF6E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AF6E81" w:rsidRDefault="00AF6E81" w:rsidP="00AF6E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F6E81" w:rsidRDefault="00AF6E81" w:rsidP="00AF6E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F6E81" w:rsidRDefault="00AF6E81" w:rsidP="00AF6E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F6E81" w:rsidRDefault="00AF6E81" w:rsidP="00AF6E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F6E81" w:rsidRDefault="00AF6E81" w:rsidP="00AF6E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F6E81" w:rsidRDefault="00AF6E81" w:rsidP="00AF6E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F6E81" w:rsidRDefault="00AF6E81" w:rsidP="00AF6E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AF6E81" w:rsidRDefault="00AF6E81" w:rsidP="00AF6E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F6E81" w:rsidRDefault="00AF6E81" w:rsidP="00AF6E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F6E81" w:rsidRDefault="00AF6E81" w:rsidP="00AF6E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F6E81" w:rsidRDefault="00AF6E81" w:rsidP="00AF6E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6E81" w:rsidRDefault="00AF6E81" w:rsidP="00AF6E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6E81" w:rsidRDefault="00AF6E81" w:rsidP="00AF6E8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6E81" w:rsidRDefault="00AF6E81" w:rsidP="00AF6E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F6E81" w:rsidRDefault="00AF6E81" w:rsidP="00AF6E8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F6E81" w:rsidRDefault="00AF6E81" w:rsidP="00AF6E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F6E81" w:rsidRDefault="00AF6E81" w:rsidP="00AF6E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F6E81" w:rsidRDefault="00AF6E81" w:rsidP="00AF6E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6E81" w:rsidRDefault="00AF6E81" w:rsidP="00AF6E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F6E81" w:rsidRDefault="00AF6E81" w:rsidP="00AF6E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6E81" w:rsidRDefault="00AF6E81" w:rsidP="00AF6E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F6E81" w:rsidRDefault="00AF6E81" w:rsidP="00AF6E8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F6E81" w:rsidRDefault="00AF6E81" w:rsidP="00AF6E8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№52</w:t>
      </w:r>
    </w:p>
    <w:p w:rsidR="00AF6E81" w:rsidRDefault="00AF6E81" w:rsidP="00AF6E8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F6E81" w:rsidRPr="00C92EA5" w:rsidRDefault="00AF6E81" w:rsidP="00AF6E8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AF6E81" w:rsidRPr="00C92EA5" w:rsidRDefault="00AF6E81" w:rsidP="00AF6E8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проє</w:t>
      </w:r>
      <w:r w:rsidRPr="00C92EA5">
        <w:rPr>
          <w:rFonts w:ascii="Times New Roman" w:eastAsia="Calibri" w:hAnsi="Times New Roman" w:cs="Times New Roman"/>
          <w:b/>
          <w:sz w:val="24"/>
        </w:rPr>
        <w:t>кту</w:t>
      </w:r>
      <w:proofErr w:type="spellEnd"/>
      <w:r w:rsidRPr="00C92EA5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AF6E81" w:rsidRPr="00C92EA5" w:rsidRDefault="00AF6E81" w:rsidP="00AF6E8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AF6E81" w:rsidRPr="00C92EA5" w:rsidRDefault="00AF6E81" w:rsidP="00AF6E8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Нікітчук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Н.В.</w:t>
      </w:r>
    </w:p>
    <w:p w:rsidR="00AF6E81" w:rsidRPr="00DD712B" w:rsidRDefault="00AF6E81" w:rsidP="00AF6E8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F6E81" w:rsidRPr="003B2059" w:rsidRDefault="00AF6E81" w:rsidP="00AF6E8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</w:t>
      </w:r>
      <w:r w:rsidRPr="003B2059">
        <w:rPr>
          <w:rFonts w:ascii="Times New Roman" w:eastAsia="Calibri" w:hAnsi="Times New Roman" w:cs="Times New Roman"/>
          <w:sz w:val="24"/>
        </w:rPr>
        <w:t xml:space="preserve">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розглянувши   заяву    </w:t>
      </w:r>
      <w:proofErr w:type="spellStart"/>
      <w:r>
        <w:rPr>
          <w:rFonts w:ascii="Times New Roman" w:eastAsia="Calibri" w:hAnsi="Times New Roman" w:cs="Times New Roman"/>
          <w:sz w:val="24"/>
        </w:rPr>
        <w:t>Нікітчук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Н.В.</w:t>
      </w:r>
      <w:r w:rsidRPr="003B2059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AF6E81" w:rsidRPr="00C21DA8" w:rsidRDefault="00AF6E81" w:rsidP="00AF6E8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>ВИРІШИЛА:</w:t>
      </w:r>
    </w:p>
    <w:p w:rsidR="00AF6E81" w:rsidRDefault="00AF6E81" w:rsidP="00AF6E8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1.</w:t>
      </w:r>
      <w:r w:rsidRPr="00DD712B">
        <w:rPr>
          <w:rFonts w:ascii="Times New Roman" w:eastAsia="Calibri" w:hAnsi="Times New Roman" w:cs="Times New Roman"/>
          <w:sz w:val="24"/>
        </w:rPr>
        <w:t xml:space="preserve">Надати </w:t>
      </w:r>
      <w:proofErr w:type="spellStart"/>
      <w:r w:rsidRPr="00DD712B">
        <w:rPr>
          <w:rFonts w:ascii="Times New Roman" w:eastAsia="Calibri" w:hAnsi="Times New Roman" w:cs="Times New Roman"/>
          <w:sz w:val="24"/>
        </w:rPr>
        <w:t>Нікітчук</w:t>
      </w:r>
      <w:proofErr w:type="spellEnd"/>
      <w:r w:rsidRPr="00DD712B">
        <w:rPr>
          <w:rFonts w:ascii="Times New Roman" w:eastAsia="Calibri" w:hAnsi="Times New Roman" w:cs="Times New Roman"/>
          <w:sz w:val="24"/>
        </w:rPr>
        <w:t xml:space="preserve"> Наталії Василівни,  яка  зареєстрована  за адресою: </w:t>
      </w:r>
      <w:r w:rsidR="003A20C5" w:rsidRPr="003A20C5">
        <w:rPr>
          <w:rFonts w:ascii="Times New Roman" w:eastAsia="Calibri" w:hAnsi="Times New Roman" w:cs="Times New Roman"/>
          <w:sz w:val="24"/>
        </w:rPr>
        <w:t>_________________</w:t>
      </w:r>
      <w:bookmarkStart w:id="0" w:name="_GoBack"/>
      <w:bookmarkEnd w:id="0"/>
      <w:r w:rsidRPr="00DD712B">
        <w:rPr>
          <w:rFonts w:ascii="Times New Roman" w:eastAsia="Calibri" w:hAnsi="Times New Roman" w:cs="Times New Roman"/>
          <w:sz w:val="24"/>
        </w:rPr>
        <w:t xml:space="preserve">, дозвіл  на розробку </w:t>
      </w:r>
      <w:proofErr w:type="spellStart"/>
      <w:r w:rsidRPr="00DD712B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DD712B">
        <w:rPr>
          <w:rFonts w:ascii="Times New Roman" w:eastAsia="Calibri" w:hAnsi="Times New Roman" w:cs="Times New Roman"/>
          <w:sz w:val="24"/>
        </w:rPr>
        <w:t xml:space="preserve">  із землеустрою щодо відведення земельної ділянки для передачі її у власність, орієнтовною  площею 0,6500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712B">
        <w:rPr>
          <w:rFonts w:ascii="Times New Roman" w:eastAsia="Calibri" w:hAnsi="Times New Roman" w:cs="Times New Roman"/>
          <w:sz w:val="24"/>
        </w:rPr>
        <w:t xml:space="preserve">га,  для ведення особистого селянського господарства, яка розташована на території  </w:t>
      </w:r>
      <w:proofErr w:type="spellStart"/>
      <w:r w:rsidRPr="00DD712B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DD712B">
        <w:rPr>
          <w:rFonts w:ascii="Times New Roman" w:eastAsia="Calibri" w:hAnsi="Times New Roman" w:cs="Times New Roman"/>
          <w:sz w:val="24"/>
        </w:rPr>
        <w:t xml:space="preserve"> сільської ради в селі </w:t>
      </w:r>
      <w:proofErr w:type="spellStart"/>
      <w:r w:rsidRPr="00DD712B">
        <w:rPr>
          <w:rFonts w:ascii="Times New Roman" w:eastAsia="Calibri" w:hAnsi="Times New Roman" w:cs="Times New Roman"/>
          <w:sz w:val="24"/>
        </w:rPr>
        <w:t>Колом’є</w:t>
      </w:r>
      <w:proofErr w:type="spellEnd"/>
      <w:r w:rsidRPr="00DD712B">
        <w:rPr>
          <w:rFonts w:ascii="Times New Roman" w:eastAsia="Calibri" w:hAnsi="Times New Roman" w:cs="Times New Roman"/>
          <w:sz w:val="24"/>
        </w:rPr>
        <w:t xml:space="preserve">. </w:t>
      </w:r>
    </w:p>
    <w:p w:rsidR="00AF6E81" w:rsidRPr="00CD2572" w:rsidRDefault="00AF6E81" w:rsidP="00AF6E8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      </w:t>
      </w:r>
      <w:r w:rsidRPr="00C92EA5">
        <w:rPr>
          <w:rFonts w:ascii="Times New Roman" w:eastAsia="Calibri" w:hAnsi="Times New Roman" w:cs="Times New Roman"/>
          <w:sz w:val="24"/>
        </w:rPr>
        <w:t>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Нікітчук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Н.В.</w:t>
      </w:r>
      <w:r w:rsidRPr="00C92EA5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розробити </w:t>
      </w:r>
      <w:proofErr w:type="spellStart"/>
      <w:r>
        <w:rPr>
          <w:rFonts w:ascii="Times New Roman" w:eastAsia="Calibri" w:hAnsi="Times New Roman" w:cs="Times New Roman"/>
          <w:sz w:val="24"/>
        </w:rPr>
        <w:t>проє</w:t>
      </w:r>
      <w:r w:rsidRPr="00C92EA5">
        <w:rPr>
          <w:rFonts w:ascii="Times New Roman" w:eastAsia="Calibri" w:hAnsi="Times New Roman" w:cs="Times New Roman"/>
          <w:sz w:val="24"/>
        </w:rPr>
        <w:t>кт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AF6E81" w:rsidRPr="00DD712B" w:rsidRDefault="00AF6E81" w:rsidP="00AF6E8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3.</w:t>
      </w:r>
      <w:r w:rsidRPr="00DD712B">
        <w:rPr>
          <w:rFonts w:ascii="Times New Roman" w:eastAsia="Calibri" w:hAnsi="Times New Roman" w:cs="Times New Roman"/>
          <w:color w:val="000000"/>
          <w:sz w:val="24"/>
          <w:szCs w:val="24"/>
        </w:rPr>
        <w:t>Даний дозвіл дійсний на протязі року з дня прийняття даного рішення.</w:t>
      </w:r>
    </w:p>
    <w:p w:rsidR="00AF6E81" w:rsidRPr="00C92EA5" w:rsidRDefault="00AF6E81" w:rsidP="00AF6E8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4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F6E81" w:rsidRPr="00C92EA5" w:rsidRDefault="00AF6E81" w:rsidP="00AF6E8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F6E81" w:rsidRDefault="00AF6E81" w:rsidP="00AF6E8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F6E81" w:rsidRDefault="00AF6E81" w:rsidP="00AF6E8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F6E81" w:rsidRPr="00C92EA5" w:rsidRDefault="00AF6E81" w:rsidP="00AF6E8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F6E81" w:rsidRPr="00C92EA5" w:rsidRDefault="00AF6E81" w:rsidP="00AF6E8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F6E81" w:rsidRDefault="00AF6E81" w:rsidP="00AF6E8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D83076" w:rsidRDefault="00D83076"/>
    <w:sectPr w:rsidR="00D8307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E81"/>
    <w:rsid w:val="00171A2E"/>
    <w:rsid w:val="00304C90"/>
    <w:rsid w:val="003A20C5"/>
    <w:rsid w:val="00505B6D"/>
    <w:rsid w:val="006D3977"/>
    <w:rsid w:val="007D6C18"/>
    <w:rsid w:val="00AF6E81"/>
    <w:rsid w:val="00D1641A"/>
    <w:rsid w:val="00D8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AF6E8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AF6E8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AF6E81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AF6E8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AF6E8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AF6E81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1026</Words>
  <Characters>585</Characters>
  <Application>Microsoft Office Word</Application>
  <DocSecurity>0</DocSecurity>
  <Lines>4</Lines>
  <Paragraphs>3</Paragraphs>
  <ScaleCrop>false</ScaleCrop>
  <Company>Microsoft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2021-03-31T05:43:00Z</dcterms:created>
  <dcterms:modified xsi:type="dcterms:W3CDTF">2021-03-31T06:17:00Z</dcterms:modified>
</cp:coreProperties>
</file>