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41C" w:rsidRDefault="00E2341C" w:rsidP="00E2341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341C" w:rsidRDefault="00E2341C" w:rsidP="00E234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341C" w:rsidRDefault="00E2341C" w:rsidP="00E234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341C" w:rsidRDefault="00E2341C" w:rsidP="00E23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341C" w:rsidRDefault="00E2341C" w:rsidP="00E23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341C" w:rsidRDefault="00E2341C" w:rsidP="00E234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341C" w:rsidRDefault="00E2341C" w:rsidP="00E23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2341C" w:rsidRDefault="00E2341C" w:rsidP="00E2341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2341C" w:rsidRDefault="00E2341C" w:rsidP="00E23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2341C" w:rsidRDefault="00E2341C" w:rsidP="00E23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2341C" w:rsidRDefault="00E2341C" w:rsidP="00E23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341C" w:rsidRDefault="00E2341C" w:rsidP="00E23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2341C" w:rsidRDefault="00E2341C" w:rsidP="00E23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341C" w:rsidRDefault="00E2341C" w:rsidP="00E234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2341C" w:rsidRDefault="00E2341C" w:rsidP="00E234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341C" w:rsidRDefault="00E2341C" w:rsidP="00E234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№14</w:t>
      </w:r>
    </w:p>
    <w:p w:rsidR="00E2341C" w:rsidRDefault="00E2341C" w:rsidP="00E2341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2341C" w:rsidRDefault="00E2341C" w:rsidP="00E2341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2341C" w:rsidRDefault="00E2341C" w:rsidP="00E2341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2341C" w:rsidRDefault="00E2341C" w:rsidP="00E234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Поночовному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П.В.</w:t>
      </w:r>
    </w:p>
    <w:p w:rsidR="00E2341C" w:rsidRDefault="00E2341C" w:rsidP="00E234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41C" w:rsidRDefault="00E2341C" w:rsidP="00E234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Поночовного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П.В.,  </w:t>
      </w:r>
      <w:r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2341C" w:rsidRDefault="00E2341C" w:rsidP="00E234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2341C" w:rsidRDefault="00E2341C" w:rsidP="00E234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Поночовному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Павлу Володимировичу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0,1487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Крупець.</w:t>
      </w:r>
    </w:p>
    <w:p w:rsidR="00E2341C" w:rsidRDefault="00E2341C" w:rsidP="00E234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Поночовному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Павлу Володимировичу,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адресою: </w:t>
      </w:r>
      <w:r w:rsidR="00791137" w:rsidRPr="00791137">
        <w:rPr>
          <w:rFonts w:ascii="Times New Roman" w:eastAsia="Calibri" w:hAnsi="Times New Roman" w:cs="Times New Roman"/>
          <w:sz w:val="24"/>
          <w:lang w:val="ru-RU"/>
        </w:rPr>
        <w:t>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91137" w:rsidRPr="0079113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0,1487 га, кадастровий номер: 6823984000:03:018:0335,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Крупець.</w:t>
      </w:r>
    </w:p>
    <w:p w:rsidR="00E2341C" w:rsidRDefault="00E2341C" w:rsidP="00E234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Поночовному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П.В.,</w:t>
      </w:r>
      <w:r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E2341C" w:rsidRDefault="00E2341C" w:rsidP="00E234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2341C" w:rsidRDefault="00E2341C" w:rsidP="00E234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341C" w:rsidRPr="00E2341C" w:rsidRDefault="00E2341C" w:rsidP="00E234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A14E0" w:rsidRPr="00E2341C" w:rsidRDefault="00E2341C" w:rsidP="00E2341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AA14E0" w:rsidRPr="00E2341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41C"/>
    <w:rsid w:val="00171A2E"/>
    <w:rsid w:val="00304C90"/>
    <w:rsid w:val="00505B6D"/>
    <w:rsid w:val="006D3977"/>
    <w:rsid w:val="00791137"/>
    <w:rsid w:val="007D6C18"/>
    <w:rsid w:val="00AA14E0"/>
    <w:rsid w:val="00D1641A"/>
    <w:rsid w:val="00E2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E2341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E2341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2341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E2341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E2341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2341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1178</Words>
  <Characters>672</Characters>
  <Application>Microsoft Office Word</Application>
  <DocSecurity>0</DocSecurity>
  <Lines>5</Lines>
  <Paragraphs>3</Paragraphs>
  <ScaleCrop>false</ScaleCrop>
  <Company>Microsoft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2021-03-30T12:47:00Z</dcterms:created>
  <dcterms:modified xsi:type="dcterms:W3CDTF">2021-03-31T05:57:00Z</dcterms:modified>
</cp:coreProperties>
</file>