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763" w:rsidRDefault="008B7763" w:rsidP="008B77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7763" w:rsidRDefault="00025973" w:rsidP="008B7763">
      <w:pPr>
        <w:jc w:val="both"/>
        <w:rPr>
          <w:rFonts w:ascii="Times New Roman" w:hAnsi="Times New Roman" w:cs="Times New Roman"/>
        </w:rPr>
      </w:pPr>
      <w:r w:rsidRPr="0002597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B7763" w:rsidRDefault="008B7763" w:rsidP="008B776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B7763" w:rsidRDefault="008B7763" w:rsidP="008B776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B7763" w:rsidRDefault="008B7763" w:rsidP="008B77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7763" w:rsidRDefault="008B7763" w:rsidP="008B776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7763" w:rsidRPr="001D7383" w:rsidRDefault="008B7763" w:rsidP="008B776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№29</w:t>
      </w:r>
    </w:p>
    <w:p w:rsidR="008B7763" w:rsidRPr="00C623C0" w:rsidRDefault="008B7763" w:rsidP="008B776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8B7763" w:rsidRPr="001D738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7763" w:rsidRPr="001D738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B7763" w:rsidRPr="001D738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B7763" w:rsidRPr="001D738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D7383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8B7763" w:rsidRPr="001D738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6C410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0,10 га,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№35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1D7383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B7763" w:rsidRPr="008B776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B7763" w:rsidRPr="001D7383" w:rsidRDefault="008B7763" w:rsidP="008B776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02461" w:rsidRPr="008B7763" w:rsidRDefault="008B7763" w:rsidP="008B776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D738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E02461" w:rsidRPr="008B7763" w:rsidSect="00E024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B7763"/>
    <w:rsid w:val="00025973"/>
    <w:rsid w:val="00171A2E"/>
    <w:rsid w:val="00304C90"/>
    <w:rsid w:val="00505B6D"/>
    <w:rsid w:val="006C4103"/>
    <w:rsid w:val="006D3977"/>
    <w:rsid w:val="007D6C18"/>
    <w:rsid w:val="008B7763"/>
    <w:rsid w:val="00C474A3"/>
    <w:rsid w:val="00D1641A"/>
    <w:rsid w:val="00E02461"/>
    <w:rsid w:val="00F42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76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2019-12-17T13:46:00Z</dcterms:created>
  <dcterms:modified xsi:type="dcterms:W3CDTF">2019-12-17T14:42:00Z</dcterms:modified>
</cp:coreProperties>
</file>