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5E4" w:rsidRPr="00D815F3" w:rsidRDefault="003565E4" w:rsidP="003565E4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3565E4" w:rsidRPr="001869AA" w:rsidRDefault="003565E4" w:rsidP="003565E4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1008" name="Группа 110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107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7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7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7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7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7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7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7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7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8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8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8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8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8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8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8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8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8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8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9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9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9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9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9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9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9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9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9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9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0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009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hBS78A&#10;AADeAAAADwAAAGRycy9kb3ducmV2LnhtbERPSwrCMBDdC94hjOBO0yqoVKOIqLgQxN9+aMa22ExK&#10;E7Xe3giCu3m878wWjSnFk2pXWFYQ9yMQxKnVBWcKLudNbwLCeWSNpWVS8CYHi3m7NcNE2xcf6Xny&#10;mQgh7BJUkHtfJVK6NCeDrm8r4sDdbG3QB1hnUtf4CuGmlIMoGkmDBYeGHCta5ZTeTw+jwA63u/01&#10;GxyHax57Xh4mt2uzV6rbaZZTEJ4a/xf/3Dsd5sfROIbvO+EGOf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fiEFLvwAAAN4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5tn8YA&#10;AADeAAAADwAAAGRycy9kb3ducmV2LnhtbERPTWsCMRC9C/0PYQpeRLN60HZrlCKsWg+CVuh12Ew3&#10;224mSxJ19dc3hUJv83ifM192thEX8qF2rGA8ykAQl07XXCk4vRfDJxAhImtsHJOCGwVYLh56c8y1&#10;u/KBLsdYiRTCIUcFJsY2lzKUhiyGkWuJE/fpvMWYoK+k9nhN4baRkyybSos1pwaDLa0Mld/Hs1Xw&#10;VezNx2p2X/vB84Hug2K3ad6mSvUfu9cXEJG6+C/+c291mj/OZhP4fSfdIB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Z5tn8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FsBcUA&#10;AADeAAAADwAAAGRycy9kb3ducmV2LnhtbESP0YrCMBBF34X9hzDCvsiauoIu3UaRRUV8EXU/YGim&#10;TbGZlCba+vdGEHyb4d6550627G0tbtT6yrGCyTgBQZw7XXGp4P+8+foB4QOyxtoxKbiTh+XiY5Bh&#10;ql3HR7qdQiliCPsUFZgQmlRKnxuy6MeuIY5a4VqLIa5tKXWLXQy3tfxOkpm0WHEkGGzoz1B+OV1t&#10;hBymeNgX3Xmz7bHD9d7waHVU6nPYr35BBOrD2/y63ulYf5LMp/B8J84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wWwF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zhS8UA&#10;AADeAAAADwAAAGRycy9kb3ducmV2LnhtbERPTUsDMRC9C/6HMII3m22praxNS2kVRPDQVii9DZvp&#10;7uJmEpKxu/57Iwi9zeN9zmI1uE5dKKbWs4HxqABFXHnbcm3g8/D68AQqCbLFzjMZ+KEEq+XtzQJL&#10;63ve0WUvtcohnEo00IiEUutUNeQwjXwgztzZR4eSYay1jdjncNfpSVHMtMOWc0ODgTYNVV/7b2fg&#10;o38J7/PZ4zmc4nSi09bKcSPG3N8N62dQQoNcxf/uN5vnj4v5FP7eyTfo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rOFL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RR6sUA&#10;AADeAAAADwAAAGRycy9kb3ducmV2LnhtbESP3YrCMBCF7xd8hzCCN4umKqtSjSKisngj/jzA0IxN&#10;sZmUJtr69kZY2LsZzpnznVmsWluKJ9W+cKxgOEhAEGdOF5wruF52/RkIH5A1lo5JwYs8rJadrwWm&#10;2jV8ouc55CKGsE9RgQmhSqX0mSGLfuAq4qjdXG0xxLXOpa6xieG2lKMkmUiLBUeCwYo2hrL7+WEj&#10;5DjG4+HWXHb7FhvcHgx/r09K9brteg4iUBv+zX/XvzrWHybTH/i8E2eQy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ZFHq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Lap8QA&#10;AADeAAAADwAAAGRycy9kb3ducmV2LnhtbERPTUsDMRC9C/6HMEJvNttSt2VtWqS2IIIHq1C8DZvp&#10;7uJmEpKxu/57Iwje5vE+Z70dXa8uFFPn2cBsWoAirr3tuDHw/na4XYFKgmyx90wGvinBdnN9tcbK&#10;+oFf6XKURuUQThUaaEVCpXWqW3KYpj4QZ+7so0PJMDbaRhxyuOv1vChK7bDj3NBioF1L9efxyxl4&#10;GfbheVnencNHXMx1erRy2okxk5vx4R6U0Cj/4j/3k83zZ8WyhN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y2qf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ti1cUA&#10;AADeAAAADwAAAGRycy9kb3ducmV2LnhtbERP22oCMRB9L/QfwhR8KTVrixdWo9RCqKAgWsHXYTPu&#10;Lt1MliS6279vhELf5nCus1j1thE38qF2rGA0zEAQF87UXCo4femXGYgQkQ02jknBDwVYLR8fFpgb&#10;1/GBbsdYihTCIUcFVYxtLmUoKrIYhq4lTtzFeYsxQV9K47FL4baRr1k2kRZrTg0VtvRRUfF9vFoF&#10;631XvvnnYt277eXzPNba6J1WavDUv89BROrjv/jPvTFp/iibTuH+TrpB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e2LV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S8WMYA&#10;AADeAAAADwAAAGRycy9kb3ducmV2LnhtbESPQW/CMAyF75P2HyJP2m2koLGhQkBoUyU07TLGD7Aa&#10;0xQap0pCKf9+PiDtZus9v/d5tRl9pwaKqQ1sYDopQBHXwbbcGDj8Vi8LUCkjW+wCk4EbJdisHx9W&#10;WNpw5R8a9rlREsKpRAMu577UOtWOPKZJ6IlFO4boMcsaG20jXiXcd3pWFG/aY8vS4LCnD0f1eX/x&#10;Bqqv2fdwvthYhe346mnuTotPZ8zz07hdgso05n/z/XpnBX9avAuvvCMz6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tS8WM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hTPMUA&#10;AADeAAAADwAAAGRycy9kb3ducmV2LnhtbERP32vCMBB+H/g/hBN8GZq6MTerUeYgbKAg04GvR3O2&#10;xeZSkmi7/34ZDPZ2H9/PW65724gb+VA7VjCdZCCIC2dqLhV8HfX4BUSIyAYbx6TgmwKsV4O7JebG&#10;dfxJt0MsRQrhkKOCKsY2lzIUFVkME9cSJ+7svMWYoC+l8dilcNvIhyybSYs1p4YKW3qrqLgcrlbB&#10;Zt+Vj/6+2PRue34/PWlt9E4rNRr2rwsQkfr4L/5zf5g0f5o9z+H3nXSD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qFM8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fAecUA&#10;AADeAAAADwAAAGRycy9kb3ducmV2LnhtbESPQWvDMAyF74P9B6NBb6vTso2Q1i1lIzDGLmv7A0Ss&#10;xmljOdhumv776TDYTUJP771vvZ18r0aKqQtsYDEvQBE3wXbcGjge6ucSVMrIFvvAZOBOCbabx4c1&#10;Vjbc+IfGfW6VmHCq0IDLeai0To0jj2keBmK5nUL0mGWNrbYRb2Lue70sijftsWNJcDjQu6Pmsr96&#10;A/XX8nu8XG2sw2568fTqzuWHM2b2NO1WoDJN+V/89/1ppf6iKAVAcGQGv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d8B5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X7CsIA&#10;AADeAAAADwAAAGRycy9kb3ducmV2LnhtbERPzWrCQBC+F3yHZQRvdTe1EYmuoRQizbFpH2DIjkkw&#10;OxuzWxPf3i0UepuP73cO+Wx7caPRd441JGsFgrh2puNGw/dX8bwD4QOywd4xabiTh/y4eDpgZtzE&#10;n3SrQiNiCPsMNbQhDJmUvm7Jol+7gThyZzdaDBGOjTQjTjHc9vJFqa202HFsaHGg95bqS/VjNbze&#10;p9O1Si+qMJaScjOUHOpU69VyftuDCDSHf/Gf+8PE+YnaJfD7TrxBH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9fsK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Vz0sMA&#10;AADeAAAADwAAAGRycy9kb3ducmV2LnhtbERPS2vCQBC+C/0PyxS86SY5BJu6ijRYpKcabc9DdkxC&#10;s7Mhu+bx77sFobf5+J6z3U+mFQP1rrGsIF5HIIhLqxuuFFwvx9UGhPPIGlvLpGAmB/vd02KLmbYj&#10;n2kofCVCCLsMFdTed5mUrqzJoFvbjjhwN9sb9AH2ldQ9jiHctDKJolQabDg01NjRW03lT3E3Cu7p&#10;d3Ll24f+LPL5/SU/Hpz8qpRaPk+HVxCeJv8vfrhPOsyPo00Cf++EG+Tu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iVz0s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ZmVMYA&#10;AADeAAAADwAAAGRycy9kb3ducmV2LnhtbERPTWvCQBC9F/wPywjemo1aQoyuooLQ9lCptYfexuyY&#10;RLOzMbvV9N+7hUJv83ifM1t0phZXal1lWcEwikEQ51ZXXCjYf2weUxDOI2usLZOCH3KwmPceZphp&#10;e+N3uu58IUIIuwwVlN43mZQuL8mgi2xDHLijbQ36ANtC6hZvIdzUchTHiTRYcWgosaF1Sfl5920U&#10;fG7TZLJdvTydXt8OODb68qWrRKlBv1tOQXjq/L/4z/2sw/xhnI7h951wg5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gZmV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ZptMQA&#10;AADeAAAADwAAAGRycy9kb3ducmV2LnhtbERPTWvCQBC9F/wPywi91Y0aJKSuohZT6SlqodchO02C&#10;2dmQ3WrSX98VCt7m8T5nue5NI67UudqygukkAkFcWF1zqeDzvH9JQDiPrLGxTAoGcrBejZ6WmGp7&#10;4yNdT74UIYRdigoq79tUSldUZNBNbEscuG/bGfQBdqXUHd5CuGnkLIoW0mDNoaHClnYVFZfTj1Hw&#10;u/jC3L3Ptm9z7WmIk8x+5JlSz+N+8wrCU+8f4n/3QYf50yiJ4f5OuEG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0WabT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OlgcEA&#10;AADeAAAADwAAAGRycy9kb3ducmV2LnhtbERPzYrCMBC+L/gOYQRva6qoaDWKLAre1O4+wNCMabGZ&#10;1Car1ac3guBtPr7fWaxaW4krNb50rGDQT0AQ506XbBT8/W6/pyB8QNZYOSYFd/KwWna+Fphqd+Mj&#10;XbNgRAxhn6KCIoQ6ldLnBVn0fVcTR+7kGoshwsZI3eAthttKDpNkIi2WHBsKrOmnoPyc/VsFFzcc&#10;6zbb4P68mR1KY0aXx3GkVK/brucgArXhI367dzrOHyTTMbzeiTf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jpYHBAAAA3g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1dHcMA&#10;AADeAAAADwAAAGRycy9kb3ducmV2LnhtbERPyW7CMBC9I/EP1iBxKw5FhDTFIIpUiSvLocepPSSB&#10;eBxiAylfX1eqxG2e3jrzZWdrcaPWV44VjEcJCGLtTMWFgsP+8yUD4QOywdoxKfghD8tFvzfH3Lg7&#10;b+m2C4WIIexzVFCG0ORSel2SRT9yDXHkjq61GCJsC2lavMdwW8vXJEmlxYpjQ4kNrUvS593VKthU&#10;3zRN9fHNZh96+/W4hMnsZJQaDrrVO4hAXXiK/90bE+ePkyyFv3fiDXL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g1dH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ABUcUA&#10;AADeAAAADwAAAGRycy9kb3ducmV2LnhtbERP0WoCMRB8L/QfwhZ8q4k+VD2NUgWhohW0xb4ul+3l&#10;6GVzXOJ5/r0RCr7N7uzM7MwWnatES00oPWsY9BUI4tybkgsN31/r1zGIEJENVp5Jw5UCLObPTzPM&#10;jL/wgdpjLEQy4ZChBhtjnUkZcksOQ9/XxIn79Y3DmMamkKbBSzJ3lRwq9SYdlpwSLNa0spT/Hc9O&#10;Q4v7q/qxy8/Jptzlw/3ytDVpr3sv3fsURKQuPo7/1R8mvT9Q4xHc6yQMc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YAFR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JKucQA&#10;AADeAAAADwAAAGRycy9kb3ducmV2LnhtbESPQU/DMAyF70j8h8hI3Fi6HtBUlk0IaYgjFA4cTeM1&#10;HY1dJWEt/Hp8QOJm6z2/93m7X+JozpTyIOxgvarAEHfiB+4dvL0ebjZgckH2OAqTg2/KsN9dXmyx&#10;8TLzC53b0hsN4dygg1DK1Fibu0AR80omYtWOkiIWXVNvfcJZw+No66q6tREH1oaAEz0E6j7br+hg&#10;fuw+TvXx3YefNMmhfZZTPYpz11fL/R2YQkv5N/9dP3nFX1cb5dV3dAa7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ySrn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b/NcUA&#10;AADeAAAADwAAAGRycy9kb3ducmV2LnhtbERPS2sCMRC+C/6HMEJvmtVDu65GsVqhFKX4uo+bcXdt&#10;Mlk2qW7/fVMQepuP7znTeWuNuFHjK8cKhoMEBHHudMWFguNh3U9B+ICs0TgmBT/kYT7rdqaYaXfn&#10;Hd32oRAxhH2GCsoQ6kxKn5dk0Q9cTRy5i2sshgibQuoG7zHcGjlKkmdpseLYUGJNy5Lyr/23VbD+&#10;XJnraLtbnGRYvr2cTfrxutoo9dRrFxMQgdrwL36433WcP0zSMfy9E2+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Rv81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Md4cgA&#10;AADeAAAADwAAAGRycy9kb3ducmV2LnhtbESPQWvCQBCF70L/wzIFL1I3tlRsdJVSKCpUsCr0OmbH&#10;JJidDdk1pv/eOQjeZpg3771vtuhcpVpqQunZwGiYgCLOvC05N3DYf79MQIWIbLHyTAb+KcBi/tSb&#10;YWr9lX+p3cVciQmHFA0UMdap1iEryGEY+ppYbiffOIyyNrm2DV7F3FX6NUnG2mHJklBgTV8FZefd&#10;xRlotz/HfNWGen2eDML723G53Ng/Y/rP3ecUVKQuPsT375WV+qPkQwAER2bQ8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KUx3h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PGZ8UA&#10;AADeAAAADwAAAGRycy9kb3ducmV2LnhtbERPTWsCMRC9F/ofwhS81WTFFl2NUgWhl4LaHupt3Iy7&#10;i5vJNkl19dc3gtDbPN7nTOedbcSJfKgda8j6CgRx4UzNpYavz9XzCESIyAYbx6ThQgHms8eHKebG&#10;nXlDp20sRQrhkKOGKsY2lzIUFVkMfdcSJ+7gvMWYoC+l8XhO4baRA6VepcWaU0OFLS0rKo7bX6th&#10;MR4tftZD/rhu9jvafe+PLwOvtO49dW8TEJG6+C++u99Nmp+pcQa3d9INcv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c8ZnxQAAAN4AAAAPAAAAAAAAAAAAAAAAAJgCAABkcnMv&#10;ZG93bnJldi54bWxQSwUGAAAAAAQABAD1AAAAigMAAAAA&#10;" fillcolor="black" stroked="f"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JWEMYA&#10;AADeAAAADwAAAGRycy9kb3ducmV2LnhtbERPTWvCQBC9F/oflin0VjcGFI2uUlsFQT0Ye+hxzE6T&#10;JdnZkN1q2l/fFQre5vE+Z77sbSMu1HnjWMFwkIAgLpw2XCr4OG1eJiB8QNbYOCYFP+RhuXh8mGOm&#10;3ZWPdMlDKWII+wwVVCG0mZS+qMiiH7iWOHJfrrMYIuxKqTu8xnDbyDRJxtKi4dhQYUtvFRV1/m0V&#10;fO7GZnI0lJ73v6u13o/q1eG9Vur5qX+dgQjUh7v4373Vcf4wmaZweyfe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WJWE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yeucQA&#10;AADeAAAADwAAAGRycy9kb3ducmV2LnhtbERPTWsCMRC9F/ofwhR600QLRVejSKW0lx5qK16HzbhZ&#10;dzPZJlFXf31TEHqbx/uc+bJ3rThRiLVnDaOhAkFcelNzpeH763UwARETssHWM2m4UITl4v5ujoXx&#10;Z/6k0yZVIodwLFCDTakrpIylJYdx6DvizO19cJgyDJU0Ac853LVyrNSzdFhzbrDY0YulstkcnYaw&#10;2q2bKx+3jbp+XOLbof+ZoNX68aFfzUAk6tO/+OZ+N3n+SE2f4O+dfIN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8nrn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SwhsQA&#10;AADeAAAADwAAAGRycy9kb3ducmV2LnhtbERPbUsCQRD+HvQflgn6ErmriOXlKhEIQSJ4+QOm2+nu&#10;aHf2uB317Ne7QeC3eXheZ7EagldH6lMb2cJ4ZEARV9G1XFvYf64fn0ElQXboI5OFMyVYLW9vFli4&#10;eOIdHUupVQ7hVKCFRqQrtE5VQwHTKHbEmfuOfUDJsK+16/GUw4PXE2NmOmDLuaHBjt4aqn7KQ7Dg&#10;J19+/vGUNnLe6435DbJ72Dpr7++G1xdQQoNcxf/ud5fnj818Cn/v5Bv08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ksIb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hUR8QA&#10;AADeAAAADwAAAGRycy9kb3ducmV2LnhtbERPTWsCMRC9F/wPYQRvNaugtKtRtCLsxYNbxeu4mW6W&#10;JpNlk+q2v94UCr3N433Oct07K27Uhcazgsk4A0Fced1wreD0vn9+AREiskbrmRR8U4D1avC0xFz7&#10;Ox/pVsZapBAOOSowMba5lKEy5DCMfUucuA/fOYwJdrXUHd5TuLNymmVz6bDh1GCwpTdD1Wf55RTs&#10;ytZOT4XZhsv5cL3a4mdPl51So2G/WYCI1Md/8Z+70Gn+JHudwe876Qa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4VEf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94BsMA&#10;AADeAAAADwAAAGRycy9kb3ducmV2LnhtbERPO2vDMBDeC/kP4gLZGskd3NSNYkJoIJApr6HbIV1t&#10;t9bJWErs/PuoUOh2H9/zluXoWnGjPjSeNWRzBYLYeNtwpeF82j4vQISIbLH1TBruFKBcTZ6WWFg/&#10;8IFux1iJFMKhQA11jF0hZTA1OQxz3xEn7sv3DmOCfSVtj0MKd618USqXDhtODTV2tKnJ/ByvTsP3&#10;Vu69UWgu58uws6+fHzm1SuvZdFy/g4g0xn/xn3tn0/xMveXw+066Qa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a94Bs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su+sQA&#10;AADeAAAADwAAAGRycy9kb3ducmV2LnhtbERPS2sCMRC+C/0PYQreNKtCtduNYgsFUTxUS+lxupl9&#10;sJvJkkTd/nsjCN7m43tOtupNK87kfG1ZwWScgCDOra65VPB9/BwtQPiArLG1TAr+ycNq+TTIMNX2&#10;wl90PoRSxBD2KSqoQuhSKX1ekUE/th1x5ArrDIYIXSm1w0sMN62cJsmLNFhzbKiwo4+K8uZwMgp+&#10;Tzsu9rPt2r2HH9sffTP9WzRKDZ/79RuIQH14iO/ujY7zJ8nrHG7vxBvk8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8LLvr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lv+sgA&#10;AADeAAAADwAAAGRycy9kb3ducmV2LnhtbESPQU8CMRCF7yb+h2ZMvEkLUQMLhQAJiRcTQQ9yG7bD&#10;7obtdGkrrP5652DibSbvzXvfzBa9b9WFYmoCWxgODCjiMriGKwsf75uHMaiUkR22gcnCNyVYzG9v&#10;Zli4cOUtXXa5UhLCqUALdc5doXUqa/KYBqEjFu0Yoscsa6y0i3iVcN/qkTHP2mPD0lBjR+uaytPu&#10;y1tYTcar89sjv/5sD3vafx5OT6NorL2/65dTUJn6/G/+u35xgj80E+GVd2QGPf8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xSW/6yAAAAN4AAAAPAAAAAAAAAAAAAAAAAJgCAABk&#10;cnMvZG93bnJldi54bWxQSwUGAAAAAAQABAD1AAAAjQMAAAAA&#10;" fillcolor="black" stroked="f"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PBy8QA&#10;AADeAAAADwAAAGRycy9kb3ducmV2LnhtbERPTWsCMRC9C/0PYQreNGuFUrdGWYTS4mm1Lb2Om+lm&#10;6WayJGlc/30jCL3N433OejvaXiTyoXOsYDEvQBA3TnfcKvh4f5k9gQgRWWPvmBRcKMB2czdZY6nd&#10;mQ+UjrEVOYRDiQpMjEMpZWgMWQxzNxBn7tt5izFD30rt8ZzDbS8fiuJRWuw4NxgcaGeo+Tn+WgXp&#10;tKurZfpK5rD3Vetd/fp5qpWa3o/VM4hIY/wX39xvOs9fFKsVXN/JN8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2zwcv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62RccA&#10;AADeAAAADwAAAGRycy9kb3ducmV2LnhtbESPQU/DMAyF70j8h8hI3FhaDhN0y6ZpAgRcBmXSdrQa&#10;r6lonKoJXdmvnw+TdrPl5/feN1+OvlUD9bEJbCCfZKCIq2Abrg1sf14fnkDFhGyxDUwG/inCcnF7&#10;M8fChiN/01CmWokJxwINuJS6QutYOfIYJ6Ejltsh9B6TrH2tbY9HMfetfsyyqfbYsCQ47GjtqPot&#10;/7yBmK9fdp/+9Dzs3xxvyg83/aqdMfd342oGKtGYruLL97uV+nmeCYDgyAx6cQ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7OtkX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565E4" w:rsidRPr="00D815F3" w:rsidRDefault="003565E4" w:rsidP="003565E4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</w:p>
    <w:p w:rsidR="003565E4" w:rsidRPr="001869AA" w:rsidRDefault="003565E4" w:rsidP="003565E4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3565E4" w:rsidRPr="001869AA" w:rsidRDefault="003565E4" w:rsidP="003565E4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3565E4" w:rsidRPr="001869AA" w:rsidRDefault="003565E4" w:rsidP="003565E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3565E4" w:rsidRPr="00D815F3" w:rsidRDefault="003565E4" w:rsidP="003565E4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 w:eastAsia="uk-UA"/>
        </w:rPr>
      </w:pPr>
    </w:p>
    <w:p w:rsidR="003565E4" w:rsidRPr="001869AA" w:rsidRDefault="003565E4" w:rsidP="003565E4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3565E4" w:rsidRPr="001869AA" w:rsidRDefault="003565E4" w:rsidP="003565E4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3565E4" w:rsidRPr="001869AA" w:rsidRDefault="003565E4" w:rsidP="003565E4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3565E4" w:rsidRPr="001869AA" w:rsidRDefault="003565E4" w:rsidP="003565E4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3565E4" w:rsidRPr="001869AA" w:rsidRDefault="003565E4" w:rsidP="003565E4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110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E4" w:rsidRDefault="003565E4" w:rsidP="003565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040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565E4" w:rsidRDefault="003565E4" w:rsidP="003565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3565E4" w:rsidRDefault="003565E4" w:rsidP="003565E4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3565E4" w:rsidRPr="001869AA" w:rsidRDefault="003565E4" w:rsidP="003565E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565E4" w:rsidRDefault="003565E4" w:rsidP="003565E4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>сесії</w:t>
      </w:r>
      <w:proofErr w:type="gramEnd"/>
      <w:r w:rsidRPr="001869AA">
        <w:rPr>
          <w:rFonts w:ascii="Times New Roman" w:hAnsi="Times New Roman"/>
        </w:rPr>
        <w:t xml:space="preserve">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3565E4" w:rsidRPr="001869AA" w:rsidRDefault="003565E4" w:rsidP="003565E4">
      <w:pPr>
        <w:spacing w:after="0" w:line="240" w:lineRule="auto"/>
        <w:jc w:val="center"/>
        <w:rPr>
          <w:rFonts w:ascii="Times New Roman" w:hAnsi="Times New Roman"/>
        </w:rPr>
      </w:pPr>
    </w:p>
    <w:p w:rsidR="003565E4" w:rsidRPr="00312454" w:rsidRDefault="003565E4" w:rsidP="003565E4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>.2020р.                         Крупець                                        №_____</w:t>
      </w:r>
    </w:p>
    <w:p w:rsidR="003565E4" w:rsidRDefault="003565E4" w:rsidP="003565E4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3565E4" w:rsidRDefault="003565E4" w:rsidP="003565E4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3565E4" w:rsidRPr="00E12288" w:rsidRDefault="003565E4" w:rsidP="003565E4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Про затвердження технічної документації</w:t>
      </w:r>
    </w:p>
    <w:p w:rsidR="003565E4" w:rsidRPr="00E12288" w:rsidRDefault="003565E4" w:rsidP="003565E4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3565E4" w:rsidRPr="00E12288" w:rsidRDefault="003565E4" w:rsidP="003565E4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(відновлення)  меж земельної ділянки</w:t>
      </w:r>
    </w:p>
    <w:p w:rsidR="003565E4" w:rsidRPr="00E12288" w:rsidRDefault="003565E4" w:rsidP="003565E4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в натурі (на місцевості) </w:t>
      </w:r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Жук Л.М.</w:t>
      </w:r>
    </w:p>
    <w:p w:rsidR="003565E4" w:rsidRPr="00E12288" w:rsidRDefault="003565E4" w:rsidP="003565E4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3565E4" w:rsidRPr="00E12288" w:rsidRDefault="003565E4" w:rsidP="003565E4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3565E4" w:rsidRPr="00E12288" w:rsidRDefault="003565E4" w:rsidP="003565E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розглянувши заяву 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Жук Л.М.,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сільська  рада </w:t>
      </w:r>
    </w:p>
    <w:p w:rsidR="003565E4" w:rsidRPr="00E12288" w:rsidRDefault="003565E4" w:rsidP="003565E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ВИРІШИЛА:</w:t>
      </w:r>
    </w:p>
    <w:p w:rsidR="003565E4" w:rsidRPr="00E12288" w:rsidRDefault="003565E4" w:rsidP="003565E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3565E4" w:rsidRPr="00E12288" w:rsidRDefault="003565E4" w:rsidP="003565E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1. Затвердити</w:t>
      </w:r>
      <w:r w:rsidRPr="006F5706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Жук Любові Михайлівні, </w:t>
      </w:r>
      <w:r>
        <w:rPr>
          <w:rFonts w:ascii="Times New Roman" w:hAnsi="Times New Roman"/>
          <w:sz w:val="24"/>
        </w:rPr>
        <w:t xml:space="preserve"> яка </w:t>
      </w:r>
      <w:r w:rsidRPr="00E12288">
        <w:rPr>
          <w:rFonts w:ascii="Times New Roman" w:hAnsi="Times New Roman"/>
          <w:sz w:val="24"/>
        </w:rPr>
        <w:t xml:space="preserve"> зареєстрован</w:t>
      </w:r>
      <w:r>
        <w:rPr>
          <w:rFonts w:ascii="Times New Roman" w:hAnsi="Times New Roman"/>
          <w:sz w:val="24"/>
        </w:rPr>
        <w:t>а</w:t>
      </w:r>
      <w:r w:rsidRPr="00E12288">
        <w:rPr>
          <w:rFonts w:ascii="Times New Roman" w:hAnsi="Times New Roman"/>
          <w:sz w:val="24"/>
        </w:rPr>
        <w:t xml:space="preserve"> за адрес</w:t>
      </w:r>
      <w:r>
        <w:rPr>
          <w:rFonts w:ascii="Times New Roman" w:hAnsi="Times New Roman"/>
          <w:sz w:val="24"/>
        </w:rPr>
        <w:t xml:space="preserve">ою: </w:t>
      </w:r>
      <w:r w:rsidR="00AB5AE2">
        <w:rPr>
          <w:rFonts w:ascii="Times New Roman" w:hAnsi="Times New Roman"/>
          <w:sz w:val="24"/>
          <w:lang w:val="en-US"/>
        </w:rPr>
        <w:t>___________</w:t>
      </w:r>
      <w:r>
        <w:rPr>
          <w:rFonts w:ascii="Times New Roman" w:hAnsi="Times New Roman"/>
          <w:sz w:val="24"/>
        </w:rPr>
        <w:t xml:space="preserve">, </w:t>
      </w:r>
      <w:r w:rsidRPr="00E12288">
        <w:rPr>
          <w:rFonts w:ascii="Times New Roman" w:hAnsi="Times New Roman"/>
          <w:sz w:val="24"/>
        </w:rPr>
        <w:t xml:space="preserve">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AB5AE2">
        <w:rPr>
          <w:rFonts w:ascii="Times New Roman" w:eastAsia="Arial Unicode MS" w:hAnsi="Times New Roman"/>
          <w:color w:val="000000"/>
          <w:sz w:val="24"/>
          <w:szCs w:val="24"/>
          <w:lang w:val="en-US" w:eastAsia="uk-UA"/>
        </w:rPr>
        <w:t>________</w:t>
      </w:r>
      <w:bookmarkStart w:id="0" w:name="_GoBack"/>
      <w:bookmarkEnd w:id="0"/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атну власність, площею 0,2500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га,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кадастровий номер: 6823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982100:01:007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:0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011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для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будівництва і обслуговування житлового будинку, господарських будівель і споруд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яка розташована Хмельницька область,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с.Головлі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вулиця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Хотічинська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  7.</w:t>
      </w:r>
    </w:p>
    <w:p w:rsidR="003565E4" w:rsidRPr="00E12288" w:rsidRDefault="003565E4" w:rsidP="003565E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 xml:space="preserve">     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2.</w:t>
      </w:r>
      <w:r w:rsidRPr="006F5706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Жук Л.М.</w:t>
      </w: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,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посвідчити своє право  в  установленому  законом  порядку.</w:t>
      </w:r>
    </w:p>
    <w:p w:rsidR="003565E4" w:rsidRPr="00E12288" w:rsidRDefault="003565E4" w:rsidP="003565E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565E4" w:rsidRPr="00E12288" w:rsidRDefault="003565E4" w:rsidP="003565E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3565E4" w:rsidRPr="00E12288" w:rsidRDefault="003565E4" w:rsidP="003565E4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3565E4" w:rsidRPr="003565E4" w:rsidRDefault="003565E4" w:rsidP="003565E4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val="en-US" w:eastAsia="uk-UA"/>
        </w:rPr>
      </w:pPr>
    </w:p>
    <w:p w:rsidR="003565E4" w:rsidRDefault="003565E4" w:rsidP="003565E4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3F664F" w:rsidRPr="003565E4" w:rsidRDefault="003565E4" w:rsidP="003565E4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val="en-US"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sectPr w:rsidR="003F664F" w:rsidRPr="003565E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5E4"/>
    <w:rsid w:val="00171A2E"/>
    <w:rsid w:val="00304C90"/>
    <w:rsid w:val="003565E4"/>
    <w:rsid w:val="003F664F"/>
    <w:rsid w:val="00505B6D"/>
    <w:rsid w:val="006D3977"/>
    <w:rsid w:val="007D6C18"/>
    <w:rsid w:val="00AB5AE2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5E4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5E4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255</Words>
  <Characters>1456</Characters>
  <Application>Microsoft Office Word</Application>
  <DocSecurity>0</DocSecurity>
  <Lines>12</Lines>
  <Paragraphs>3</Paragraphs>
  <ScaleCrop>false</ScaleCrop>
  <Company>Microsoft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2020-11-17T16:03:00Z</dcterms:created>
  <dcterms:modified xsi:type="dcterms:W3CDTF">2020-11-18T07:04:00Z</dcterms:modified>
</cp:coreProperties>
</file>