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262C" w:rsidRPr="00B623A8" w:rsidRDefault="00F2262C" w:rsidP="00F2262C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EA2DE79" wp14:editId="793DB4F9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53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53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262C" w:rsidRDefault="00F2262C" w:rsidP="00F226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vRocMA&#10;AADeAAAADwAAAGRycy9kb3ducmV2LnhtbERPTWvCQBC9F/wPywje6sYEq01dRaSKB0ES633Ijklo&#10;djZktzH+e7dQ6G0e73NWm8E0oqfO1ZYVzKYRCOLC6ppLBV+X/esShPPIGhvLpOBBDjbr0csKU23v&#10;nFGf+1KEEHYpKqi8b1MpXVGRQTe1LXHgbrYz6APsSqk7vIdw08g4it6kwZpDQ4Ut7SoqvvMfo8Am&#10;h+PpWsZZ8skLz9vz8nYdTkpNxsP2A4Snwf+L/9xHHeYn8+Qdft8JN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vRo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O54soA&#10;AADeAAAADwAAAGRycy9kb3ducmV2LnhtbESPzUsDMRDF70L/hzAFL8Vm/ap2bVqksH4dhFah12Ez&#10;blY3kyWJ7dq/3jkI3maYN++932I1+E7tKaY2sIHzaQGKuA625cbA+1t1dgsqZWSLXWAy8EMJVsvR&#10;yQJLGw68of02N0pMOJVowOXcl1qn2pHHNA09sdw+QvSYZY2NthEPYu47fVEUM+2xZUlw2NPaUf21&#10;/fYGPqtXt1vfHB/iZL6h46R6eeyeZ8acjof7O1CZhvwv/vt+slL/8vpKAARHZtDLX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CzueLKAAAA3gAAAA8AAAAAAAAAAAAAAAAAmAIA&#10;AGRycy9kb3ducmV2LnhtbFBLBQYAAAAABAAEAPUAAACP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y4eMcA&#10;AADeAAAADwAAAGRycy9kb3ducmV2LnhtbESPwWrDMBBE74H+g9hCL6GRU6clOJFNKE0ovpgk/YDF&#10;2lim1spYauz+fRUo5LbLzM6b3RaT7cSVBt86VrBcJCCIa6dbbhR8nffPaxA+IGvsHJOCX/JQ5A+z&#10;LWbajXyk6yk0Ioawz1CBCaHPpPS1IYt+4XriqF3cYDHEdWikHnCM4baTL0nyJi22HAkGe3o3VH+f&#10;fmyEVClW5WU87w8TjvhRGp7vjko9PU67DYhAU7ib/68/dayfvq6WcHsnzi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suHj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ozNcUA&#10;AADeAAAADwAAAGRycy9kb3ducmV2LnhtbERPTUsDMRC9C/0PYQrebNa1rbI2LVIVROihrSDehs10&#10;d3EzCcnYXf+9EQRv83ifs9qMrldniqnzbOB6VoAirr3tuDHwdny+ugOVBNli75kMfFOCzXpyscLK&#10;+oH3dD5Io3IIpwoNtCKh0jrVLTlMMx+IM3fy0aFkGBttIw453PW6LIqldthxbmgx0Lal+vPw5Qzs&#10;hqfwertcnMJHnJc6PVp534oxl9Px4R6U0Cj/4j/3i83zbxbz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jM1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KDlMUA&#10;AADeAAAADwAAAGRycy9kb3ducmV2LnhtbESP3YrCMBCF7wXfIYywN7KmbnWRahSRVcQb8ecBhmZs&#10;is2kNFnbffuNIHg3wzlzvjOLVWcr8aDGl44VjEcJCOLc6ZILBdfL9nMGwgdkjZVjUvBHHlbLfm+B&#10;mXYtn+hxDoWIIewzVGBCqDMpfW7Ioh+5mjhqN9dYDHFtCqkbbGO4reRXknxLiyVHgsGaNoby+/nX&#10;RsgxxePh1l62uw5b/DkYHq5PSn0MuvUcRKAuvM2v672O9dPpJIXnO3EG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coOU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8O2sUA&#10;AADeAAAADwAAAGRycy9kb3ducmV2LnhtbERPTUsDMRC9C/0PYQrebNa6rbI2LVIVROihrSDehs10&#10;d3EzCcnYXf+9EQRv83ifs9qMrldniqnzbOB6VoAirr3tuDHwdny+ugOVBNli75kMfFOCzXpyscLK&#10;+oH3dD5Io3IIpwoNtCKh0jrVLTlMMx+IM3fy0aFkGBttIw453PV6XhRL7bDj3NBioG1L9efhyxnY&#10;DU/h9Xa5OIWPWM51erTyvhVjLqfjwz0ooVH+xX/uF5vn3yzK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Hw7a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a2qMUA&#10;AADeAAAADwAAAGRycy9kb3ducmV2LnhtbERP32vCMBB+H/g/hBvsRWbqXGV0RlEhONhg6AZ7PZqz&#10;LWsuJYm2/vdmIOztPr6ft1gNthVn8qFxrGA6yUAQl840XCn4/tKPLyBCRDbYOiYFFwqwWo7uFlgY&#10;1/OezodYiRTCoUAFdYxdIWUoa7IYJq4jTtzReYsxQV9J47FP4baVT1k2lxYbTg01drStqfw9nKyC&#10;zWdfzfy43Azu/bj7ybU2+kMr9XA/rF9BRBriv/jmfjNp/ix/zuHv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Vrao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RiIMIA&#10;AADeAAAADwAAAGRycy9kb3ducmV2LnhtbERPzYrCMBC+L/gOYRa8rem6KtI1irgURLys+gBDMzZd&#10;m0lJYq1vbwRhb/Px/c5i1dtGdORD7VjB5ygDQVw6XXOl4HQsPuYgQkTW2DgmBXcKsFoO3haYa3fj&#10;X+oOsRIphEOOCkyMbS5lKA1ZDCPXEifu7LzFmKCvpPZ4S+G2keMsm0mLNacGgy1tDJWXw9UqKHbj&#10;fXe5al+4dT+xNDV/8x+j1PC9X3+DiNTHf/HLvdVp/td0MoPnO+kG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tGIg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iNRMYA&#10;AADeAAAADwAAAGRycy9kb3ducmV2LnhtbERP22oCMRB9F/yHMEJfpGbrpZXVKFoIFiyU2kJfh824&#10;u3QzWZLU3f69KQh9m8O5znrb20ZcyIfasYKHSQaCuHCm5lLB54e+X4IIEdlg45gU/FKA7WY4WGNu&#10;XMfvdDnFUqQQDjkqqGJscylDUZHFMHEtceLOzluMCfpSGo9dCreNnGbZo7RYc2qosKXniorv049V&#10;sH/rypkfF/veHc+Hr4XWRr9qpe5G/W4FIlIf/8U394tJ82eL+RP8vZNu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iNR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dTycYA&#10;AADeAAAADwAAAGRycy9kb3ducmV2LnhtbESPQW/CMAyF75P2HyJP2m2kMECoIyAEqjRNuwz4AVbj&#10;NYXGqZJQun8/HybtZus9v/d5vR19pwaKqQ1sYDopQBHXwbbcGDifqpcVqJSRLXaBycAPJdhuHh/W&#10;WNpw5y8ajrlREsKpRAMu577UOtWOPKZJ6IlF+w7RY5Y1NtpGvEu47/SsKJbaY8vS4LCnvaP6erx5&#10;A9XH7HO43myswm6ce1q4y+rgjHl+GndvoDKN+d/8d/1uBf91MRd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GdTy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VousAA&#10;AADeAAAADwAAAGRycy9kb3ducmV2LnhtbERPy6rCMBDdC/5DGOHuNPVR0WoUEbzo8lY/YGjGtthM&#10;ahNt/XsjCHc3h/Oc9bYzlXhS40rLCsajCARxZnXJuYLL+TBcgHAeWWNlmRS8yMF20++tMdG25T96&#10;pj4XIYRdggoK7+tESpcVZNCNbE0cuKttDPoAm1zqBtsQbio5iaK5NFhyaCiwpn1B2S19GAWzV/t7&#10;T+NbdNCGxqdpfWKfxUr9DLrdCoSnzv+Lv+6jDvOn8WwJn3fCDXLz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eVou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RBVcYA&#10;AADeAAAADwAAAGRycy9kb3ducmV2LnhtbESPQWvCQBCF7wX/wzJCb82milKjq4hiKT1pqp6H7JiE&#10;ZmdDdtX47zuHgrcZ5s1771useteoG3Wh9mzgPUlBERfe1lwaOP7s3j5AhYhssfFMBh4UYLUcvCww&#10;s/7OB7rlsVRiwiFDA1WMbaZ1KCpyGBLfEsvt4juHUdau1LbDu5i7Ro/SdKod1iwJFba0qaj4za/O&#10;wHV6Hh358m33+fbxOdvu1kGfSmNeh/16DipSH5/i/+8vK/XHk4kACI7M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RBVc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dU08YA&#10;AADeAAAADwAAAGRycy9kb3ducmV2LnhtbERPS2vCQBC+C/0PyxS86cZXsKmr2IKgHgxVe+htmp0m&#10;abOzMbtq/PduodDbfHzPmS1aU4kLNa60rGDQj0AQZ1aXnCs4Hla9KQjnkTVWlknBjRws5g+dGSba&#10;XvmNLnufixDCLkEFhfd1IqXLCjLo+rYmDtyXbQz6AJtc6gavIdxUchhFsTRYcmgosKbXgrKf/dko&#10;eE+n8VP6shl/b3efODL69KHLWKnuY7t8BuGp9f/iP/dah/mjyWQAv++EG+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dU0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xdMMMA&#10;AADeAAAADwAAAGRycy9kb3ducmV2LnhtbERPS4vCMBC+C/6HMII3Ta0PpBplV9EVT667sNehGdti&#10;MylN1Lq/3giCt/n4njNfNqYUV6pdYVnBoB+BIE6tLjhT8Puz6U1BOI+ssbRMCu7kYLlot+aYaHvj&#10;b7oefSZCCLsEFeTeV4mULs3JoOvbijhwJ1sb9AHWmdQ13kK4KWUcRRNpsODQkGNFq5zS8/FiFPxP&#10;/vDgvuLP9VB7uo+mW7s/bJXqdpqPGQhPjX+LX+6dDvOH43EMz3fCD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xdM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mRBcMA&#10;AADeAAAADwAAAGRycy9kb3ducmV2LnhtbERP24rCMBB9X/Afwgi+ramXLrvVKCIKvu1a/YChGdNi&#10;M6lN1OrXm4WFfZvDuc582dla3Kj1lWMFo2ECgrhwumKj4HjYvn+C8AFZY+2YFDzIw3LRe5tjpt2d&#10;93TLgxExhH2GCsoQmkxKX5Rk0Q9dQxy5k2sthghbI3WL9xhuazlOkg9pseLYUGJD65KKc361Ci5u&#10;nOou3+D3efP1UxkzvTz3U6UG/W41AxGoC//iP/dOx/mTNJ3A7zvxBr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mRB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xvmsQA&#10;AADeAAAADwAAAGRycy9kb3ducmV2LnhtbERPyW7CMBC9V+IfrEHqrTgsoTSNQS0SEleghx6n9mSB&#10;eJzGBtJ+fV0Jids8vXXyVW8bcaHO144VjEcJCGLtTM2lgo/D5mkBwgdkg41jUvBDHlbLwUOOmXFX&#10;3tFlH0oRQ9hnqKAKoc2k9Loii37kWuLIFa6zGCLsSmk6vMZw28hJksylxZpjQ4UtrSvSp/3ZKtjW&#10;X5TOdfFiF+969/n7HabPR6PU47B/ewURqA938c29NXH+NE1n8P9Ov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sb5r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Ez1sYA&#10;AADeAAAADwAAAGRycy9kb3ducmV2LnhtbERP0WrCQBB8L/gPxwq+1YtKio2eUguC0irUFn1dcmsu&#10;mNsLuTPGv+8VCr7N7uzM7MyXna1ES40vHSsYDRMQxLnTJRcKfr7Xz1MQPiBrrByTgjt5WC56T3PM&#10;tLvxF7WHUIhowj5DBSaEOpPS54Ys+qGriSN3do3FEMemkLrBWzS3lRwnyYu0WHJMMFjTu6H8crha&#10;BS3u78nJrHav2/IzH+9Xxw8d92rQ795mIAJ14XH8r97o+P4kTVP4qxMx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0Ez1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5yO8MA&#10;AADeAAAADwAAAGRycy9kb3ducmV2LnhtbERPTUvDQBC9C/0PyxS82U0jLRK7LVKoeNTYg8cxO82m&#10;ZmfC7tpEf70rCN7m8T5ns5t8ry4UYidsYLkoQBE3YjtuDRxfDzd3oGJCttgLk4EvirDbzq42WFkZ&#10;+YUudWpVDuFYoQGX0lBpHRtHHuNCBuLMnSR4TBmGVtuAYw73vS6LYq09dpwbHA60d9R81J/ewPjY&#10;vJ/L05t132GQQ/0s57IXY67n08M9qERT+hf/uZ9snn+7Wq3h9518g9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5yO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Ht8UA&#10;AADeAAAADwAAAGRycy9kb3ducmV2LnhtbERP22oCMRB9L/gPYYS+1awWq2yNYr1AKUrx0vdxM+6u&#10;TSbLJtX1740g9G0O5zqjSWONOFPtS8cKup0EBHHmdMm5gv1u+TIE4QOyRuOYFFzJw2Tcehphqt2F&#10;N3TehlzEEPYpKihCqFIpfVaQRd9xFXHkjq62GCKsc6lrvMRwa2QvSd6kxZJjQ4EVzQrKfrd/VsHy&#10;e25OvfVm+iPDbDE4mOHXx3yl1HO7mb6DCNSEf/HD/anj/Nd+fwD3d+INcn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Kse3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OOUcgA&#10;AADeAAAADwAAAGRycy9kb3ducmV2LnhtbESPT2vCQBDF74V+h2UKvRTdWIlI6ioiiBYs+A+8jtlp&#10;EszOhuw2pt++cxB6m+G9ee83s0XvatVRGyrPBkbDBBRx7m3FhYHzaT2YggoR2WLtmQz8UoDF/Plp&#10;hpn1dz5Qd4yFkhAOGRooY2wyrUNeksMw9A2xaN++dRhlbQttW7xLuKv1e5JMtMOKpaHEhlYl5bfj&#10;jzPQ7XfXYtuF5vM2fQvp+LrZfNmLMa8v/fIDVKQ+/psf11sr+OM0FV55R2b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Q45R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NV18YA&#10;AADeAAAADwAAAGRycy9kb3ducmV2LnhtbERPS2sCMRC+F/wPYQRvNat2RVejaKHQS6E+DnobN+Pu&#10;4mayTVLd+utNodDbfHzPmS9bU4srOV9ZVjDoJyCIc6srLhTsd2/PExA+IGusLZOCH/KwXHSe5php&#10;e+MNXbehEDGEfYYKyhCaTEqfl2TQ921DHLmzdQZDhK6Q2uEthptaDpNkLA1WHBtKbOi1pPyy/TYK&#10;1tPJ+uvzhT/um9ORjofTJR26RKlet13NQARqw7/4z/2u4/xRmk7h9514g1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NV18YAAADeAAAADwAAAAAAAAAAAAAAAACYAgAAZHJz&#10;L2Rvd25yZXYueG1sUEsFBgAAAAAEAAQA9QAAAIsDAAAAAA==&#10;" fillcolor="black" stroked="f"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Y498kA&#10;AADeAAAADwAAAGRycy9kb3ducmV2LnhtbESPT2/CMAzF75P2HSJP2m2kY6JChYDG/kiTgAOww46m&#10;8dqojVM1GXR8+vkwiZstP7/3fvPl4Ft1oj66wAYeRxko4jJYx5WBz8P7wxRUTMgW28Bk4JciLBe3&#10;N3MsbDjzjk77VCkx4ViggTqlrtA6ljV5jKPQEcvtO/Qek6x9pW2PZzH3rR5nWa49OpaEGjt6qals&#10;9j/ewNc6d9Odo/Fxc1m92c2kWW1fG2Pu74bnGahEQ7qK/78/rNR/muQCIDgyg178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/Y49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jwXsQA&#10;AADeAAAADwAAAGRycy9kb3ducmV2LnhtbERPS2sCMRC+C/6HMEJvNaulIlujiCL20kN90OuwmW62&#10;u5msSdTVX98UCt7m43vObNHZRlzIh8qxgtEwA0FcOF1xqeCw3zxPQYSIrLFxTApuFGAx7/dmmGt3&#10;5U+67GIpUgiHHBWYGNtcylAYshiGriVO3LfzFmOCvpTa4zWF20aOs2wiLVacGgy2tDJU1LuzVeCX&#10;X+v6zudjnd0/bmH7052maJR6GnTLNxCRuvgQ/7vfdZr/8joZwd8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o8F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vYYsUA&#10;AADeAAAADwAAAGRycy9kb3ducmV2LnhtbERP22rCQBB9L/Qflin0pdSNKbU2dRURCgVF8PIBY3aa&#10;hO7OhuyosV/fFQq+zeFcZzLrvVMn6mIT2MBwkIEiLoNtuDKw330+j0FFQbboApOBC0WYTe/vJljY&#10;cOYNnbZSqRTCsUADtUhbaB3LmjzGQWiJE/cdOo+SYFdp2+E5hXun8ywbaY8Np4YaW1rUVP5sj96A&#10;yw/uffkWV3LZ61X262XztLbGPD708w9QQr3cxP/uL5vmv7yOcri+k27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9hi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c8o8QA&#10;AADeAAAADwAAAGRycy9kb3ducmV2LnhtbERPTWsCMRC9F/wPYQrearZKRbZG0YqwFw9dFa/jZrpZ&#10;TCbLJtXVX98UCr3N433OfNk7K67UhcazgtdRBoK48rrhWsFhv32ZgQgRWaP1TAruFGC5GDzNMdf+&#10;xp90LWMtUgiHHBWYGNtcylAZchhGviVO3JfvHMYEu1rqDm8p3Fk5zrKpdNhwajDY0oeh6lJ+OwWb&#10;srXjQ2HW4XTcnc+2eGzptFFq+Nyv3kFE6uO/+M9d6DR/8jadwO876Qa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XPKP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sW4cMA&#10;AADeAAAADwAAAGRycy9kb3ducmV2LnhtbERPS2sCMRC+F/wPYQreatJq17IaRYqC0FN9HHobknF3&#10;281k2UR3/feNIHibj+8582XvanGhNlSeNbyOFAhi423FhYbDfvPyASJEZIu1Z9JwpQDLxeBpjrn1&#10;HX/TZRcLkUI45KihjLHJpQymJIdh5BvixJ186zAm2BbSttilcFfLN6Uy6bDi1FBiQ58lmb/d2Wn4&#10;3cgvbxSa4+HYbe30Z51RrbQePverGYhIfXyI7+6tTfPH79kEbu+kG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sW4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9AHcMA&#10;AADeAAAADwAAAGRycy9kb3ducmV2LnhtbERPS4vCMBC+C/sfwizsTdNVFKlGcQVhUfbgA/E4NmNb&#10;2kxKErX+e7MgeJuP7znTeWtqcSPnS8sKvnsJCOLM6pJzBYf9qjsG4QOyxtoyKXiQh/nsozPFVNs7&#10;b+m2C7mIIexTVFCE0KRS+qwgg75nG+LIXawzGCJ0udQO7zHc1LKfJCNpsOTYUGBDy4Kyanc1Ck7X&#10;DV/+BuuF+wlH2+591T+PK6W+PtvFBESgNrzFL/evjvMHw9EQ/t+JN8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9AHc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ALGMYA&#10;AADeAAAADwAAAGRycy9kb3ducmV2LnhtbERPS2sCMRC+F/wPYYTeatbXoqtRVCj0IlTbQ72Nm3F3&#10;cTNZk1RXf31TKPQ2H99z5svW1OJKzleWFfR7CQji3OqKCwWfH68vExA+IGusLZOCO3lYLjpPc8y0&#10;vfGOrvtQiBjCPkMFZQhNJqXPSzLoe7YhjtzJOoMhQldI7fAWw00tB0mSSoMVx4YSG9qUlJ/330bB&#10;ejpZX95HvH3sjgc6fB3P44FLlHrutqsZiEBt+Bf/ud90nD8cpyn8vhNv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ALGMYAAADeAAAADwAAAAAAAAAAAAAAAACYAgAAZHJz&#10;L2Rvd25yZXYueG1sUEsFBgAAAAAEAAQA9QAAAIsDAAAAAA==&#10;" fillcolor="black" stroked="f"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qlKcQA&#10;AADeAAAADwAAAGRycy9kb3ducmV2LnhtbERPTUsDMRC9C/0PYQrebNYWa1mblqVQFE/bqvQ63Yyb&#10;xc1kSWK6/nsjCL3N433OejvaXiTyoXOs4H5WgCBunO64VfD+tr9bgQgRWWPvmBT8UIDtZnKzxlK7&#10;Cx8oHWMrcgiHEhWYGIdSytAYshhmbiDO3KfzFmOGvpXa4yWH217Oi2IpLXacGwwOtDPUfB2/rYJ0&#10;3tXVIp2SObz6qvWufv4410rdTsfqCUSkMV7F/+4XnecvHpaP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qpSn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l1UsgA&#10;AADeAAAADwAAAGRycy9kb3ducmV2LnhtbESPQUvDQBCF74L/YRmhN7upxaCx21KKFeulGgU9Dtkx&#10;G5qdDdltGvvrnYPgbYb35r1vFqvRt2qgPjaBDcymGSjiKtiGawMf79vrO1AxIVtsA5OBH4qwWl5e&#10;LLCw4cRvNJSpVhLCsUADLqWu0DpWjjzGaeiIRfsOvccka19r2+NJwn2rb7Is1x4blgaHHW0cVYfy&#10;6A3E2ebx88Wf74evJ8f7cufy19oZM7ka1w+gEo3p3/x3/WwFf36bC6+8IzPo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3WXVS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2262C" w:rsidRDefault="00F2262C" w:rsidP="00F226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2262C" w:rsidRDefault="00F2262C" w:rsidP="00F22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262C" w:rsidRDefault="00F2262C" w:rsidP="00F22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262C" w:rsidRDefault="00F2262C" w:rsidP="00F22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262C" w:rsidRDefault="00F2262C" w:rsidP="00F22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262C" w:rsidRDefault="00F2262C" w:rsidP="00F22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2262C" w:rsidRDefault="00F2262C" w:rsidP="00F2262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2262C" w:rsidRDefault="00F2262C" w:rsidP="00F22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2262C" w:rsidRDefault="00F2262C" w:rsidP="00F22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2262C" w:rsidRDefault="00F2262C" w:rsidP="00F22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262C" w:rsidRDefault="00F2262C" w:rsidP="00F22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2262C" w:rsidRDefault="00F2262C" w:rsidP="00F22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2262C" w:rsidRDefault="00F2262C" w:rsidP="00F226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2262C" w:rsidRPr="004A7D10" w:rsidRDefault="00F2262C" w:rsidP="00F2262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2262C" w:rsidRDefault="00F2262C" w:rsidP="00F2262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2262C" w:rsidRDefault="00F2262C" w:rsidP="00F2262C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№9</w:t>
      </w:r>
    </w:p>
    <w:p w:rsidR="00F2262C" w:rsidRDefault="00F2262C" w:rsidP="00F2262C">
      <w:pPr>
        <w:spacing w:after="0"/>
        <w:rPr>
          <w:b/>
          <w:color w:val="C00000"/>
          <w:sz w:val="28"/>
          <w:szCs w:val="28"/>
        </w:rPr>
      </w:pPr>
    </w:p>
    <w:p w:rsidR="00F2262C" w:rsidRPr="00EC7498" w:rsidRDefault="00F2262C" w:rsidP="00F2262C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EC7498">
        <w:rPr>
          <w:sz w:val="24"/>
          <w:szCs w:val="24"/>
        </w:rPr>
        <w:t xml:space="preserve">Про  </w:t>
      </w:r>
      <w:proofErr w:type="spellStart"/>
      <w:r w:rsidRPr="00EC7498">
        <w:rPr>
          <w:sz w:val="24"/>
          <w:szCs w:val="24"/>
        </w:rPr>
        <w:t>внесення</w:t>
      </w:r>
      <w:proofErr w:type="spellEnd"/>
      <w:r w:rsidRPr="00EC7498">
        <w:rPr>
          <w:sz w:val="24"/>
          <w:szCs w:val="24"/>
        </w:rPr>
        <w:t xml:space="preserve"> </w:t>
      </w:r>
      <w:proofErr w:type="spellStart"/>
      <w:r w:rsidRPr="00EC7498">
        <w:rPr>
          <w:sz w:val="24"/>
          <w:szCs w:val="24"/>
        </w:rPr>
        <w:t>змін</w:t>
      </w:r>
      <w:proofErr w:type="spellEnd"/>
      <w:r w:rsidRPr="00EC7498">
        <w:rPr>
          <w:sz w:val="24"/>
          <w:szCs w:val="24"/>
        </w:rPr>
        <w:t xml:space="preserve"> до </w:t>
      </w:r>
      <w:proofErr w:type="spellStart"/>
      <w:proofErr w:type="gramStart"/>
      <w:r w:rsidRPr="00EC7498">
        <w:rPr>
          <w:sz w:val="24"/>
          <w:szCs w:val="24"/>
        </w:rPr>
        <w:t>р</w:t>
      </w:r>
      <w:proofErr w:type="gramEnd"/>
      <w:r w:rsidRPr="00EC7498">
        <w:rPr>
          <w:sz w:val="24"/>
          <w:szCs w:val="24"/>
        </w:rPr>
        <w:t>ішення</w:t>
      </w:r>
      <w:proofErr w:type="spellEnd"/>
      <w:r w:rsidRPr="00EC7498">
        <w:rPr>
          <w:sz w:val="24"/>
          <w:szCs w:val="24"/>
        </w:rPr>
        <w:t xml:space="preserve"> </w:t>
      </w:r>
      <w:proofErr w:type="spellStart"/>
      <w:r w:rsidRPr="00EC7498">
        <w:rPr>
          <w:sz w:val="24"/>
          <w:szCs w:val="24"/>
        </w:rPr>
        <w:t>Крупецької</w:t>
      </w:r>
      <w:proofErr w:type="spellEnd"/>
    </w:p>
    <w:p w:rsidR="00F2262C" w:rsidRPr="00EC7498" w:rsidRDefault="00F2262C" w:rsidP="00F2262C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proofErr w:type="spellStart"/>
      <w:r w:rsidRPr="00EC7498">
        <w:rPr>
          <w:sz w:val="24"/>
          <w:szCs w:val="24"/>
        </w:rPr>
        <w:t>сільської</w:t>
      </w:r>
      <w:proofErr w:type="spellEnd"/>
      <w:r w:rsidRPr="00EC7498">
        <w:rPr>
          <w:sz w:val="24"/>
          <w:szCs w:val="24"/>
        </w:rPr>
        <w:t xml:space="preserve"> ради </w:t>
      </w:r>
      <w:proofErr w:type="spellStart"/>
      <w:r w:rsidRPr="00EC7498">
        <w:rPr>
          <w:sz w:val="24"/>
          <w:szCs w:val="24"/>
        </w:rPr>
        <w:t>від</w:t>
      </w:r>
      <w:proofErr w:type="spellEnd"/>
      <w:r w:rsidRPr="00EC7498">
        <w:rPr>
          <w:sz w:val="24"/>
          <w:szCs w:val="24"/>
        </w:rPr>
        <w:t xml:space="preserve"> 22 </w:t>
      </w:r>
      <w:proofErr w:type="spellStart"/>
      <w:r w:rsidRPr="00EC7498">
        <w:rPr>
          <w:sz w:val="24"/>
          <w:szCs w:val="24"/>
        </w:rPr>
        <w:t>жовтня</w:t>
      </w:r>
      <w:proofErr w:type="spellEnd"/>
      <w:r w:rsidRPr="00EC7498">
        <w:rPr>
          <w:sz w:val="24"/>
          <w:szCs w:val="24"/>
        </w:rPr>
        <w:t xml:space="preserve"> 2019 №14 «Про </w:t>
      </w:r>
    </w:p>
    <w:p w:rsidR="00F2262C" w:rsidRPr="00EC7498" w:rsidRDefault="00F2262C" w:rsidP="00F2262C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EC7498">
        <w:rPr>
          <w:sz w:val="24"/>
          <w:szCs w:val="24"/>
        </w:rPr>
        <w:t xml:space="preserve">структуру та </w:t>
      </w:r>
      <w:proofErr w:type="spellStart"/>
      <w:r w:rsidRPr="00EC7498">
        <w:rPr>
          <w:sz w:val="24"/>
          <w:szCs w:val="24"/>
        </w:rPr>
        <w:t>загальну</w:t>
      </w:r>
      <w:proofErr w:type="spellEnd"/>
      <w:r w:rsidRPr="00EC7498">
        <w:rPr>
          <w:sz w:val="24"/>
          <w:szCs w:val="24"/>
        </w:rPr>
        <w:t xml:space="preserve"> </w:t>
      </w:r>
      <w:proofErr w:type="spellStart"/>
      <w:r w:rsidRPr="00EC7498">
        <w:rPr>
          <w:sz w:val="24"/>
          <w:szCs w:val="24"/>
        </w:rPr>
        <w:t>чисельність</w:t>
      </w:r>
      <w:proofErr w:type="spellEnd"/>
      <w:r w:rsidRPr="00EC7498">
        <w:rPr>
          <w:sz w:val="24"/>
          <w:szCs w:val="24"/>
        </w:rPr>
        <w:t xml:space="preserve"> </w:t>
      </w:r>
      <w:proofErr w:type="spellStart"/>
      <w:r w:rsidRPr="00EC7498">
        <w:rPr>
          <w:sz w:val="24"/>
          <w:szCs w:val="24"/>
        </w:rPr>
        <w:t>апарату</w:t>
      </w:r>
      <w:proofErr w:type="spellEnd"/>
    </w:p>
    <w:p w:rsidR="00F2262C" w:rsidRPr="00EC7498" w:rsidRDefault="00F2262C" w:rsidP="00F2262C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right="0"/>
        <w:jc w:val="left"/>
        <w:rPr>
          <w:sz w:val="24"/>
          <w:szCs w:val="24"/>
        </w:rPr>
      </w:pPr>
      <w:r w:rsidRPr="00EC7498">
        <w:rPr>
          <w:sz w:val="24"/>
          <w:szCs w:val="24"/>
        </w:rPr>
        <w:t xml:space="preserve">ради, </w:t>
      </w:r>
      <w:proofErr w:type="spellStart"/>
      <w:r w:rsidRPr="00EC7498">
        <w:rPr>
          <w:sz w:val="24"/>
          <w:szCs w:val="24"/>
        </w:rPr>
        <w:t>її</w:t>
      </w:r>
      <w:proofErr w:type="spellEnd"/>
      <w:r w:rsidRPr="00EC7498">
        <w:rPr>
          <w:sz w:val="24"/>
          <w:szCs w:val="24"/>
        </w:rPr>
        <w:t xml:space="preserve"> </w:t>
      </w:r>
      <w:proofErr w:type="spellStart"/>
      <w:r w:rsidRPr="00EC7498">
        <w:rPr>
          <w:sz w:val="24"/>
          <w:szCs w:val="24"/>
        </w:rPr>
        <w:t>виконавчих</w:t>
      </w:r>
      <w:proofErr w:type="spellEnd"/>
      <w:r w:rsidRPr="00EC7498">
        <w:rPr>
          <w:sz w:val="24"/>
          <w:szCs w:val="24"/>
        </w:rPr>
        <w:t xml:space="preserve"> </w:t>
      </w:r>
      <w:proofErr w:type="spellStart"/>
      <w:r w:rsidRPr="00EC7498">
        <w:rPr>
          <w:sz w:val="24"/>
          <w:szCs w:val="24"/>
        </w:rPr>
        <w:t>органі</w:t>
      </w:r>
      <w:proofErr w:type="gramStart"/>
      <w:r w:rsidRPr="00EC7498">
        <w:rPr>
          <w:sz w:val="24"/>
          <w:szCs w:val="24"/>
        </w:rPr>
        <w:t>в</w:t>
      </w:r>
      <w:proofErr w:type="spellEnd"/>
      <w:proofErr w:type="gramEnd"/>
      <w:r w:rsidRPr="00EC7498">
        <w:rPr>
          <w:sz w:val="24"/>
          <w:szCs w:val="24"/>
        </w:rPr>
        <w:t xml:space="preserve"> та </w:t>
      </w:r>
      <w:proofErr w:type="spellStart"/>
      <w:r w:rsidRPr="00EC7498">
        <w:rPr>
          <w:bCs w:val="0"/>
          <w:sz w:val="24"/>
          <w:szCs w:val="24"/>
        </w:rPr>
        <w:t>штатний</w:t>
      </w:r>
      <w:proofErr w:type="spellEnd"/>
      <w:r w:rsidRPr="00EC7498">
        <w:rPr>
          <w:bCs w:val="0"/>
          <w:sz w:val="24"/>
          <w:szCs w:val="24"/>
        </w:rPr>
        <w:t xml:space="preserve"> </w:t>
      </w:r>
      <w:proofErr w:type="spellStart"/>
      <w:r w:rsidRPr="00EC7498">
        <w:rPr>
          <w:bCs w:val="0"/>
          <w:sz w:val="24"/>
          <w:szCs w:val="24"/>
        </w:rPr>
        <w:t>розпис</w:t>
      </w:r>
      <w:proofErr w:type="spellEnd"/>
      <w:r w:rsidRPr="00EC7498">
        <w:rPr>
          <w:sz w:val="24"/>
          <w:szCs w:val="24"/>
        </w:rPr>
        <w:t>»</w:t>
      </w:r>
    </w:p>
    <w:p w:rsidR="00F2262C" w:rsidRPr="00EC7498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262C" w:rsidRPr="004D26F1" w:rsidRDefault="00F2262C" w:rsidP="00F22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26F1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4D26F1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4D26F1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рада   </w:t>
      </w:r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>ВИРІШИЛА:</w:t>
      </w:r>
    </w:p>
    <w:p w:rsidR="00F2262C" w:rsidRPr="000A6FD5" w:rsidRDefault="00F2262C" w:rsidP="00F2262C">
      <w:pPr>
        <w:pStyle w:val="af1"/>
        <w:numPr>
          <w:ilvl w:val="0"/>
          <w:numId w:val="12"/>
        </w:numPr>
        <w:tabs>
          <w:tab w:val="left" w:pos="709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6FD5">
        <w:rPr>
          <w:rFonts w:ascii="Times New Roman" w:hAnsi="Times New Roman" w:cs="Times New Roman"/>
          <w:sz w:val="24"/>
          <w:szCs w:val="24"/>
        </w:rPr>
        <w:t xml:space="preserve">Внести 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0A6FD5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0A6FD5">
        <w:rPr>
          <w:rFonts w:ascii="Times New Roman" w:hAnsi="Times New Roman" w:cs="Times New Roman"/>
          <w:bCs/>
          <w:sz w:val="24"/>
          <w:szCs w:val="24"/>
        </w:rPr>
        <w:t>ішення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</w:t>
      </w:r>
      <w:bookmarkStart w:id="0" w:name="_GoBack"/>
      <w:bookmarkEnd w:id="0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ХХVІІІ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сесії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Крупецької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сільської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ради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від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22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жовтня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2019 року №14 «Про структуру та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загальну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чисельність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апарату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ради,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її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виконавчих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органів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та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штатний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розпис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» </w:t>
      </w:r>
      <w:r w:rsidRPr="000A6FD5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>:</w:t>
      </w:r>
    </w:p>
    <w:p w:rsidR="00F2262C" w:rsidRPr="000A6FD5" w:rsidRDefault="00F2262C" w:rsidP="00F2262C">
      <w:pPr>
        <w:pStyle w:val="af1"/>
        <w:numPr>
          <w:ilvl w:val="1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FD5">
        <w:rPr>
          <w:rFonts w:ascii="Times New Roman" w:hAnsi="Times New Roman" w:cs="Times New Roman"/>
          <w:bCs/>
          <w:sz w:val="24"/>
          <w:szCs w:val="24"/>
        </w:rPr>
        <w:t xml:space="preserve">Ввести до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структури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виконавчих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органів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Крупецької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сільської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ради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структурний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0A6FD5">
        <w:rPr>
          <w:rFonts w:ascii="Times New Roman" w:hAnsi="Times New Roman" w:cs="Times New Roman"/>
          <w:bCs/>
          <w:sz w:val="24"/>
          <w:szCs w:val="24"/>
        </w:rPr>
        <w:t>п</w:t>
      </w:r>
      <w:proofErr w:type="gramEnd"/>
      <w:r w:rsidRPr="000A6FD5">
        <w:rPr>
          <w:rFonts w:ascii="Times New Roman" w:hAnsi="Times New Roman" w:cs="Times New Roman"/>
          <w:bCs/>
          <w:sz w:val="24"/>
          <w:szCs w:val="24"/>
        </w:rPr>
        <w:t>ідрозділ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– Служба у справах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дітей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Крупецької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сільської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ради,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зі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штатною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чисельністю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2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штатні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одиниці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: - начальник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відділу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– 1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штатна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одиниця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; -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головний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спеціаліст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– 1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штатна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bCs/>
          <w:sz w:val="24"/>
          <w:szCs w:val="24"/>
        </w:rPr>
        <w:t>одиниця</w:t>
      </w:r>
      <w:proofErr w:type="spellEnd"/>
      <w:r w:rsidRPr="000A6FD5">
        <w:rPr>
          <w:rFonts w:ascii="Times New Roman" w:hAnsi="Times New Roman" w:cs="Times New Roman"/>
          <w:bCs/>
          <w:sz w:val="24"/>
          <w:szCs w:val="24"/>
        </w:rPr>
        <w:t>.</w:t>
      </w:r>
    </w:p>
    <w:p w:rsidR="00F2262C" w:rsidRPr="000A6FD5" w:rsidRDefault="00F2262C" w:rsidP="00F2262C">
      <w:pPr>
        <w:pStyle w:val="af1"/>
        <w:numPr>
          <w:ilvl w:val="1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Викласти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A6FD5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0A6FD5">
        <w:rPr>
          <w:rFonts w:ascii="Times New Roman" w:hAnsi="Times New Roman" w:cs="Times New Roman"/>
          <w:sz w:val="24"/>
          <w:szCs w:val="24"/>
        </w:rPr>
        <w:t>ідпункт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1.1 пункту 1 в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новій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>: «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Загальну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чисельність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апарату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ради та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A6FD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кількості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 43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штатних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одиниць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>».</w:t>
      </w:r>
    </w:p>
    <w:p w:rsidR="00F2262C" w:rsidRPr="000A6FD5" w:rsidRDefault="00F2262C" w:rsidP="00F2262C">
      <w:pPr>
        <w:pStyle w:val="af1"/>
        <w:numPr>
          <w:ilvl w:val="1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Викласти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1 «Структура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апарату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органі</w:t>
      </w:r>
      <w:proofErr w:type="gramStart"/>
      <w:r w:rsidRPr="000A6FD5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0A6FD5">
        <w:rPr>
          <w:rFonts w:ascii="Times New Roman" w:hAnsi="Times New Roman" w:cs="Times New Roman"/>
          <w:sz w:val="24"/>
          <w:szCs w:val="24"/>
        </w:rPr>
        <w:t xml:space="preserve">» в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новій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додається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>.</w:t>
      </w:r>
    </w:p>
    <w:p w:rsidR="00F2262C" w:rsidRPr="000A6FD5" w:rsidRDefault="00F2262C" w:rsidP="00F2262C">
      <w:pPr>
        <w:pStyle w:val="af1"/>
        <w:numPr>
          <w:ilvl w:val="1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Викласти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2 «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Штатний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розпис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апарату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органі</w:t>
      </w:r>
      <w:proofErr w:type="gramStart"/>
      <w:r w:rsidRPr="000A6FD5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0A6FD5">
        <w:rPr>
          <w:rFonts w:ascii="Times New Roman" w:hAnsi="Times New Roman" w:cs="Times New Roman"/>
          <w:sz w:val="24"/>
          <w:szCs w:val="24"/>
        </w:rPr>
        <w:t xml:space="preserve">» в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новій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додається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2262C" w:rsidRPr="000A6FD5" w:rsidRDefault="00F2262C" w:rsidP="00F2262C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A6FD5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proofErr w:type="gramStart"/>
      <w:r w:rsidRPr="000A6FD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A6FD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набирає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A6FD5">
        <w:rPr>
          <w:rFonts w:ascii="Times New Roman" w:hAnsi="Times New Roman" w:cs="Times New Roman"/>
          <w:sz w:val="24"/>
          <w:szCs w:val="24"/>
        </w:rPr>
        <w:t>чинності</w:t>
      </w:r>
      <w:proofErr w:type="spellEnd"/>
      <w:r w:rsidRPr="000A6FD5">
        <w:rPr>
          <w:rFonts w:ascii="Times New Roman" w:hAnsi="Times New Roman" w:cs="Times New Roman"/>
          <w:sz w:val="24"/>
          <w:szCs w:val="24"/>
        </w:rPr>
        <w:t xml:space="preserve">  01 лютого 2021 року.</w:t>
      </w:r>
    </w:p>
    <w:p w:rsidR="00F2262C" w:rsidRPr="004D26F1" w:rsidRDefault="00F2262C" w:rsidP="00F2262C">
      <w:pPr>
        <w:pStyle w:val="Pro"/>
        <w:tabs>
          <w:tab w:val="left" w:pos="709"/>
        </w:tabs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4D26F1">
        <w:rPr>
          <w:b w:val="0"/>
          <w:sz w:val="24"/>
          <w:szCs w:val="24"/>
        </w:rPr>
        <w:t xml:space="preserve">            2. Контроль за </w:t>
      </w:r>
      <w:proofErr w:type="spellStart"/>
      <w:r w:rsidRPr="004D26F1">
        <w:rPr>
          <w:b w:val="0"/>
          <w:sz w:val="24"/>
          <w:szCs w:val="24"/>
        </w:rPr>
        <w:t>виконанням</w:t>
      </w:r>
      <w:proofErr w:type="spellEnd"/>
      <w:r w:rsidRPr="004D26F1">
        <w:rPr>
          <w:b w:val="0"/>
          <w:sz w:val="24"/>
          <w:szCs w:val="24"/>
        </w:rPr>
        <w:t xml:space="preserve"> </w:t>
      </w:r>
      <w:proofErr w:type="spellStart"/>
      <w:r w:rsidRPr="004D26F1">
        <w:rPr>
          <w:b w:val="0"/>
          <w:sz w:val="24"/>
          <w:szCs w:val="24"/>
        </w:rPr>
        <w:t>цього</w:t>
      </w:r>
      <w:proofErr w:type="spellEnd"/>
      <w:r w:rsidRPr="004D26F1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4D26F1">
        <w:rPr>
          <w:b w:val="0"/>
          <w:sz w:val="24"/>
          <w:szCs w:val="24"/>
        </w:rPr>
        <w:t>р</w:t>
      </w:r>
      <w:proofErr w:type="gramEnd"/>
      <w:r w:rsidRPr="004D26F1">
        <w:rPr>
          <w:b w:val="0"/>
          <w:sz w:val="24"/>
          <w:szCs w:val="24"/>
        </w:rPr>
        <w:t>ішення</w:t>
      </w:r>
      <w:proofErr w:type="spellEnd"/>
      <w:r w:rsidRPr="004D26F1">
        <w:rPr>
          <w:b w:val="0"/>
          <w:sz w:val="24"/>
          <w:szCs w:val="24"/>
        </w:rPr>
        <w:t xml:space="preserve"> </w:t>
      </w:r>
      <w:proofErr w:type="spellStart"/>
      <w:r w:rsidRPr="004D26F1">
        <w:rPr>
          <w:b w:val="0"/>
          <w:sz w:val="24"/>
          <w:szCs w:val="24"/>
        </w:rPr>
        <w:t>покласти</w:t>
      </w:r>
      <w:proofErr w:type="spellEnd"/>
      <w:r w:rsidRPr="004D26F1">
        <w:rPr>
          <w:b w:val="0"/>
          <w:sz w:val="24"/>
          <w:szCs w:val="24"/>
        </w:rPr>
        <w:t xml:space="preserve"> на </w:t>
      </w:r>
      <w:proofErr w:type="spellStart"/>
      <w:r w:rsidRPr="004D26F1">
        <w:rPr>
          <w:b w:val="0"/>
          <w:sz w:val="24"/>
          <w:szCs w:val="24"/>
        </w:rPr>
        <w:t>сільського</w:t>
      </w:r>
      <w:proofErr w:type="spellEnd"/>
      <w:r w:rsidRPr="004D26F1">
        <w:rPr>
          <w:b w:val="0"/>
          <w:sz w:val="24"/>
          <w:szCs w:val="24"/>
        </w:rPr>
        <w:t xml:space="preserve"> голову </w:t>
      </w:r>
      <w:proofErr w:type="spellStart"/>
      <w:r w:rsidRPr="004D26F1">
        <w:rPr>
          <w:b w:val="0"/>
          <w:sz w:val="24"/>
          <w:szCs w:val="24"/>
        </w:rPr>
        <w:t>Михалюка</w:t>
      </w:r>
      <w:proofErr w:type="spellEnd"/>
      <w:r w:rsidRPr="004D26F1">
        <w:rPr>
          <w:b w:val="0"/>
          <w:sz w:val="24"/>
          <w:szCs w:val="24"/>
        </w:rPr>
        <w:t xml:space="preserve"> В.А.</w:t>
      </w:r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F2262C" w:rsidRPr="004D26F1" w:rsidRDefault="00F2262C" w:rsidP="00F22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>Додаток</w:t>
      </w:r>
      <w:proofErr w:type="spellEnd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1</w:t>
      </w:r>
    </w:p>
    <w:p w:rsidR="00F2262C" w:rsidRPr="004D26F1" w:rsidRDefault="00F2262C" w:rsidP="00F22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D26F1">
        <w:rPr>
          <w:rFonts w:ascii="Times New Roman" w:hAnsi="Times New Roman" w:cs="Times New Roman"/>
          <w:bCs/>
          <w:caps/>
          <w:color w:val="000000"/>
          <w:sz w:val="24"/>
          <w:szCs w:val="24"/>
        </w:rPr>
        <w:lastRenderedPageBreak/>
        <w:t>затверджено</w:t>
      </w:r>
    </w:p>
    <w:p w:rsidR="00F2262C" w:rsidRPr="004D26F1" w:rsidRDefault="00F2262C" w:rsidP="00F22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proofErr w:type="gramStart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>р</w:t>
      </w:r>
      <w:proofErr w:type="gramEnd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>ішенням</w:t>
      </w:r>
      <w:proofErr w:type="spellEnd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>сільської</w:t>
      </w:r>
      <w:proofErr w:type="spellEnd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ради  </w:t>
      </w:r>
    </w:p>
    <w:p w:rsidR="00F2262C" w:rsidRPr="004D26F1" w:rsidRDefault="00F2262C" w:rsidP="00F22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VІІ </w:t>
      </w:r>
      <w:proofErr w:type="spellStart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>скликання</w:t>
      </w:r>
      <w:proofErr w:type="spellEnd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>від</w:t>
      </w:r>
      <w:proofErr w:type="spellEnd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22.10.2019 року № 14</w:t>
      </w:r>
    </w:p>
    <w:p w:rsidR="00F2262C" w:rsidRPr="004D26F1" w:rsidRDefault="00F2262C" w:rsidP="00F2262C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57" w:line="276" w:lineRule="auto"/>
        <w:ind w:left="4678" w:right="0"/>
        <w:rPr>
          <w:b w:val="0"/>
          <w:iCs/>
          <w:sz w:val="24"/>
          <w:szCs w:val="24"/>
        </w:rPr>
      </w:pPr>
      <w:r w:rsidRPr="004D26F1">
        <w:rPr>
          <w:b w:val="0"/>
          <w:iCs/>
          <w:sz w:val="24"/>
          <w:szCs w:val="24"/>
        </w:rPr>
        <w:t xml:space="preserve">(у </w:t>
      </w:r>
      <w:proofErr w:type="spellStart"/>
      <w:r w:rsidRPr="004D26F1">
        <w:rPr>
          <w:b w:val="0"/>
          <w:iCs/>
          <w:sz w:val="24"/>
          <w:szCs w:val="24"/>
        </w:rPr>
        <w:t>редакції</w:t>
      </w:r>
      <w:proofErr w:type="spellEnd"/>
      <w:r>
        <w:rPr>
          <w:b w:val="0"/>
          <w:iCs/>
          <w:sz w:val="24"/>
          <w:szCs w:val="24"/>
        </w:rPr>
        <w:t xml:space="preserve"> </w:t>
      </w:r>
      <w:proofErr w:type="spellStart"/>
      <w:proofErr w:type="gramStart"/>
      <w:r>
        <w:rPr>
          <w:b w:val="0"/>
          <w:iCs/>
          <w:sz w:val="24"/>
          <w:szCs w:val="24"/>
        </w:rPr>
        <w:t>р</w:t>
      </w:r>
      <w:proofErr w:type="gramEnd"/>
      <w:r>
        <w:rPr>
          <w:b w:val="0"/>
          <w:iCs/>
          <w:sz w:val="24"/>
          <w:szCs w:val="24"/>
        </w:rPr>
        <w:t>ішення</w:t>
      </w:r>
      <w:proofErr w:type="spellEnd"/>
      <w:r>
        <w:rPr>
          <w:b w:val="0"/>
          <w:iCs/>
          <w:sz w:val="24"/>
          <w:szCs w:val="24"/>
        </w:rPr>
        <w:t xml:space="preserve"> </w:t>
      </w:r>
      <w:proofErr w:type="spellStart"/>
      <w:r>
        <w:rPr>
          <w:b w:val="0"/>
          <w:iCs/>
          <w:sz w:val="24"/>
          <w:szCs w:val="24"/>
        </w:rPr>
        <w:t>від</w:t>
      </w:r>
      <w:proofErr w:type="spellEnd"/>
      <w:r>
        <w:rPr>
          <w:b w:val="0"/>
          <w:iCs/>
          <w:sz w:val="24"/>
          <w:szCs w:val="24"/>
        </w:rPr>
        <w:t xml:space="preserve"> 23.12.2020 року №9</w:t>
      </w:r>
      <w:r w:rsidRPr="004D26F1">
        <w:rPr>
          <w:b w:val="0"/>
          <w:iCs/>
          <w:sz w:val="24"/>
          <w:szCs w:val="24"/>
        </w:rPr>
        <w:t>)</w:t>
      </w:r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D26F1">
        <w:rPr>
          <w:rFonts w:ascii="Times New Roman" w:hAnsi="Times New Roman" w:cs="Times New Roman"/>
          <w:b/>
          <w:caps/>
          <w:sz w:val="24"/>
          <w:szCs w:val="24"/>
        </w:rPr>
        <w:t>СТРУКТУРА</w:t>
      </w:r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D26F1">
        <w:rPr>
          <w:rFonts w:ascii="Times New Roman" w:hAnsi="Times New Roman" w:cs="Times New Roman"/>
          <w:b/>
          <w:caps/>
          <w:sz w:val="24"/>
          <w:szCs w:val="24"/>
        </w:rPr>
        <w:t>апарату Крупецької сільської ради,</w:t>
      </w:r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4D26F1">
        <w:rPr>
          <w:rFonts w:ascii="Times New Roman" w:hAnsi="Times New Roman" w:cs="Times New Roman"/>
          <w:b/>
          <w:caps/>
          <w:sz w:val="24"/>
          <w:szCs w:val="24"/>
        </w:rPr>
        <w:t xml:space="preserve"> її виконавчих органі</w:t>
      </w:r>
      <w:proofErr w:type="gramStart"/>
      <w:r w:rsidRPr="004D26F1">
        <w:rPr>
          <w:rFonts w:ascii="Times New Roman" w:hAnsi="Times New Roman" w:cs="Times New Roman"/>
          <w:b/>
          <w:caps/>
          <w:sz w:val="24"/>
          <w:szCs w:val="24"/>
        </w:rPr>
        <w:t>в</w:t>
      </w:r>
      <w:proofErr w:type="gramEnd"/>
    </w:p>
    <w:p w:rsidR="00F2262C" w:rsidRPr="004C0CAE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D26F1">
        <w:rPr>
          <w:rFonts w:ascii="Times New Roman" w:hAnsi="Times New Roman" w:cs="Times New Roman"/>
          <w:b/>
          <w:caps/>
          <w:sz w:val="24"/>
          <w:szCs w:val="24"/>
        </w:rPr>
        <w:t>Апарат сільської ради</w:t>
      </w:r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26F1">
        <w:rPr>
          <w:rFonts w:ascii="Times New Roman" w:hAnsi="Times New Roman" w:cs="Times New Roman"/>
          <w:b/>
          <w:sz w:val="24"/>
          <w:szCs w:val="24"/>
        </w:rPr>
        <w:t>Керівництво</w:t>
      </w:r>
      <w:proofErr w:type="spellEnd"/>
      <w:r w:rsidRPr="004D26F1">
        <w:rPr>
          <w:rFonts w:ascii="Times New Roman" w:hAnsi="Times New Roman" w:cs="Times New Roman"/>
          <w:b/>
          <w:sz w:val="24"/>
          <w:szCs w:val="24"/>
        </w:rPr>
        <w:t>:</w:t>
      </w:r>
    </w:p>
    <w:p w:rsidR="00F2262C" w:rsidRPr="004D26F1" w:rsidRDefault="00F2262C" w:rsidP="00F2262C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sz w:val="24"/>
          <w:szCs w:val="24"/>
        </w:rPr>
      </w:pPr>
      <w:proofErr w:type="spellStart"/>
      <w:r w:rsidRPr="004D26F1">
        <w:rPr>
          <w:sz w:val="24"/>
          <w:szCs w:val="24"/>
        </w:rPr>
        <w:t>Сільський</w:t>
      </w:r>
      <w:proofErr w:type="spellEnd"/>
      <w:r w:rsidRPr="004D26F1">
        <w:rPr>
          <w:sz w:val="24"/>
          <w:szCs w:val="24"/>
        </w:rPr>
        <w:t xml:space="preserve"> голова;</w:t>
      </w:r>
    </w:p>
    <w:p w:rsidR="00F2262C" w:rsidRPr="004D26F1" w:rsidRDefault="00F2262C" w:rsidP="00F2262C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sz w:val="24"/>
          <w:szCs w:val="24"/>
        </w:rPr>
      </w:pPr>
      <w:proofErr w:type="spellStart"/>
      <w:r w:rsidRPr="004D26F1">
        <w:rPr>
          <w:sz w:val="24"/>
          <w:szCs w:val="24"/>
        </w:rPr>
        <w:t>Секретар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сільської</w:t>
      </w:r>
      <w:proofErr w:type="spellEnd"/>
      <w:r w:rsidRPr="004D26F1">
        <w:rPr>
          <w:sz w:val="24"/>
          <w:szCs w:val="24"/>
        </w:rPr>
        <w:t xml:space="preserve"> ради;</w:t>
      </w:r>
    </w:p>
    <w:p w:rsidR="00F2262C" w:rsidRPr="004D26F1" w:rsidRDefault="00F2262C" w:rsidP="00F2262C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sz w:val="24"/>
          <w:szCs w:val="24"/>
        </w:rPr>
      </w:pPr>
      <w:r w:rsidRPr="004D26F1">
        <w:rPr>
          <w:sz w:val="24"/>
          <w:szCs w:val="24"/>
        </w:rPr>
        <w:t xml:space="preserve">Заступник </w:t>
      </w:r>
      <w:proofErr w:type="spellStart"/>
      <w:r w:rsidRPr="004D26F1">
        <w:rPr>
          <w:sz w:val="24"/>
          <w:szCs w:val="24"/>
        </w:rPr>
        <w:t>сільського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голови</w:t>
      </w:r>
      <w:proofErr w:type="spellEnd"/>
      <w:r w:rsidRPr="004D26F1">
        <w:rPr>
          <w:sz w:val="24"/>
          <w:szCs w:val="24"/>
        </w:rPr>
        <w:t xml:space="preserve">  з </w:t>
      </w:r>
      <w:proofErr w:type="spellStart"/>
      <w:r w:rsidRPr="004D26F1">
        <w:rPr>
          <w:sz w:val="24"/>
          <w:szCs w:val="24"/>
        </w:rPr>
        <w:t>питань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діяльності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виконавчих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органі</w:t>
      </w:r>
      <w:proofErr w:type="gramStart"/>
      <w:r w:rsidRPr="004D26F1">
        <w:rPr>
          <w:sz w:val="24"/>
          <w:szCs w:val="24"/>
        </w:rPr>
        <w:t>в</w:t>
      </w:r>
      <w:proofErr w:type="spellEnd"/>
      <w:proofErr w:type="gramEnd"/>
      <w:r w:rsidRPr="004D26F1">
        <w:rPr>
          <w:sz w:val="24"/>
          <w:szCs w:val="24"/>
        </w:rPr>
        <w:t xml:space="preserve"> ради;</w:t>
      </w:r>
    </w:p>
    <w:p w:rsidR="00F2262C" w:rsidRPr="004D26F1" w:rsidRDefault="00F2262C" w:rsidP="00F2262C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sz w:val="24"/>
          <w:szCs w:val="24"/>
        </w:rPr>
      </w:pPr>
      <w:proofErr w:type="spellStart"/>
      <w:r w:rsidRPr="004D26F1">
        <w:rPr>
          <w:sz w:val="24"/>
          <w:szCs w:val="24"/>
        </w:rPr>
        <w:t>Керуючий</w:t>
      </w:r>
      <w:proofErr w:type="spellEnd"/>
      <w:r w:rsidRPr="004D26F1">
        <w:rPr>
          <w:sz w:val="24"/>
          <w:szCs w:val="24"/>
        </w:rPr>
        <w:t xml:space="preserve"> справами (</w:t>
      </w:r>
      <w:proofErr w:type="spellStart"/>
      <w:r w:rsidRPr="004D26F1">
        <w:rPr>
          <w:sz w:val="24"/>
          <w:szCs w:val="24"/>
        </w:rPr>
        <w:t>секретар</w:t>
      </w:r>
      <w:proofErr w:type="spellEnd"/>
      <w:r w:rsidRPr="004D26F1">
        <w:rPr>
          <w:sz w:val="24"/>
          <w:szCs w:val="24"/>
        </w:rPr>
        <w:t xml:space="preserve">) </w:t>
      </w:r>
      <w:proofErr w:type="spellStart"/>
      <w:r w:rsidRPr="004D26F1">
        <w:rPr>
          <w:sz w:val="24"/>
          <w:szCs w:val="24"/>
        </w:rPr>
        <w:t>виконавчого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комітету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сільської</w:t>
      </w:r>
      <w:proofErr w:type="spellEnd"/>
      <w:r w:rsidRPr="004D26F1">
        <w:rPr>
          <w:sz w:val="24"/>
          <w:szCs w:val="24"/>
        </w:rPr>
        <w:t xml:space="preserve"> </w:t>
      </w:r>
      <w:proofErr w:type="gramStart"/>
      <w:r w:rsidRPr="004D26F1">
        <w:rPr>
          <w:sz w:val="24"/>
          <w:szCs w:val="24"/>
        </w:rPr>
        <w:t>ради</w:t>
      </w:r>
      <w:proofErr w:type="gramEnd"/>
      <w:r w:rsidRPr="004D26F1">
        <w:rPr>
          <w:sz w:val="24"/>
          <w:szCs w:val="24"/>
        </w:rPr>
        <w:t>;</w:t>
      </w:r>
    </w:p>
    <w:p w:rsidR="00F2262C" w:rsidRPr="004C0CAE" w:rsidRDefault="00F2262C" w:rsidP="00F2262C">
      <w:pPr>
        <w:pStyle w:val="af1"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left="720"/>
        <w:rPr>
          <w:sz w:val="24"/>
          <w:szCs w:val="24"/>
        </w:rPr>
      </w:pPr>
      <w:r w:rsidRPr="004D26F1">
        <w:rPr>
          <w:sz w:val="24"/>
          <w:szCs w:val="24"/>
        </w:rPr>
        <w:t>Старости;</w:t>
      </w:r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26F1">
        <w:rPr>
          <w:rFonts w:ascii="Times New Roman" w:hAnsi="Times New Roman" w:cs="Times New Roman"/>
          <w:b/>
          <w:sz w:val="24"/>
          <w:szCs w:val="24"/>
        </w:rPr>
        <w:t>Відділи</w:t>
      </w:r>
      <w:proofErr w:type="spellEnd"/>
      <w:r w:rsidRPr="004D26F1">
        <w:rPr>
          <w:rFonts w:ascii="Times New Roman" w:hAnsi="Times New Roman" w:cs="Times New Roman"/>
          <w:b/>
          <w:sz w:val="24"/>
          <w:szCs w:val="24"/>
        </w:rPr>
        <w:t>:</w:t>
      </w:r>
    </w:p>
    <w:p w:rsidR="00F2262C" w:rsidRPr="004D26F1" w:rsidRDefault="00F2262C" w:rsidP="00F2262C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sz w:val="24"/>
          <w:szCs w:val="24"/>
        </w:rPr>
      </w:pPr>
      <w:proofErr w:type="spellStart"/>
      <w:r w:rsidRPr="004D26F1">
        <w:rPr>
          <w:sz w:val="24"/>
          <w:szCs w:val="24"/>
        </w:rPr>
        <w:t>Загальний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відділ</w:t>
      </w:r>
      <w:proofErr w:type="spellEnd"/>
      <w:r w:rsidRPr="004D26F1">
        <w:rPr>
          <w:sz w:val="24"/>
          <w:szCs w:val="24"/>
        </w:rPr>
        <w:t>;</w:t>
      </w:r>
    </w:p>
    <w:p w:rsidR="00F2262C" w:rsidRPr="004D26F1" w:rsidRDefault="00F2262C" w:rsidP="00F2262C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sz w:val="24"/>
          <w:szCs w:val="24"/>
        </w:rPr>
      </w:pPr>
      <w:proofErr w:type="spellStart"/>
      <w:r w:rsidRPr="004D26F1">
        <w:rPr>
          <w:sz w:val="24"/>
          <w:szCs w:val="24"/>
        </w:rPr>
        <w:t>Відділ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бухгалтерського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proofErr w:type="gramStart"/>
      <w:r w:rsidRPr="004D26F1">
        <w:rPr>
          <w:sz w:val="24"/>
          <w:szCs w:val="24"/>
        </w:rPr>
        <w:t>обл</w:t>
      </w:r>
      <w:proofErr w:type="gramEnd"/>
      <w:r w:rsidRPr="004D26F1">
        <w:rPr>
          <w:sz w:val="24"/>
          <w:szCs w:val="24"/>
        </w:rPr>
        <w:t>іку</w:t>
      </w:r>
      <w:proofErr w:type="spellEnd"/>
      <w:r w:rsidRPr="004D26F1">
        <w:rPr>
          <w:sz w:val="24"/>
          <w:szCs w:val="24"/>
        </w:rPr>
        <w:t>.</w:t>
      </w:r>
    </w:p>
    <w:p w:rsidR="00F2262C" w:rsidRPr="004C0CAE" w:rsidRDefault="00F2262C" w:rsidP="00F2262C">
      <w:pPr>
        <w:pStyle w:val="af1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sz w:val="24"/>
          <w:szCs w:val="24"/>
        </w:rPr>
      </w:pPr>
      <w:proofErr w:type="spellStart"/>
      <w:r w:rsidRPr="004D26F1">
        <w:rPr>
          <w:sz w:val="24"/>
          <w:szCs w:val="24"/>
        </w:rPr>
        <w:t>Відділ</w:t>
      </w:r>
      <w:proofErr w:type="spellEnd"/>
      <w:r w:rsidRPr="004D26F1">
        <w:rPr>
          <w:sz w:val="24"/>
          <w:szCs w:val="24"/>
        </w:rPr>
        <w:t xml:space="preserve"> з </w:t>
      </w:r>
      <w:proofErr w:type="spellStart"/>
      <w:r w:rsidRPr="004D26F1">
        <w:rPr>
          <w:sz w:val="24"/>
          <w:szCs w:val="24"/>
        </w:rPr>
        <w:t>організаційно</w:t>
      </w:r>
      <w:proofErr w:type="spellEnd"/>
      <w:r>
        <w:rPr>
          <w:sz w:val="24"/>
          <w:szCs w:val="24"/>
        </w:rPr>
        <w:t xml:space="preserve"> </w:t>
      </w:r>
      <w:r w:rsidRPr="004D26F1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кадрової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роботи</w:t>
      </w:r>
      <w:proofErr w:type="spellEnd"/>
      <w:r w:rsidRPr="004D26F1">
        <w:rPr>
          <w:sz w:val="24"/>
          <w:szCs w:val="24"/>
        </w:rPr>
        <w:t>.</w:t>
      </w:r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D26F1">
        <w:rPr>
          <w:rFonts w:ascii="Times New Roman" w:hAnsi="Times New Roman" w:cs="Times New Roman"/>
          <w:b/>
          <w:caps/>
          <w:sz w:val="24"/>
          <w:szCs w:val="24"/>
        </w:rPr>
        <w:t>Виконавчі органи</w:t>
      </w:r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26F1">
        <w:rPr>
          <w:rFonts w:ascii="Times New Roman" w:hAnsi="Times New Roman" w:cs="Times New Roman"/>
          <w:b/>
          <w:sz w:val="24"/>
          <w:szCs w:val="24"/>
        </w:rPr>
        <w:t>Відділи</w:t>
      </w:r>
      <w:proofErr w:type="spellEnd"/>
      <w:r w:rsidRPr="004D26F1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4D26F1">
        <w:rPr>
          <w:rFonts w:ascii="Times New Roman" w:hAnsi="Times New Roman" w:cs="Times New Roman"/>
          <w:b/>
          <w:sz w:val="24"/>
          <w:szCs w:val="24"/>
        </w:rPr>
        <w:t>інші</w:t>
      </w:r>
      <w:proofErr w:type="spellEnd"/>
      <w:r w:rsidRPr="004D26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b/>
          <w:sz w:val="24"/>
          <w:szCs w:val="24"/>
        </w:rPr>
        <w:t>структурні</w:t>
      </w:r>
      <w:proofErr w:type="spellEnd"/>
      <w:r w:rsidRPr="004D26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4D26F1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4D26F1">
        <w:rPr>
          <w:rFonts w:ascii="Times New Roman" w:hAnsi="Times New Roman" w:cs="Times New Roman"/>
          <w:b/>
          <w:sz w:val="24"/>
          <w:szCs w:val="24"/>
        </w:rPr>
        <w:t>ідрозділи</w:t>
      </w:r>
      <w:proofErr w:type="spellEnd"/>
      <w:r w:rsidRPr="004D26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b/>
          <w:sz w:val="24"/>
          <w:szCs w:val="24"/>
        </w:rPr>
        <w:t>виконавчого</w:t>
      </w:r>
      <w:proofErr w:type="spellEnd"/>
      <w:r w:rsidRPr="004D26F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b/>
          <w:sz w:val="24"/>
          <w:szCs w:val="24"/>
        </w:rPr>
        <w:t>комітету</w:t>
      </w:r>
      <w:proofErr w:type="spellEnd"/>
      <w:r w:rsidRPr="004D26F1">
        <w:rPr>
          <w:rFonts w:ascii="Times New Roman" w:hAnsi="Times New Roman" w:cs="Times New Roman"/>
          <w:b/>
          <w:sz w:val="24"/>
          <w:szCs w:val="24"/>
        </w:rPr>
        <w:t>:</w:t>
      </w:r>
    </w:p>
    <w:p w:rsidR="00F2262C" w:rsidRPr="004D26F1" w:rsidRDefault="00F2262C" w:rsidP="00F2262C">
      <w:pPr>
        <w:pStyle w:val="af1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sz w:val="24"/>
          <w:szCs w:val="24"/>
        </w:rPr>
      </w:pPr>
      <w:proofErr w:type="spellStart"/>
      <w:r w:rsidRPr="004D26F1">
        <w:rPr>
          <w:sz w:val="24"/>
          <w:szCs w:val="24"/>
        </w:rPr>
        <w:t>Відділ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фінансів</w:t>
      </w:r>
      <w:proofErr w:type="spellEnd"/>
      <w:r w:rsidRPr="004D26F1">
        <w:rPr>
          <w:sz w:val="24"/>
          <w:szCs w:val="24"/>
        </w:rPr>
        <w:t>;</w:t>
      </w:r>
    </w:p>
    <w:p w:rsidR="00F2262C" w:rsidRPr="004D26F1" w:rsidRDefault="00F2262C" w:rsidP="00F2262C">
      <w:pPr>
        <w:pStyle w:val="af1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sz w:val="24"/>
          <w:szCs w:val="24"/>
        </w:rPr>
      </w:pPr>
      <w:proofErr w:type="spellStart"/>
      <w:r w:rsidRPr="004D26F1">
        <w:rPr>
          <w:sz w:val="24"/>
          <w:szCs w:val="24"/>
        </w:rPr>
        <w:t>Відділ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комунальної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власності</w:t>
      </w:r>
      <w:proofErr w:type="spellEnd"/>
      <w:r w:rsidRPr="004D26F1">
        <w:rPr>
          <w:sz w:val="24"/>
          <w:szCs w:val="24"/>
        </w:rPr>
        <w:t xml:space="preserve">, </w:t>
      </w:r>
      <w:proofErr w:type="spellStart"/>
      <w:r w:rsidRPr="004D26F1">
        <w:rPr>
          <w:sz w:val="24"/>
          <w:szCs w:val="24"/>
        </w:rPr>
        <w:t>охорони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навколишнього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середовища</w:t>
      </w:r>
      <w:proofErr w:type="spellEnd"/>
      <w:r w:rsidRPr="004D26F1">
        <w:rPr>
          <w:sz w:val="24"/>
          <w:szCs w:val="24"/>
        </w:rPr>
        <w:t xml:space="preserve"> та </w:t>
      </w:r>
      <w:proofErr w:type="spellStart"/>
      <w:r w:rsidRPr="004D26F1">
        <w:rPr>
          <w:sz w:val="24"/>
          <w:szCs w:val="24"/>
        </w:rPr>
        <w:t>земельних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відносин</w:t>
      </w:r>
      <w:proofErr w:type="spellEnd"/>
      <w:r w:rsidRPr="004D26F1">
        <w:rPr>
          <w:sz w:val="24"/>
          <w:szCs w:val="24"/>
        </w:rPr>
        <w:t>;</w:t>
      </w:r>
    </w:p>
    <w:p w:rsidR="00F2262C" w:rsidRPr="004D26F1" w:rsidRDefault="00F2262C" w:rsidP="00F2262C">
      <w:pPr>
        <w:pStyle w:val="af1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sz w:val="24"/>
          <w:szCs w:val="24"/>
        </w:rPr>
      </w:pPr>
      <w:proofErr w:type="spellStart"/>
      <w:r w:rsidRPr="004D26F1">
        <w:rPr>
          <w:sz w:val="24"/>
          <w:szCs w:val="24"/>
        </w:rPr>
        <w:t>Відділ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освіти</w:t>
      </w:r>
      <w:proofErr w:type="spellEnd"/>
      <w:r w:rsidRPr="004D26F1">
        <w:rPr>
          <w:sz w:val="24"/>
          <w:szCs w:val="24"/>
        </w:rPr>
        <w:t xml:space="preserve">, </w:t>
      </w:r>
      <w:proofErr w:type="spellStart"/>
      <w:r w:rsidRPr="004D26F1">
        <w:rPr>
          <w:sz w:val="24"/>
          <w:szCs w:val="24"/>
        </w:rPr>
        <w:t>культури</w:t>
      </w:r>
      <w:proofErr w:type="spellEnd"/>
      <w:r w:rsidRPr="004D26F1">
        <w:rPr>
          <w:sz w:val="24"/>
          <w:szCs w:val="24"/>
        </w:rPr>
        <w:t xml:space="preserve">, </w:t>
      </w:r>
      <w:proofErr w:type="spellStart"/>
      <w:r w:rsidRPr="004D26F1">
        <w:rPr>
          <w:sz w:val="24"/>
          <w:szCs w:val="24"/>
        </w:rPr>
        <w:t>молоді</w:t>
      </w:r>
      <w:proofErr w:type="spellEnd"/>
      <w:r w:rsidRPr="004D26F1">
        <w:rPr>
          <w:sz w:val="24"/>
          <w:szCs w:val="24"/>
        </w:rPr>
        <w:t xml:space="preserve">, спорту та </w:t>
      </w:r>
      <w:proofErr w:type="spellStart"/>
      <w:proofErr w:type="gramStart"/>
      <w:r w:rsidRPr="004D26F1">
        <w:rPr>
          <w:sz w:val="24"/>
          <w:szCs w:val="24"/>
        </w:rPr>
        <w:t>соц</w:t>
      </w:r>
      <w:proofErr w:type="gramEnd"/>
      <w:r w:rsidRPr="004D26F1">
        <w:rPr>
          <w:sz w:val="24"/>
          <w:szCs w:val="24"/>
        </w:rPr>
        <w:t>іального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захисту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населення</w:t>
      </w:r>
      <w:proofErr w:type="spellEnd"/>
      <w:r w:rsidRPr="004D26F1">
        <w:rPr>
          <w:sz w:val="24"/>
          <w:szCs w:val="24"/>
        </w:rPr>
        <w:t xml:space="preserve">; </w:t>
      </w:r>
    </w:p>
    <w:p w:rsidR="00F2262C" w:rsidRPr="004D26F1" w:rsidRDefault="00F2262C" w:rsidP="00F2262C">
      <w:pPr>
        <w:pStyle w:val="af1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sz w:val="24"/>
          <w:szCs w:val="24"/>
        </w:rPr>
      </w:pPr>
      <w:proofErr w:type="spellStart"/>
      <w:r w:rsidRPr="004D26F1">
        <w:rPr>
          <w:sz w:val="24"/>
          <w:szCs w:val="24"/>
        </w:rPr>
        <w:t>Відділ</w:t>
      </w:r>
      <w:proofErr w:type="spellEnd"/>
      <w:r w:rsidRPr="004D26F1">
        <w:rPr>
          <w:sz w:val="24"/>
          <w:szCs w:val="24"/>
        </w:rPr>
        <w:t xml:space="preserve"> з </w:t>
      </w:r>
      <w:proofErr w:type="spellStart"/>
      <w:r w:rsidRPr="004D26F1">
        <w:rPr>
          <w:sz w:val="24"/>
          <w:szCs w:val="24"/>
        </w:rPr>
        <w:t>питань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організації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надання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proofErr w:type="gramStart"/>
      <w:r w:rsidRPr="004D26F1">
        <w:rPr>
          <w:sz w:val="24"/>
          <w:szCs w:val="24"/>
        </w:rPr>
        <w:t>адм</w:t>
      </w:r>
      <w:proofErr w:type="gramEnd"/>
      <w:r w:rsidRPr="004D26F1">
        <w:rPr>
          <w:sz w:val="24"/>
          <w:szCs w:val="24"/>
        </w:rPr>
        <w:t>іністративних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послуг</w:t>
      </w:r>
      <w:proofErr w:type="spellEnd"/>
      <w:r w:rsidRPr="004D26F1">
        <w:rPr>
          <w:sz w:val="24"/>
          <w:szCs w:val="24"/>
        </w:rPr>
        <w:t>;</w:t>
      </w:r>
    </w:p>
    <w:p w:rsidR="00F2262C" w:rsidRPr="004D26F1" w:rsidRDefault="00F2262C" w:rsidP="00F2262C">
      <w:pPr>
        <w:pStyle w:val="af1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sz w:val="24"/>
          <w:szCs w:val="24"/>
        </w:rPr>
      </w:pPr>
      <w:proofErr w:type="spellStart"/>
      <w:r w:rsidRPr="004D26F1">
        <w:rPr>
          <w:sz w:val="24"/>
          <w:szCs w:val="24"/>
        </w:rPr>
        <w:t>Будинки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культури</w:t>
      </w:r>
      <w:proofErr w:type="spellEnd"/>
      <w:r w:rsidRPr="004D26F1">
        <w:rPr>
          <w:sz w:val="24"/>
          <w:szCs w:val="24"/>
        </w:rPr>
        <w:t>, клуби;</w:t>
      </w:r>
    </w:p>
    <w:p w:rsidR="00F2262C" w:rsidRPr="004D26F1" w:rsidRDefault="00F2262C" w:rsidP="00F2262C">
      <w:pPr>
        <w:pStyle w:val="af1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sz w:val="24"/>
          <w:szCs w:val="24"/>
        </w:rPr>
      </w:pPr>
      <w:proofErr w:type="spellStart"/>
      <w:proofErr w:type="gramStart"/>
      <w:r w:rsidRPr="004D26F1">
        <w:rPr>
          <w:sz w:val="24"/>
          <w:szCs w:val="24"/>
        </w:rPr>
        <w:t>Б</w:t>
      </w:r>
      <w:proofErr w:type="gramEnd"/>
      <w:r w:rsidRPr="004D26F1">
        <w:rPr>
          <w:sz w:val="24"/>
          <w:szCs w:val="24"/>
        </w:rPr>
        <w:t>ібліотеки</w:t>
      </w:r>
      <w:proofErr w:type="spellEnd"/>
      <w:r w:rsidRPr="004D26F1">
        <w:rPr>
          <w:sz w:val="24"/>
          <w:szCs w:val="24"/>
        </w:rPr>
        <w:t>;</w:t>
      </w:r>
    </w:p>
    <w:p w:rsidR="00F2262C" w:rsidRPr="004D26F1" w:rsidRDefault="00F2262C" w:rsidP="00F2262C">
      <w:pPr>
        <w:pStyle w:val="af1"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sz w:val="24"/>
          <w:szCs w:val="24"/>
        </w:rPr>
      </w:pPr>
      <w:proofErr w:type="spellStart"/>
      <w:proofErr w:type="gramStart"/>
      <w:r w:rsidRPr="004D26F1">
        <w:rPr>
          <w:sz w:val="24"/>
          <w:szCs w:val="24"/>
        </w:rPr>
        <w:t>Соц</w:t>
      </w:r>
      <w:proofErr w:type="gramEnd"/>
      <w:r w:rsidRPr="004D26F1">
        <w:rPr>
          <w:sz w:val="24"/>
          <w:szCs w:val="24"/>
        </w:rPr>
        <w:t>іальні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робітники</w:t>
      </w:r>
      <w:proofErr w:type="spellEnd"/>
      <w:r w:rsidRPr="004D26F1">
        <w:rPr>
          <w:sz w:val="24"/>
          <w:szCs w:val="24"/>
        </w:rPr>
        <w:t>;</w:t>
      </w:r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 xml:space="preserve">8. 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Працівники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позашкільної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>;</w:t>
      </w:r>
    </w:p>
    <w:p w:rsidR="00F2262C" w:rsidRPr="004D26F1" w:rsidRDefault="00F2262C" w:rsidP="00F2262C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 xml:space="preserve">      9. 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Обслуговуючий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персонал.</w:t>
      </w:r>
    </w:p>
    <w:p w:rsidR="00F2262C" w:rsidRPr="004D26F1" w:rsidRDefault="00F2262C" w:rsidP="00F2262C">
      <w:pPr>
        <w:tabs>
          <w:tab w:val="left" w:pos="284"/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ab/>
        <w:t xml:space="preserve">10. Служба </w:t>
      </w:r>
      <w:proofErr w:type="gramStart"/>
      <w:r w:rsidRPr="004D26F1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4D26F1">
        <w:rPr>
          <w:rFonts w:ascii="Times New Roman" w:hAnsi="Times New Roman" w:cs="Times New Roman"/>
          <w:sz w:val="24"/>
          <w:szCs w:val="24"/>
        </w:rPr>
        <w:t xml:space="preserve"> справах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дітей</w:t>
      </w:r>
      <w:proofErr w:type="spellEnd"/>
    </w:p>
    <w:p w:rsidR="00F2262C" w:rsidRPr="004D26F1" w:rsidRDefault="00F2262C" w:rsidP="00F2262C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F2262C" w:rsidRPr="004D26F1" w:rsidRDefault="00F2262C" w:rsidP="00F2262C">
      <w:pPr>
        <w:pStyle w:val="af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  <w:r w:rsidRPr="004D26F1">
        <w:rPr>
          <w:b/>
          <w:sz w:val="24"/>
          <w:szCs w:val="24"/>
        </w:rPr>
        <w:t>ВИКОНАВЧІ ОРГАНИ СІЛЬСЬКОЇ РАДИ</w:t>
      </w:r>
    </w:p>
    <w:p w:rsidR="00F2262C" w:rsidRPr="004D26F1" w:rsidRDefault="00F2262C" w:rsidP="00F2262C">
      <w:pPr>
        <w:pStyle w:val="af1"/>
        <w:numPr>
          <w:ilvl w:val="1"/>
          <w:numId w:val="13"/>
        </w:numPr>
        <w:spacing w:after="0" w:line="276" w:lineRule="auto"/>
        <w:rPr>
          <w:sz w:val="24"/>
          <w:szCs w:val="24"/>
        </w:rPr>
      </w:pPr>
      <w:proofErr w:type="spellStart"/>
      <w:r w:rsidRPr="004D26F1">
        <w:rPr>
          <w:sz w:val="24"/>
          <w:szCs w:val="24"/>
        </w:rPr>
        <w:t>Фінансовий</w:t>
      </w:r>
      <w:proofErr w:type="spellEnd"/>
      <w:r w:rsidRPr="004D26F1">
        <w:rPr>
          <w:sz w:val="24"/>
          <w:szCs w:val="24"/>
        </w:rPr>
        <w:t xml:space="preserve"> </w:t>
      </w:r>
      <w:proofErr w:type="spellStart"/>
      <w:r w:rsidRPr="004D26F1">
        <w:rPr>
          <w:sz w:val="24"/>
          <w:szCs w:val="24"/>
        </w:rPr>
        <w:t>відділ</w:t>
      </w:r>
      <w:proofErr w:type="spellEnd"/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2262C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F2262C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2262C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2262C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2262C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2262C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2262C" w:rsidRPr="004D26F1" w:rsidRDefault="00F2262C" w:rsidP="00F22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F2262C" w:rsidRPr="004D26F1" w:rsidRDefault="00F2262C" w:rsidP="00F22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D26F1">
        <w:rPr>
          <w:rFonts w:ascii="Times New Roman" w:hAnsi="Times New Roman" w:cs="Times New Roman"/>
          <w:bCs/>
          <w:caps/>
          <w:color w:val="000000"/>
          <w:sz w:val="24"/>
          <w:szCs w:val="24"/>
        </w:rPr>
        <w:t>затверджено</w:t>
      </w:r>
    </w:p>
    <w:p w:rsidR="00F2262C" w:rsidRPr="004D26F1" w:rsidRDefault="00F2262C" w:rsidP="00F22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proofErr w:type="gramStart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>р</w:t>
      </w:r>
      <w:proofErr w:type="gramEnd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>ішенням</w:t>
      </w:r>
      <w:proofErr w:type="spellEnd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>Крупецької</w:t>
      </w:r>
      <w:proofErr w:type="spellEnd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>сільської</w:t>
      </w:r>
      <w:proofErr w:type="spellEnd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ради  </w:t>
      </w:r>
    </w:p>
    <w:p w:rsidR="00F2262C" w:rsidRPr="004D26F1" w:rsidRDefault="00F2262C" w:rsidP="00F2262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VІІ </w:t>
      </w:r>
      <w:proofErr w:type="spellStart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>скликання</w:t>
      </w:r>
      <w:proofErr w:type="spellEnd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>від</w:t>
      </w:r>
      <w:proofErr w:type="spellEnd"/>
      <w:r w:rsidRPr="004D26F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22.10.2019 року № 14</w:t>
      </w:r>
    </w:p>
    <w:p w:rsidR="00F2262C" w:rsidRPr="004D26F1" w:rsidRDefault="00F2262C" w:rsidP="00F2262C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57" w:line="276" w:lineRule="auto"/>
        <w:ind w:left="4678" w:right="0"/>
        <w:rPr>
          <w:b w:val="0"/>
          <w:iCs/>
          <w:sz w:val="24"/>
          <w:szCs w:val="24"/>
        </w:rPr>
      </w:pPr>
      <w:r>
        <w:rPr>
          <w:b w:val="0"/>
          <w:iCs/>
          <w:sz w:val="24"/>
          <w:szCs w:val="24"/>
        </w:rPr>
        <w:t xml:space="preserve">(у </w:t>
      </w:r>
      <w:proofErr w:type="spellStart"/>
      <w:r>
        <w:rPr>
          <w:b w:val="0"/>
          <w:iCs/>
          <w:sz w:val="24"/>
          <w:szCs w:val="24"/>
        </w:rPr>
        <w:t>редакції</w:t>
      </w:r>
      <w:proofErr w:type="spellEnd"/>
      <w:r>
        <w:rPr>
          <w:b w:val="0"/>
          <w:iCs/>
          <w:sz w:val="24"/>
          <w:szCs w:val="24"/>
        </w:rPr>
        <w:t xml:space="preserve"> </w:t>
      </w:r>
      <w:proofErr w:type="spellStart"/>
      <w:proofErr w:type="gramStart"/>
      <w:r>
        <w:rPr>
          <w:b w:val="0"/>
          <w:iCs/>
          <w:sz w:val="24"/>
          <w:szCs w:val="24"/>
        </w:rPr>
        <w:t>р</w:t>
      </w:r>
      <w:proofErr w:type="gramEnd"/>
      <w:r>
        <w:rPr>
          <w:b w:val="0"/>
          <w:iCs/>
          <w:sz w:val="24"/>
          <w:szCs w:val="24"/>
        </w:rPr>
        <w:t>ішення</w:t>
      </w:r>
      <w:proofErr w:type="spellEnd"/>
      <w:r>
        <w:rPr>
          <w:b w:val="0"/>
          <w:iCs/>
          <w:sz w:val="24"/>
          <w:szCs w:val="24"/>
        </w:rPr>
        <w:t xml:space="preserve"> </w:t>
      </w:r>
      <w:proofErr w:type="spellStart"/>
      <w:r>
        <w:rPr>
          <w:b w:val="0"/>
          <w:iCs/>
          <w:sz w:val="24"/>
          <w:szCs w:val="24"/>
        </w:rPr>
        <w:t>від</w:t>
      </w:r>
      <w:proofErr w:type="spellEnd"/>
      <w:r>
        <w:rPr>
          <w:b w:val="0"/>
          <w:iCs/>
          <w:sz w:val="24"/>
          <w:szCs w:val="24"/>
        </w:rPr>
        <w:t xml:space="preserve"> 23.12.2020 року №9</w:t>
      </w:r>
      <w:r w:rsidRPr="004D26F1">
        <w:rPr>
          <w:b w:val="0"/>
          <w:iCs/>
          <w:sz w:val="24"/>
          <w:szCs w:val="24"/>
        </w:rPr>
        <w:t>)</w:t>
      </w:r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6F1">
        <w:rPr>
          <w:rFonts w:ascii="Times New Roman" w:hAnsi="Times New Roman" w:cs="Times New Roman"/>
          <w:b/>
          <w:sz w:val="24"/>
          <w:szCs w:val="24"/>
        </w:rPr>
        <w:t xml:space="preserve">ШТАТНИЙ РОЗПИС </w:t>
      </w:r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26F1">
        <w:rPr>
          <w:rFonts w:ascii="Times New Roman" w:hAnsi="Times New Roman" w:cs="Times New Roman"/>
          <w:b/>
          <w:sz w:val="24"/>
          <w:szCs w:val="24"/>
        </w:rPr>
        <w:t>АПАРАТУ СІЛЬСЬКОЇ РАДИ, ЇЇ ВИКОНАВЧИХ ОРГАНІ</w:t>
      </w:r>
      <w:proofErr w:type="gramStart"/>
      <w:r w:rsidRPr="004D26F1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"/>
        <w:gridCol w:w="24"/>
        <w:gridCol w:w="33"/>
        <w:gridCol w:w="6774"/>
        <w:gridCol w:w="2230"/>
      </w:tblGrid>
      <w:tr w:rsidR="00F2262C" w:rsidRPr="004D26F1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62C" w:rsidRPr="004D26F1" w:rsidRDefault="00F2262C" w:rsidP="00850063">
            <w:pPr>
              <w:spacing w:before="24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Назва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структурного </w:t>
            </w:r>
            <w:proofErr w:type="spellStart"/>
            <w:proofErr w:type="gram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ідрозділу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Кількість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штатних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посад</w:t>
            </w:r>
          </w:p>
        </w:tc>
      </w:tr>
      <w:tr w:rsidR="00F2262C" w:rsidRPr="004D26F1" w:rsidTr="00850063">
        <w:trPr>
          <w:trHeight w:val="450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Керівний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склад</w:t>
            </w:r>
          </w:p>
        </w:tc>
      </w:tr>
      <w:tr w:rsidR="00F2262C" w:rsidRPr="004D26F1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Сільський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голова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Секретар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Заступник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сільського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голови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діяльності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виконавчих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органі</w:t>
            </w:r>
            <w:proofErr w:type="gram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Керуючий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справами (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секретар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виконавчого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комітету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Староста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2262C" w:rsidRPr="004D26F1" w:rsidTr="00850063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F2262C" w:rsidRPr="004D26F1" w:rsidTr="00850063">
        <w:trPr>
          <w:trHeight w:val="301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Загальний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відділ</w:t>
            </w:r>
            <w:proofErr w:type="spellEnd"/>
          </w:p>
        </w:tc>
      </w:tr>
      <w:tr w:rsidR="00F2262C" w:rsidRPr="004D26F1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юридичної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rPr>
          <w:trHeight w:val="278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262C" w:rsidRPr="004D26F1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Оператор </w:t>
            </w:r>
            <w:proofErr w:type="spellStart"/>
            <w:r w:rsidRPr="004D26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комп’ютерного</w:t>
            </w:r>
            <w:proofErr w:type="spellEnd"/>
            <w:r w:rsidRPr="004D26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набору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F2262C" w:rsidRPr="004D26F1" w:rsidTr="00850063">
        <w:trPr>
          <w:trHeight w:val="383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Відділ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бухгалтерського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обл</w:t>
            </w:r>
            <w:proofErr w:type="gram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іку</w:t>
            </w:r>
            <w:proofErr w:type="spellEnd"/>
          </w:p>
        </w:tc>
      </w:tr>
      <w:tr w:rsidR="00F2262C" w:rsidRPr="004D26F1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бухгалтер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262C" w:rsidRPr="004D26F1" w:rsidTr="00850063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2262C" w:rsidRPr="004D26F1" w:rsidTr="00850063">
        <w:trPr>
          <w:trHeight w:val="415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Відділ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фінансів</w:t>
            </w:r>
            <w:proofErr w:type="spellEnd"/>
          </w:p>
        </w:tc>
      </w:tr>
      <w:tr w:rsidR="00F2262C" w:rsidRPr="004D26F1" w:rsidTr="00850063"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c>
          <w:tcPr>
            <w:tcW w:w="5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tabs>
                <w:tab w:val="center" w:pos="3277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262C" w:rsidRPr="004D26F1" w:rsidTr="00850063">
        <w:trPr>
          <w:trHeight w:val="275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2262C" w:rsidRPr="004D26F1" w:rsidTr="00850063">
        <w:tc>
          <w:tcPr>
            <w:tcW w:w="734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62C" w:rsidRPr="004D26F1" w:rsidTr="00850063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Відділ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комунальної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власності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</w:p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Охорони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навколишнього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середовища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та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земельних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відносин</w:t>
            </w:r>
            <w:proofErr w:type="spellEnd"/>
          </w:p>
        </w:tc>
      </w:tr>
      <w:tr w:rsidR="00F2262C" w:rsidRPr="004D26F1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rPr>
          <w:trHeight w:val="23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D26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</w:t>
            </w:r>
            <w:proofErr w:type="gramEnd"/>
            <w:r w:rsidRPr="004D26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ідний</w:t>
            </w:r>
            <w:proofErr w:type="spellEnd"/>
            <w:r w:rsidRPr="004D26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спеціаліст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Інспектор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2262C" w:rsidRPr="004D26F1" w:rsidTr="00850063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Відділ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освіти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культури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молоді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спорту та </w:t>
            </w:r>
            <w:proofErr w:type="spellStart"/>
            <w:proofErr w:type="gram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соц</w:t>
            </w:r>
            <w:proofErr w:type="gram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іального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захисту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населення</w:t>
            </w:r>
            <w:proofErr w:type="spellEnd"/>
          </w:p>
        </w:tc>
      </w:tr>
      <w:tr w:rsidR="00F2262C" w:rsidRPr="004D26F1" w:rsidTr="00850063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питань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освіти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ІІ 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категорії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262C" w:rsidRPr="004D26F1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2262C" w:rsidRPr="004D26F1" w:rsidTr="00850063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Відділ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питань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організації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надання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адм</w:t>
            </w:r>
            <w:proofErr w:type="gram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іністративних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послуг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F2262C" w:rsidRPr="004D26F1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Адм</w:t>
            </w:r>
            <w:proofErr w:type="gram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іністратор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262C" w:rsidRPr="004D26F1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ІІ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категорії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F2262C" w:rsidRPr="004D26F1" w:rsidTr="00850063"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Відділ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організаційно-кадрової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роботи</w:t>
            </w:r>
            <w:proofErr w:type="spellEnd"/>
          </w:p>
        </w:tc>
      </w:tr>
      <w:tr w:rsidR="00F2262C" w:rsidRPr="004D26F1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2262C" w:rsidRPr="004D26F1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F2262C" w:rsidRPr="004D26F1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2262C" w:rsidRPr="004D26F1" w:rsidTr="00850063">
        <w:trPr>
          <w:trHeight w:val="62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Обслуговуючий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персонал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62C" w:rsidRPr="004D26F1" w:rsidTr="00850063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Прибиральник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службових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приміщень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2262C" w:rsidRPr="004D26F1" w:rsidTr="00850063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Служба </w:t>
            </w:r>
            <w:proofErr w:type="gram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у</w:t>
            </w:r>
            <w:proofErr w:type="gram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справах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дітей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62C" w:rsidRPr="004D26F1" w:rsidTr="00850063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rPr>
          <w:trHeight w:val="264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F2262C" w:rsidRPr="004D26F1" w:rsidTr="00850063">
        <w:trPr>
          <w:trHeight w:val="264"/>
        </w:trPr>
        <w:tc>
          <w:tcPr>
            <w:tcW w:w="95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Виконавчі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органи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сільської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ради</w:t>
            </w:r>
          </w:p>
        </w:tc>
      </w:tr>
      <w:tr w:rsidR="00F2262C" w:rsidRPr="004D26F1" w:rsidTr="00850063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Фінансовий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відділ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262C" w:rsidRPr="004D26F1" w:rsidTr="00850063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2262C" w:rsidRPr="004D26F1" w:rsidTr="00850063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Головний</w:t>
            </w:r>
            <w:proofErr w:type="spellEnd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спеціалі</w:t>
            </w:r>
            <w:proofErr w:type="gramStart"/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spellEnd"/>
            <w:proofErr w:type="gram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2262C" w:rsidRPr="004D26F1" w:rsidTr="00850063">
        <w:trPr>
          <w:trHeight w:val="264"/>
        </w:trPr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F2262C" w:rsidRPr="004D26F1" w:rsidTr="00850063">
        <w:tc>
          <w:tcPr>
            <w:tcW w:w="734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чисельність</w:t>
            </w:r>
            <w:proofErr w:type="spellEnd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працівників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262C" w:rsidRPr="004D26F1" w:rsidRDefault="00F2262C" w:rsidP="0085006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D26F1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</w:tr>
    </w:tbl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F2262C" w:rsidRPr="004D26F1" w:rsidRDefault="00F2262C" w:rsidP="00F22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A651EC" w:rsidRDefault="00A651EC"/>
    <w:sectPr w:rsidR="00A651EC" w:rsidSect="00F2262C">
      <w:pgSz w:w="12240" w:h="15840"/>
      <w:pgMar w:top="709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46EB" w:rsidRDefault="002346EB">
      <w:pPr>
        <w:spacing w:after="0" w:line="240" w:lineRule="auto"/>
      </w:pPr>
      <w:r>
        <w:separator/>
      </w:r>
    </w:p>
  </w:endnote>
  <w:endnote w:type="continuationSeparator" w:id="0">
    <w:p w:rsidR="002346EB" w:rsidRDefault="00234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46EB" w:rsidRDefault="002346EB">
      <w:pPr>
        <w:spacing w:after="0" w:line="240" w:lineRule="auto"/>
      </w:pPr>
      <w:r>
        <w:separator/>
      </w:r>
    </w:p>
  </w:footnote>
  <w:footnote w:type="continuationSeparator" w:id="0">
    <w:p w:rsidR="002346EB" w:rsidRDefault="002346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18A40C21"/>
    <w:multiLevelType w:val="multilevel"/>
    <w:tmpl w:val="8648DD0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2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62C"/>
    <w:rsid w:val="000A6FD5"/>
    <w:rsid w:val="002346EB"/>
    <w:rsid w:val="00A651EC"/>
    <w:rsid w:val="00C90EDE"/>
    <w:rsid w:val="00F2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2C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F2262C"/>
    <w:rPr>
      <w:color w:val="283138" w:themeColor="text2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2262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2262C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2262C"/>
    <w:rPr>
      <w:rFonts w:ascii="Consolas" w:eastAsiaTheme="minorEastAsia" w:hAnsi="Consolas"/>
      <w:sz w:val="20"/>
      <w:szCs w:val="20"/>
    </w:rPr>
  </w:style>
  <w:style w:type="paragraph" w:customStyle="1" w:styleId="Pro">
    <w:name w:val="Pro"/>
    <w:basedOn w:val="a"/>
    <w:rsid w:val="00F2262C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62C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F2262C"/>
    <w:rPr>
      <w:color w:val="283138" w:themeColor="text2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2262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2262C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2262C"/>
    <w:rPr>
      <w:rFonts w:ascii="Consolas" w:eastAsiaTheme="minorEastAsia" w:hAnsi="Consolas"/>
      <w:sz w:val="20"/>
      <w:szCs w:val="20"/>
    </w:rPr>
  </w:style>
  <w:style w:type="paragraph" w:customStyle="1" w:styleId="Pro">
    <w:name w:val="Pro"/>
    <w:basedOn w:val="a"/>
    <w:rsid w:val="00F2262C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5</TotalTime>
  <Pages>1</Pages>
  <Words>719</Words>
  <Characters>4103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2020-12-24T17:04:00Z</dcterms:created>
  <dcterms:modified xsi:type="dcterms:W3CDTF">2020-12-24T18:37:00Z</dcterms:modified>
</cp:coreProperties>
</file>