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0C2" w:rsidRDefault="002330C2" w:rsidP="00233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330C2" w:rsidRDefault="002330C2" w:rsidP="002330C2"/>
    <w:p w:rsidR="002330C2" w:rsidRDefault="002330C2" w:rsidP="002330C2"/>
    <w:p w:rsidR="002330C2" w:rsidRDefault="002330C2" w:rsidP="00233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330C2" w:rsidRDefault="002330C2" w:rsidP="00233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330C2" w:rsidRDefault="002330C2" w:rsidP="00233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330C2" w:rsidRDefault="002330C2" w:rsidP="00233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330C2" w:rsidRDefault="002330C2" w:rsidP="002330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0C2" w:rsidRDefault="002330C2" w:rsidP="002330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330C2" w:rsidRDefault="002330C2" w:rsidP="002330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0C2" w:rsidRDefault="002330C2" w:rsidP="002330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330C2" w:rsidRDefault="002330C2" w:rsidP="002330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30C2" w:rsidRPr="0083481C" w:rsidRDefault="002330C2" w:rsidP="002330C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№118</w:t>
      </w:r>
    </w:p>
    <w:p w:rsidR="002330C2" w:rsidRPr="00EA36DA" w:rsidRDefault="002330C2" w:rsidP="002330C2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330C2" w:rsidRPr="00EA36DA" w:rsidRDefault="002330C2" w:rsidP="002330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330C2" w:rsidRPr="00EA36DA" w:rsidRDefault="002330C2" w:rsidP="002330C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2330C2" w:rsidRPr="00EA36DA" w:rsidRDefault="002330C2" w:rsidP="002330C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330C2" w:rsidRPr="00EA36DA" w:rsidRDefault="002330C2" w:rsidP="002330C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Матвійчуку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П.Т.</w:t>
      </w:r>
    </w:p>
    <w:p w:rsidR="002330C2" w:rsidRPr="00EA36DA" w:rsidRDefault="002330C2" w:rsidP="002330C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30C2" w:rsidRPr="00EA36DA" w:rsidRDefault="002330C2" w:rsidP="002330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Матвійчука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2330C2" w:rsidRPr="00EA36DA" w:rsidRDefault="002330C2" w:rsidP="002330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330C2" w:rsidRPr="00EA36DA" w:rsidRDefault="002330C2" w:rsidP="002330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Матвійчуку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Петру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Терентійовичу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2330C2" w:rsidRPr="00EA36DA" w:rsidRDefault="002330C2" w:rsidP="00233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Петру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Терентійовичу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91B6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91B6D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</w:t>
      </w:r>
      <w:r>
        <w:rPr>
          <w:rFonts w:ascii="Times New Roman" w:hAnsi="Times New Roman" w:cs="Times New Roman"/>
          <w:sz w:val="24"/>
          <w:szCs w:val="24"/>
        </w:rPr>
        <w:t>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EA36D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6823984700:04:003:0015,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2330C2" w:rsidRPr="00EA36DA" w:rsidRDefault="002330C2" w:rsidP="00233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3.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Матвійчуку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2330C2" w:rsidRPr="00EA36DA" w:rsidRDefault="002330C2" w:rsidP="002330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2330C2" w:rsidRPr="002330C2" w:rsidRDefault="002330C2" w:rsidP="002330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330C2" w:rsidRPr="00EA36DA" w:rsidRDefault="002330C2" w:rsidP="002330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3CF0" w:rsidRPr="002330C2" w:rsidRDefault="002330C2" w:rsidP="002330C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43CF0" w:rsidRPr="002330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0C2"/>
    <w:rsid w:val="00171A2E"/>
    <w:rsid w:val="002330C2"/>
    <w:rsid w:val="00304C90"/>
    <w:rsid w:val="00443CF0"/>
    <w:rsid w:val="00491B6D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2020-07-02T12:16:00Z</dcterms:created>
  <dcterms:modified xsi:type="dcterms:W3CDTF">2020-07-02T13:32:00Z</dcterms:modified>
</cp:coreProperties>
</file>