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F44" w:rsidRPr="00B623A8" w:rsidRDefault="009B4F44" w:rsidP="009B4F4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F44" w:rsidRDefault="009B4F44" w:rsidP="009B4F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4F44" w:rsidRDefault="009B4F44" w:rsidP="009B4F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4F44" w:rsidRDefault="009B4F44" w:rsidP="009B4F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4F44" w:rsidRDefault="009B4F44" w:rsidP="009B4F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F44" w:rsidRPr="006E3F23" w:rsidRDefault="009B4F44" w:rsidP="009B4F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№24</w:t>
      </w:r>
    </w:p>
    <w:p w:rsidR="009B4F44" w:rsidRPr="00A31AA4" w:rsidRDefault="009B4F44" w:rsidP="009B4F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B4F44" w:rsidRPr="00A31AA4" w:rsidRDefault="009B4F44" w:rsidP="009B4F4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9B4F44" w:rsidRPr="00A31AA4" w:rsidRDefault="009B4F44" w:rsidP="009B4F4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9B4F44" w:rsidRPr="00243225" w:rsidRDefault="009B4F44" w:rsidP="009B4F44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Жук Л.М.</w:t>
      </w:r>
    </w:p>
    <w:p w:rsidR="009B4F44" w:rsidRPr="00A31AA4" w:rsidRDefault="009B4F44" w:rsidP="009B4F44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F44" w:rsidRPr="00A31AA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Жук Л.М.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</w:t>
      </w:r>
    </w:p>
    <w:p w:rsidR="009B4F44" w:rsidRPr="00A31AA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B4F44" w:rsidRPr="00A31AA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 Жук Любові Михайлівні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</w:rPr>
        <w:t>для 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0,1500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Головлі на території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Крупецької сільської ради.</w:t>
      </w:r>
    </w:p>
    <w:p w:rsidR="009B4F4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>и Жук Любові Михайлівні</w:t>
      </w:r>
      <w:r w:rsidRPr="004E3D91">
        <w:rPr>
          <w:rFonts w:ascii="Times New Roman" w:eastAsia="Arial Unicode MS" w:hAnsi="Times New Roman"/>
          <w:sz w:val="24"/>
          <w:szCs w:val="24"/>
        </w:rPr>
        <w:t>,  я</w:t>
      </w:r>
      <w:r>
        <w:rPr>
          <w:rFonts w:ascii="Times New Roman" w:eastAsia="Arial Unicode MS" w:hAnsi="Times New Roman"/>
          <w:sz w:val="24"/>
          <w:szCs w:val="24"/>
        </w:rPr>
        <w:t xml:space="preserve">ка зареєстрована за адресою: </w:t>
      </w:r>
      <w:r w:rsidR="00E01ED4">
        <w:rPr>
          <w:rFonts w:ascii="Times New Roman" w:eastAsia="Arial Unicode MS" w:hAnsi="Times New Roman"/>
          <w:sz w:val="24"/>
          <w:szCs w:val="24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E01ED4">
        <w:rPr>
          <w:rFonts w:ascii="Times New Roman" w:eastAsia="Arial Unicode MS" w:hAnsi="Times New Roman"/>
          <w:sz w:val="24"/>
          <w:szCs w:val="24"/>
        </w:rPr>
        <w:t>________</w:t>
      </w:r>
      <w:bookmarkStart w:id="0" w:name="_GoBack"/>
      <w:bookmarkEnd w:id="0"/>
      <w:r w:rsidR="00E01ED4">
        <w:rPr>
          <w:rFonts w:ascii="Times New Roman" w:eastAsia="Arial Unicode MS" w:hAnsi="Times New Roman"/>
          <w:sz w:val="24"/>
          <w:szCs w:val="24"/>
        </w:rPr>
        <w:t>___</w:t>
      </w:r>
      <w:r w:rsidRPr="004E3D91">
        <w:rPr>
          <w:rFonts w:ascii="Times New Roman" w:eastAsia="Arial Unicode MS" w:hAnsi="Times New Roman"/>
          <w:sz w:val="24"/>
          <w:szCs w:val="24"/>
        </w:rPr>
        <w:t>, у власність</w:t>
      </w:r>
      <w:r>
        <w:rPr>
          <w:rFonts w:ascii="Times New Roman" w:eastAsia="Arial Unicode MS" w:hAnsi="Times New Roman"/>
          <w:sz w:val="24"/>
          <w:szCs w:val="24"/>
        </w:rPr>
        <w:t xml:space="preserve"> земельну ділянку, площею 0,1500 га, кадастровий номер: 68239821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3:015:0037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для </w:t>
      </w:r>
      <w:r w:rsidRPr="00A31AA4">
        <w:rPr>
          <w:rFonts w:ascii="Times New Roman" w:eastAsia="Arial Unicode MS" w:hAnsi="Times New Roman"/>
          <w:sz w:val="24"/>
          <w:szCs w:val="24"/>
        </w:rPr>
        <w:t>ведення  особистого селянського господарства</w:t>
      </w:r>
      <w:r w:rsidRPr="004E3D91">
        <w:rPr>
          <w:rFonts w:ascii="Times New Roman" w:eastAsia="Arial Unicode MS" w:hAnsi="Times New Roman"/>
          <w:sz w:val="24"/>
          <w:szCs w:val="24"/>
        </w:rPr>
        <w:t>, яка розташована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 область, Славутський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Головлі на території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Крупецької сільської ради.</w:t>
      </w:r>
    </w:p>
    <w:p w:rsidR="009B4F44" w:rsidRPr="00A31AA4" w:rsidRDefault="009B4F44" w:rsidP="009B4F4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3.Жук Л.М.,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B4F44" w:rsidRPr="00A31AA4" w:rsidRDefault="009B4F44" w:rsidP="009B4F4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4F4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F44" w:rsidRPr="00A31AA4" w:rsidRDefault="009B4F44" w:rsidP="009B4F4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F44" w:rsidRDefault="009B4F44" w:rsidP="009B4F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D53F52" w:rsidRDefault="00D53F52"/>
    <w:sectPr w:rsidR="00D53F5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F44"/>
    <w:rsid w:val="00171A2E"/>
    <w:rsid w:val="00304C90"/>
    <w:rsid w:val="00505B6D"/>
    <w:rsid w:val="006D3977"/>
    <w:rsid w:val="007D6C18"/>
    <w:rsid w:val="009B4F44"/>
    <w:rsid w:val="00D1641A"/>
    <w:rsid w:val="00D53F52"/>
    <w:rsid w:val="00E01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4F4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4F4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4F4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B4F4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B4F4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4F44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283</Words>
  <Characters>1615</Characters>
  <Application>Microsoft Office Word</Application>
  <DocSecurity>0</DocSecurity>
  <Lines>13</Lines>
  <Paragraphs>3</Paragraphs>
  <ScaleCrop>false</ScaleCrop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2020-11-30T15:31:00Z</dcterms:created>
  <dcterms:modified xsi:type="dcterms:W3CDTF">2020-12-01T06:54:00Z</dcterms:modified>
</cp:coreProperties>
</file>