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401" w:rsidRPr="00E9508A" w:rsidRDefault="00032401" w:rsidP="00032401">
      <w:pPr>
        <w:pStyle w:val="HTML0"/>
        <w:spacing w:line="276" w:lineRule="auto"/>
        <w:rPr>
          <w:rFonts w:ascii="Times New Roman" w:hAnsi="Times New Roman"/>
          <w:color w:val="C00000"/>
          <w:lang w:val="ru-RU"/>
        </w:rPr>
      </w:pPr>
      <w:r>
        <w:rPr>
          <w:noProof/>
          <w:color w:val="C00000"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7C75EAD" wp14:editId="1688053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45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45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2401" w:rsidRDefault="00032401" w:rsidP="000324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5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32401" w:rsidRDefault="00032401" w:rsidP="000324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5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2401" w:rsidRDefault="00032401" w:rsidP="000324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5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32401" w:rsidRDefault="00032401" w:rsidP="000324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5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2401" w:rsidRDefault="00032401" w:rsidP="000324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5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32401" w:rsidRDefault="00032401" w:rsidP="000324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5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2401" w:rsidRDefault="00032401" w:rsidP="000324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5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32401" w:rsidRDefault="00032401" w:rsidP="000324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6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2401" w:rsidRDefault="00032401" w:rsidP="000324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6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32401" w:rsidRDefault="00032401" w:rsidP="000324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6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2401" w:rsidRDefault="00032401" w:rsidP="000324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6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32401" w:rsidRDefault="00032401" w:rsidP="000324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6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2401" w:rsidRDefault="00032401" w:rsidP="000324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6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32401" w:rsidRDefault="00032401" w:rsidP="000324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6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2401" w:rsidRDefault="00032401" w:rsidP="000324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6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32401" w:rsidRDefault="00032401" w:rsidP="000324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6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2401" w:rsidRDefault="00032401" w:rsidP="000324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6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32401" w:rsidRDefault="00032401" w:rsidP="000324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7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2401" w:rsidRDefault="00032401" w:rsidP="000324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7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32401" w:rsidRDefault="00032401" w:rsidP="000324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7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2401" w:rsidRDefault="00032401" w:rsidP="000324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7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2401" w:rsidRDefault="00032401" w:rsidP="000324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7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2401" w:rsidRDefault="00032401" w:rsidP="000324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7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2401" w:rsidRDefault="00032401" w:rsidP="000324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7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2401" w:rsidRDefault="00032401" w:rsidP="000324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7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2401" w:rsidRDefault="00032401" w:rsidP="000324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7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2401" w:rsidRDefault="00032401" w:rsidP="000324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7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2401" w:rsidRDefault="00032401" w:rsidP="000324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8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2401" w:rsidRDefault="00032401" w:rsidP="000324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8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2401" w:rsidRDefault="00032401" w:rsidP="000324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4XHsYA&#10;AADdAAAADwAAAGRycy9kb3ducmV2LnhtbESPT2vCQBTE74V+h+UVvNVNk/6R6CqhaMlBkNh6f2Sf&#10;STD7NmTXJP32XUHocZiZ3zCrzWRaMVDvGssKXuYRCOLS6oYrBT/fu+cFCOeRNbaWScEvOdisHx9W&#10;mGo7ckHD0VciQNilqKD2vkuldGVNBt3cdsTBO9veoA+yr6TucQxw08o4it6lwYbDQo0dfdZUXo5X&#10;o8AmX/n+VMVFsuUPz9lhcT5Ne6VmT1O2BOFp8v/hezvXCpLXtxhub8IT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G4XH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32401" w:rsidRDefault="00032401" w:rsidP="000324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R2i8kA&#10;AADdAAAADwAAAGRycy9kb3ducmV2LnhtbESPQWsCMRSE74X+h/AKvUjNWlttt0YRYbXtoaAWen1s&#10;Xjfbbl6WJOrqrzdCocdhZr5hJrPONmJPPtSOFQz6GQji0umaKwWf2+LuCUSIyBobx6TgSAFm0+ur&#10;CebaHXhN+02sRIJwyFGBibHNpQylIYuh71ri5H07bzEm6SupPR4S3DbyPstG0mLNacFgSwtD5e9m&#10;ZxX8FB/mazE+LX3veU2nXvG+at5GSt3edPMXEJG6+B/+a79qBcOHxyFc3qQnIKdn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QTR2i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32401" w:rsidRDefault="00032401" w:rsidP="000324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WMgMMA&#10;AADdAAAADwAAAGRycy9kb3ducmV2LnhtbESP3YrCMBCF74V9hzAL3sia7vqDVKOIrCLeFHUfYGjG&#10;pmwzKU209e2NIHh5OD8fZ7HqbCVu1PjSsYLvYQKCOHe65ELB33n7NQPhA7LGyjEpuJOH1fKjt8BU&#10;u5aPdDuFQsQR9ikqMCHUqZQ+N2TRD11NHL2LayyGKJtC6gbbOG4r+ZMkU2mx5EgwWNPGUP5/utoI&#10;yUaYHS7tebvrsMXfg+HB+qhU/7Nbz0EE6sI7/GrvtYLReDKG55v4BOTy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wWMgM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32401" w:rsidRDefault="00032401" w:rsidP="000324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L8u8YA&#10;AADdAAAADwAAAGRycy9kb3ducmV2LnhtbESPQUsDMRSE70L/Q3gFbzZr7VZZmxapCiL00FYQb4/N&#10;6+7i5iUkz+76740geBxm5htmtRldr84UU+fZwPWsAEVce9txY+Dt+Hx1ByoJssXeMxn4pgSb9eRi&#10;hZX1A+/pfJBGZQinCg20IqHSOtUtOUwzH4izd/LRoWQZG20jDhnuej0viqV22HFeaDHQtqX68/Dl&#10;DOyGp/B6uyxP4SMu5jo9WnnfijGX0/HhHpTQKP/hv/aLNXCzKEv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fL8u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32401" w:rsidRDefault="00032401" w:rsidP="000324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u3bMQA&#10;AADdAAAADwAAAGRycy9kb3ducmV2LnhtbESP32rCMBTG7we+QziCN2Om2k1GNYqIHaM3ou4BDs2x&#10;KTYnpYlt9/bLYLDLj+/Pj2+zG20jeup87VjBYp6AIC6drrlS8HXNX95B+ICssXFMCr7Jw247edpg&#10;pt3AZ+ovoRJxhH2GCkwIbSalLw1Z9HPXEkfv5jqLIcqukrrDIY7bRi6TZCUt1hwJBls6GCrvl4eN&#10;kFOKp+I2XPOPEQc8Foaf92elZtNxvwYRaAz/4b/2p1aQvr6t4PdNfAJy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Cbt2z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32401" w:rsidRDefault="00032401" w:rsidP="000324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zHV8YA&#10;AADdAAAADwAAAGRycy9kb3ducmV2LnhtbESPX0sDMRDE34V+h7AF32zO2n9cmxapCiL4YBVK35bL&#10;9u7wsgnJ2ju/vREEH4eZ+Q2z2Q2uUxeKqfVs4HZSgCKuvG25NvDx/nSzApUE2WLnmQx8U4LddnS1&#10;wdL6nt/ocpBaZQinEg00IqHUOlUNOUwTH4izd/bRoWQZa20j9hnuOj0tioV22HJeaDDQvqHq8/Dl&#10;DLz2j+FluZifwynOpjo9WDnuxZjr8XC/BiU0yH/4r/1sDdzN5kv4fZOfgN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mzHV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32401" w:rsidRDefault="00032401" w:rsidP="000324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PzW8MA&#10;AADdAAAADwAAAGRycy9kb3ducmV2LnhtbERPW2vCMBR+F/Yfwhn4IjPd1DGqUeYgOJggXmCvh+bY&#10;FpuTkkRb//3yMPDx47svVr1txI18qB0reB1nIIgLZ2ouFZyO+uUDRIjIBhvHpOBOAVbLp8ECc+M6&#10;3tPtEEuRQjjkqKCKsc2lDEVFFsPYtcSJOztvMSboS2k8dincNvIty96lxZpTQ4UtfVVUXA5Xq2C9&#10;68qJHxXr3v2cN78zrY3eaqWGz/3nHESkPj7E/+5vo2AynaW56U16AnL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XPzW8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32401" w:rsidRDefault="00032401" w:rsidP="000324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4cMhcQA&#10;AADdAAAADwAAAGRycy9kb3ducmV2LnhtbESP3WoCMRSE7wu+QziCdzXrL3ZrFFEWSumN2gc4bE43&#10;q5uTJYnr+vamUOjlMDPfMOttbxvRkQ+1YwWTcQaCuHS65krB97l4XYEIEVlj45gUPCjAdjN4WWOu&#10;3Z2P1J1iJRKEQ44KTIxtLmUoDVkMY9cSJ+/HeYsxSV9J7fGe4LaR0yxbSos1pwWDLe0NldfTzSoo&#10;Pqdf3fWmfeF2/dzSwlxWB6PUaNjv3kFE6uN/+K/9oRXM5os3+H2TnoDc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+HDIX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32401" w:rsidRDefault="00032401" w:rsidP="000324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k14MMA&#10;AADdAAAADwAAAGRycy9kb3ducmV2LnhtbERPW2vCMBR+F/YfwhnsRWY6b4xqlCmECRNkKuz10Bzb&#10;YnNSksx2/948DHz8+O7LdW8bcSMfascK3kYZCOLCmZpLBeeTfn0HESKywcYxKfijAOvV02CJuXEd&#10;f9PtGEuRQjjkqKCKsc2lDEVFFsPItcSJuzhvMSboS2k8dincNnKcZXNpsebUUGFL24qK6/HXKtgc&#10;unLih8Wmd1+Xz5+Z1kbvtVIvz/3HAkSkPj7E/+6dUTCZztP+9CY9Abm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Wk14M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32401" w:rsidRDefault="00032401" w:rsidP="000324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3KPsQA&#10;AADdAAAADwAAAGRycy9kb3ducmV2LnhtbESP3WoCMRSE7wt9h3AK3tWsPxXZGkWUBSneVH2Aw+a4&#10;2bo5WZK4rm/fCIKXw8x8wyxWvW1ERz7UjhWMhhkI4tLpmisFp2PxOQcRIrLGxjEpuFOA1fL9bYG5&#10;djf+pe4QK5EgHHJUYGJscylDachiGLqWOHln5y3GJH0ltcdbgttGjrNsJi3WnBYMtrQxVF4OV6ug&#10;+Bnvu8tV+8Kt+6mlL/M33xqlBh/9+htEpD6+ws/2TiuYTGcjeLxJT0A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+dyj7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32401" w:rsidRDefault="00032401" w:rsidP="000324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pOb78A&#10;AADdAAAADwAAAGRycy9kb3ducmV2LnhtbESPzQrCMBCE74LvEFbwpqm/SDWKCIoerT7A0qxtsdnU&#10;Jtr69kYQPA4z8w2z2rSmFC+qXWFZwWgYgSBOrS44U3C97AcLEM4jaywtk4I3Odisu50Vxto2fKZX&#10;4jMRIOxiVJB7X8VSujQng25oK+Lg3Wxt0AdZZ1LX2AS4KeU4iubSYMFhIceKdjml9+RpFEzfzeGR&#10;zO7RXhsanSbViX06U6rfa7dLEJ5a/w//2ketYDKdj+H7JjwBuf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YCk5vvwAAAN0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32401" w:rsidRDefault="00032401" w:rsidP="000324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Ty6MUA&#10;AADdAAAADwAAAGRycy9kb3ducmV2LnhtbESPQWvCQBSE7wX/w/KE3upGI6GmriJKivTURtvzI/tM&#10;QrNvQ3YT47/vCkKPw8x8w6y3o2nEQJ2rLSuYzyIQxIXVNZcKzqfs5RWE88gaG8uk4EYOtpvJ0xpT&#10;ba/8RUPuSxEg7FJUUHnfplK6oiKDbmZb4uBdbGfQB9mVUnd4DXDTyEUUJdJgzWGhwpb2FRW/eW8U&#10;9MnP4syXD/2ZH27vq0O2c/K7VOp5Ou7eQHga/X/40T5qBfEyieH+JjwBuf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1PLo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32401" w:rsidRDefault="00032401" w:rsidP="000324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4Vm8cA&#10;AADdAAAADwAAAGRycy9kb3ducmV2LnhtbESPQWvCQBSE70L/w/IKvZlNNQRNXUUFofVQ0dpDb6/Z&#10;1ySafRuzW03/vSsIPQ4z8w0zmXWmFmdqXWVZwXMUgyDOra64ULD/WPVHIJxH1lhbJgV/5GA2fehN&#10;MNP2wls673whAoRdhgpK75tMSpeXZNBFtiEO3o9tDfog20LqFi8Bbmo5iONUGqw4LJTY0LKk/Lj7&#10;NQo+N6N0vFm8JYf1+zcOjT596SpV6umxm7+A8NT5//C9/aoVDJM0gdub8ATk9A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GeFZv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32401" w:rsidRDefault="00032401" w:rsidP="000324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py88YA&#10;AADdAAAADwAAAGRycy9kb3ducmV2LnhtbESPQWvCQBSE74X+h+UVequbqg0hukqrqMVT1EKvj+wz&#10;Cc2+DdltEv31bqHgcZiZb5j5cjC16Kh1lWUFr6MIBHFudcWFgq/T5iUB4TyyxtoyKbiQg+Xi8WGO&#10;qbY9H6g7+kIECLsUFZTeN6mULi/JoBvZhjh4Z9sa9EG2hdQt9gFuajmOolgarDgslNjQqqT85/hr&#10;FFzjb8zcbvyxnmhPl2mytftsq9Tz0/A+A+Fp8Pfwf/tTK5hM4zf4exOegFz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6py88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32401" w:rsidRDefault="00032401" w:rsidP="000324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6C/PMUA&#10;AADdAAAADwAAAGRycy9kb3ducmV2LnhtbESP0WrCQBRE34X+w3KFvulGm4Y2ukoRC32zRj/gkr1u&#10;gtm7Mbtq2q93BcHHYWbOMPNlbxtxoc7XjhVMxgkI4tLpmo2C/e579AHCB2SNjWNS8EcelouXwRxz&#10;7a68pUsRjIgQ9jkqqEJocyl9WZFFP3YtcfQOrrMYouyM1B1eI9w2cpokmbRYc1yosKVVReWxOFsF&#10;Jzd9132xxs1x/flbG5Oe/repUq/D/msGIlAfnuFH+0creEuzDO5v4hO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oL88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32401" w:rsidRDefault="00032401" w:rsidP="000324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2Qz8UA&#10;AADdAAAADwAAAGRycy9kb3ducmV2LnhtbESPwW7CMBBE70j8g7VIvYEDtAHSOKitVIkrlAPHxV6S&#10;lHgdYhfSfn1dCanH0cy80eTr3jbiSp2vHSuYThIQxNqZmksF+4/38RKED8gGG8ek4Js8rIvhIMfM&#10;uBtv6boLpYgQ9hkqqEJoMym9rsiin7iWOHon11kMUXalNB3eItw2cpYkqbRYc1yosKW3ivR592UV&#10;bOojPaX6tLLLV709/FzCfPFplHoY9S/PIAL14T98b2+MgvljuoC/N/EJy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zZDP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32401" w:rsidRDefault="00032401" w:rsidP="000324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v3ScYA&#10;AADdAAAADwAAAGRycy9kb3ducmV2LnhtbESPQWvCQBCF7wX/wzKCt7rRFmlTV6mFQkutUBW9Dtlp&#10;NpidDdk1xn/vHAo9zsyb9943X/a+Vh21sQpsYDLOQBEXwVZcGtjv3u+fQMWEbLEOTAauFGG5GNzN&#10;Mbfhwj/UbVOpxIRjjgZcSk2udSwceYzj0BDL7Te0HpOMbaltixcx97WeZtlMe6xYEhw29OaoOG3P&#10;3kCHm2t2dKvv589qXUw3q8OXlb0ZDfvXF1CJ+vQv/vv+sAYeHmdSV2iEBPTi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Vv3Sc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32401" w:rsidRDefault="00032401" w:rsidP="000324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zsssUA&#10;AADdAAAADwAAAGRycy9kb3ducmV2LnhtbESPQUvDQBSE74L/YXmCN7sxSqmx21IKFY+a9uDxmX3N&#10;pmbfC7trE/31riB4HGbmG2a5nnyvzhRiJ2zgdlaAIm7EdtwaOOx3NwtQMSFb7IXJwBdFWK8uL5ZY&#10;WRn5lc51alWGcKzQgEtpqLSOjSOPcSYDcfaOEjymLEOrbcAxw32vy6KYa48d5wWHA20dNR/1pzcw&#10;PjXvp/L4Zt13GGRXv8ip7MWY66tp8wgq0ZT+w3/tZ2vg7n7+AL9v8hP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LOyy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32401" w:rsidRDefault="00032401" w:rsidP="000324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SVVcMA&#10;AADdAAAADwAAAGRycy9kb3ducmV2LnhtbERPy2oCMRTdF/yHcAV3NaOVKqNRrA8oohRtu79OrjOj&#10;yc0wiTr+fbMouDyc92TWWCNuVPvSsYJeNwFBnDldcq7g53v9OgLhA7JG45gUPMjDbNp6mWCq3Z33&#10;dDuEXMQQ9ikqKEKoUil9VpBF33UVceROrrYYIqxzqWu8x3BrZD9J3qXFkmNDgRUtCsouh6tVsP5a&#10;mnN/t5//yrBYDY9mtPlYbpXqtJv5GESgJjzF/+5PreBtMIz745v4BOT0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SVVc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32401" w:rsidRDefault="00032401" w:rsidP="000324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/9d8YA&#10;AADdAAAADwAAAGRycy9kb3ducmV2LnhtbESPQWvCQBSE74L/YXmCl1I31loluooURAUFawWvz+wz&#10;CWbfhuwa4793CwWPw8x8w0znjSlETZXLLSvo9yIQxInVOacKjr/L9zEI55E1FpZJwYMczGft1hRj&#10;be/8Q/XBpyJA2MWoIPO+jKV0SUYGXc+WxMG72MqgD7JKpa7wHuCmkB9R9CUN5hwWMizpO6PkergZ&#10;BfV+e07XtSs31/GbGw7Oq9VOn5TqdprFBISnxr/C/+21VjD4HPXh7014AnL2B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0/9d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32401" w:rsidRDefault="00032401" w:rsidP="000324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wfycgA&#10;AADdAAAADwAAAGRycy9kb3ducmV2LnhtbESPQWsCMRSE74L/ITyhN826tdZujVKFgpdCtR709tw8&#10;dxc3L9sk6tpf3xQKHoeZ+YaZzltTiws5X1lWMBwkIIhzqysuFGy/3vsTED4ga6wtk4IbeZjPup0p&#10;ZtpeeU2XTShEhLDPUEEZQpNJ6fOSDPqBbYijd7TOYIjSFVI7vEa4qWWaJGNpsOK4UGJDy5Ly0+Zs&#10;FCxeJovvzxF//KwPe9rvDqen1CVKPfTat1cQgdpwD/+3V1rB4+g5hb838QnI2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nPB/JyAAAAN0AAAAPAAAAAAAAAAAAAAAAAJgCAABk&#10;cnMvZG93bnJldi54bWxQSwUGAAAAAAQABAD1AAAAjQMAAAAA&#10;" fillcolor="black" stroked="f">
                  <v:textbox>
                    <w:txbxContent>
                      <w:p w:rsidR="00032401" w:rsidRDefault="00032401" w:rsidP="000324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l5XMgA&#10;AADdAAAADwAAAGRycy9kb3ducmV2LnhtbESPT2sCMRTE74V+h/AKvdVs1VpZjVKrQqH24J9Dj6+b&#10;527Yzcuyibr66U1B8DjMzG+Y8bS1lThS441jBa+dBARx5rThXMFuu3wZgvABWWPlmBScycN08vgw&#10;xlS7E6/puAm5iBD2KSooQqhTKX1WkEXfcTVx9PausRiibHKpGzxFuK1kN0kG0qLhuFBgTZ8FZeXm&#10;YBX8fg/McG2o+7e6zBZ69VbOfualUs9P7ccIRKA23MO39pdW0Ou/9+D/TXwCcnI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IWXlc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32401" w:rsidRDefault="00032401" w:rsidP="000324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XfncYA&#10;AADdAAAADwAAAGRycy9kb3ducmV2LnhtbESPT2sCMRTE7wW/Q3iCN836Bytbo4iltBcPtS29Pjav&#10;m+1uXtYk6uqnNwWhx2FmfsMs151txIl8qBwrGI8yEMSF0xWXCj4/XoYLECEia2wck4ILBViveg9L&#10;zLU78zud9rEUCcIhRwUmxjaXMhSGLIaRa4mT9+O8xZikL6X2eE5w28hJls2lxYrTgsGWtoaKen+0&#10;Cvzm+7m+8vGrzq67S3j97Q4LNEoN+t3mCUSkLv6H7+03rWA6e5zB35v0BOTq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1Xfnc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32401" w:rsidRDefault="00032401" w:rsidP="000324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3ftMYA&#10;AADdAAAADwAAAGRycy9kb3ducmV2LnhtbESP3WoCMRSE7wu+QziCN6Vma3+sW6MUQSgogtYHON0c&#10;d5cmJ8vmqGufvhGEXg4z8w0znXfeqRO1sQ5s4HGYgSIugq25NLD/Wj68gYqCbNEFJgMXijCf9e6m&#10;mNtw5i2ddlKqBOGYo4FKpMm1jkVFHuMwNMTJO4TWoyTZltq2eE5w7/Qoy161x5rTQoUNLSoqfnZH&#10;b8CNvt1kNY5ruez1Ovv1sr3fWGMG/e7jHZRQJ//hW/vTGnh6Hr/A9U16Anr2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3ftM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32401" w:rsidRDefault="00032401" w:rsidP="000324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NOh8YA&#10;AADdAAAADwAAAGRycy9kb3ducmV2LnhtbESPQWsCMRSE70L/Q3iF3jSrFSurUdqKsJceulW8PjfP&#10;zWLysmxSXfvrm0LB4zAz3zDLde+suFAXGs8KxqMMBHHldcO1gt3XdjgHESKyRuuZFNwowHr1MFhi&#10;rv2VP+lSxlokCIccFZgY21zKUBlyGEa+JU7eyXcOY5JdLXWH1wR3Vk6ybCYdNpwWDLb0bqg6l99O&#10;waZs7WRXmLdw2H8cj7b42dJho9TTY/+6ABGpj/fwf7vQCp6nLzP4e5OegF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xNOh8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32401" w:rsidRDefault="00032401" w:rsidP="000324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ikrcQA&#10;AADdAAAADwAAAGRycy9kb3ducmV2LnhtbESPzYvCMBTE74L/Q3gLe9NkP7BSjSLLCsKe/Dp4eyTP&#10;trvNS2mytv73RhA8DjPzG2a+7F0tLtSGyrOGt7ECQWy8rbjQcNivR1MQISJbrD2ThisFWC6Ggznm&#10;1ne8pcsuFiJBOOSooYyxyaUMpiSHYewb4uSdfeswJtkW0rbYJbir5btSE+mw4rRQYkNfJZm/3b/T&#10;8LuWP94oNMfDsdvY7PQ9oVpp/frSr2YgIvXxGX60N1bDx2eWwf1NegJ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IpK3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32401" w:rsidRDefault="00032401" w:rsidP="000324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6S8cIA&#10;AADdAAAADwAAAGRycy9kb3ducmV2LnhtbERPy4rCMBTdC/5DuII7TUcHlY5RnAFhGHHhA3F5ba5t&#10;aXNTkqidvzcLweXhvOfL1tTiTs6XlhV8DBMQxJnVJecKjof1YAbCB2SNtWVS8E8elotuZ46ptg/e&#10;0X0fchFD2KeooAihSaX0WUEG/dA2xJG7WmcwROhyqR0+Yrip5ShJJtJgybGhwIZ+Csqq/c0oON82&#10;fN2O/1buO5xse/DV6DKrlOr32tUXiEBteItf7l+tYPw5jXPjm/gE5OI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TpLxwgAAAN0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32401" w:rsidRDefault="00032401" w:rsidP="000324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iNuMgA&#10;AADdAAAADwAAAGRycy9kb3ducmV2LnhtbESPT2sCMRTE74LfITyhN83WWv+sRqlCwUtBrQe9PTev&#10;u4ubl20Sde2nbwpCj8PM/IaZLRpTiSs5X1pW8NxLQBBnVpecK9h/vnfHIHxA1lhZJgV38rCYt1sz&#10;TLW98Zauu5CLCGGfooIihDqV0mcFGfQ9WxNH78s6gyFKl0vt8BbhppL9JBlKgyXHhQJrWhWUnXcX&#10;o2A5GS+/NwP++NmejnQ8nM6vfZco9dRp3qYgAjXhP/xor7WCl8FoAn9v4hOQ8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pmI24yAAAAN0AAAAPAAAAAAAAAAAAAAAAAJgCAABk&#10;cnMvZG93bnJldi54bWxQSwUGAAAAAAQABAD1AAAAjQMAAAAA&#10;" fillcolor="black" stroked="f">
                  <v:textbox>
                    <w:txbxContent>
                      <w:p w:rsidR="00032401" w:rsidRDefault="00032401" w:rsidP="000324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uuA8IA&#10;AADdAAAADwAAAGRycy9kb3ducmV2LnhtbERPyWrDMBC9F/IPYgK9NXKaUoIbJZhAaOjJ2eh1Yk0t&#10;U2tkJEVx/746FHp8vH21GW0vEvnQOVYwnxUgiBunO24VnE+7pyWIEJE19o5JwQ8F2KwnDysstbvz&#10;gdIxtiKHcChRgYlxKKUMjSGLYeYG4sx9OW8xZuhbqT3ec7jt5XNRvEqLHecGgwNtDTXfx5tVkK7b&#10;ulqkz2QOH75qvavfL9daqcfpWL2BiDTGf/Gfe68VLF6WeX9+k5+A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C64DwgAAAN0AAAAPAAAAAAAAAAAAAAAAAJgCAABkcnMvZG93&#10;bnJldi54bWxQSwUGAAAAAAQABAD1AAAAhw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32401" w:rsidRDefault="00032401" w:rsidP="000324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DrascA&#10;AADdAAAADwAAAGRycy9kb3ducmV2LnhtbESPQUvDQBSE74X+h+UVvLWbVCk1zaZIqaJeqmlBj4/s&#10;azaYfRuyaxr99a4geBxm5hsm3462FQP1vnGsIF0kIIgrpxuuFZyO9/M1CB+QNbaOScEXedgW00mO&#10;mXYXfqWhDLWIEPYZKjAhdJmUvjJk0S9cRxy9s+sthij7WuoeLxFuW7lMkpW02HBcMNjRzlD1UX5a&#10;BT7d7d+e7fft8P5g+FA+mdVLbZS6mo13GxCBxvAf/ms/agXXN+sUft/EJyCL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DA62r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32401" w:rsidRDefault="00032401" w:rsidP="000324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32401" w:rsidRPr="007A24B9" w:rsidRDefault="00032401" w:rsidP="0003240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C00000"/>
          <w:sz w:val="24"/>
          <w:szCs w:val="24"/>
        </w:rPr>
      </w:pPr>
    </w:p>
    <w:p w:rsidR="00032401" w:rsidRPr="007A24B9" w:rsidRDefault="00032401" w:rsidP="0003240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C00000"/>
          <w:sz w:val="24"/>
          <w:szCs w:val="24"/>
        </w:rPr>
      </w:pPr>
    </w:p>
    <w:p w:rsidR="00032401" w:rsidRPr="007A24B9" w:rsidRDefault="00032401" w:rsidP="0003240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C00000"/>
          <w:sz w:val="24"/>
          <w:szCs w:val="24"/>
        </w:rPr>
      </w:pPr>
    </w:p>
    <w:p w:rsidR="00032401" w:rsidRPr="007A24B9" w:rsidRDefault="00032401" w:rsidP="0003240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C00000"/>
          <w:sz w:val="24"/>
          <w:szCs w:val="24"/>
        </w:rPr>
      </w:pPr>
    </w:p>
    <w:p w:rsidR="00032401" w:rsidRPr="00913739" w:rsidRDefault="00032401" w:rsidP="0003240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sz w:val="24"/>
          <w:szCs w:val="24"/>
        </w:rPr>
      </w:pPr>
      <w:r w:rsidRPr="00913739">
        <w:rPr>
          <w:rFonts w:ascii="Times New Roman" w:eastAsia="Arial Unicode MS" w:hAnsi="Times New Roman"/>
          <w:b/>
          <w:sz w:val="24"/>
          <w:szCs w:val="24"/>
        </w:rPr>
        <w:t>УКРАЇНА</w:t>
      </w:r>
    </w:p>
    <w:p w:rsidR="00032401" w:rsidRPr="00913739" w:rsidRDefault="00032401" w:rsidP="0003240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sz w:val="24"/>
          <w:szCs w:val="24"/>
        </w:rPr>
      </w:pPr>
      <w:r w:rsidRPr="00913739">
        <w:rPr>
          <w:rFonts w:ascii="Times New Roman" w:eastAsia="Arial Unicode MS" w:hAnsi="Times New Roman"/>
          <w:b/>
          <w:sz w:val="24"/>
          <w:szCs w:val="24"/>
        </w:rPr>
        <w:t>КРУПЕЦЬКА СІЛЬСЬКА РАДА</w:t>
      </w:r>
    </w:p>
    <w:p w:rsidR="00032401" w:rsidRPr="00913739" w:rsidRDefault="00032401" w:rsidP="0003240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sz w:val="24"/>
          <w:szCs w:val="24"/>
        </w:rPr>
      </w:pPr>
      <w:r w:rsidRPr="00913739">
        <w:rPr>
          <w:rFonts w:ascii="Times New Roman" w:eastAsia="Arial Unicode MS" w:hAnsi="Times New Roman"/>
          <w:b/>
          <w:sz w:val="24"/>
          <w:szCs w:val="24"/>
        </w:rPr>
        <w:t>СЛАВУТСЬКОГО РАЙОНУ</w:t>
      </w:r>
    </w:p>
    <w:p w:rsidR="00032401" w:rsidRPr="00913739" w:rsidRDefault="00032401" w:rsidP="0003240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sz w:val="24"/>
          <w:szCs w:val="24"/>
        </w:rPr>
      </w:pPr>
      <w:r w:rsidRPr="00913739">
        <w:rPr>
          <w:rFonts w:ascii="Times New Roman" w:eastAsia="Arial Unicode MS" w:hAnsi="Times New Roman"/>
          <w:b/>
          <w:sz w:val="24"/>
          <w:szCs w:val="24"/>
        </w:rPr>
        <w:t>ХМЕЛЬНИЦЬКОЇ ОБЛАСТІ</w:t>
      </w:r>
    </w:p>
    <w:p w:rsidR="00032401" w:rsidRPr="00913739" w:rsidRDefault="00032401" w:rsidP="0003240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sz w:val="24"/>
          <w:szCs w:val="24"/>
        </w:rPr>
      </w:pPr>
    </w:p>
    <w:p w:rsidR="00032401" w:rsidRPr="00913739" w:rsidRDefault="00032401" w:rsidP="0003240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sz w:val="24"/>
          <w:szCs w:val="24"/>
        </w:rPr>
      </w:pPr>
      <w:r w:rsidRPr="00913739">
        <w:rPr>
          <w:rFonts w:ascii="Times New Roman" w:eastAsia="Arial Unicode MS" w:hAnsi="Times New Roman"/>
          <w:b/>
          <w:sz w:val="24"/>
          <w:szCs w:val="24"/>
        </w:rPr>
        <w:t xml:space="preserve"> </w:t>
      </w:r>
      <w:proofErr w:type="gramStart"/>
      <w:r w:rsidRPr="00913739">
        <w:rPr>
          <w:rFonts w:ascii="Times New Roman" w:eastAsia="Arial Unicode MS" w:hAnsi="Times New Roman"/>
          <w:b/>
          <w:sz w:val="24"/>
          <w:szCs w:val="24"/>
        </w:rPr>
        <w:t>Р</w:t>
      </w:r>
      <w:proofErr w:type="gramEnd"/>
      <w:r w:rsidRPr="00913739">
        <w:rPr>
          <w:rFonts w:ascii="Times New Roman" w:eastAsia="Arial Unicode MS" w:hAnsi="Times New Roman"/>
          <w:b/>
          <w:sz w:val="24"/>
          <w:szCs w:val="24"/>
        </w:rPr>
        <w:t>ІШЕННЯ</w:t>
      </w:r>
    </w:p>
    <w:p w:rsidR="00032401" w:rsidRPr="00913739" w:rsidRDefault="00032401" w:rsidP="0003240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sz w:val="24"/>
          <w:szCs w:val="24"/>
        </w:rPr>
      </w:pPr>
    </w:p>
    <w:p w:rsidR="00032401" w:rsidRPr="00913739" w:rsidRDefault="00032401" w:rsidP="0003240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sz w:val="24"/>
          <w:szCs w:val="24"/>
        </w:rPr>
      </w:pPr>
      <w:r w:rsidRPr="00913739">
        <w:rPr>
          <w:rFonts w:ascii="Times New Roman" w:eastAsia="Arial Unicode MS" w:hAnsi="Times New Roman"/>
          <w:sz w:val="24"/>
          <w:szCs w:val="24"/>
        </w:rPr>
        <w:t xml:space="preserve">  </w:t>
      </w:r>
      <w:proofErr w:type="gramStart"/>
      <w:r w:rsidRPr="00913739">
        <w:rPr>
          <w:rFonts w:ascii="Times New Roman" w:eastAsia="Arial Unicode MS" w:hAnsi="Times New Roman"/>
          <w:sz w:val="24"/>
          <w:szCs w:val="24"/>
          <w:lang w:val="en-US"/>
        </w:rPr>
        <w:t>V</w:t>
      </w:r>
      <w:r w:rsidRPr="00913739">
        <w:rPr>
          <w:rFonts w:ascii="Times New Roman" w:eastAsia="Arial Unicode MS" w:hAnsi="Times New Roman"/>
          <w:sz w:val="24"/>
          <w:szCs w:val="24"/>
        </w:rPr>
        <w:t xml:space="preserve">  </w:t>
      </w:r>
      <w:proofErr w:type="spellStart"/>
      <w:r w:rsidRPr="00913739">
        <w:rPr>
          <w:rFonts w:ascii="Times New Roman" w:eastAsia="Arial Unicode MS" w:hAnsi="Times New Roman"/>
          <w:sz w:val="24"/>
          <w:szCs w:val="24"/>
        </w:rPr>
        <w:t>сесії</w:t>
      </w:r>
      <w:proofErr w:type="spellEnd"/>
      <w:proofErr w:type="gramEnd"/>
      <w:r w:rsidRPr="00913739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913739">
        <w:rPr>
          <w:rFonts w:ascii="Times New Roman" w:eastAsia="Arial Unicode MS" w:hAnsi="Times New Roman"/>
          <w:sz w:val="24"/>
          <w:szCs w:val="24"/>
        </w:rPr>
        <w:t>сільської</w:t>
      </w:r>
      <w:proofErr w:type="spellEnd"/>
      <w:r w:rsidRPr="00913739">
        <w:rPr>
          <w:rFonts w:ascii="Times New Roman" w:eastAsia="Arial Unicode MS" w:hAnsi="Times New Roman"/>
          <w:sz w:val="24"/>
          <w:szCs w:val="24"/>
        </w:rPr>
        <w:t xml:space="preserve"> ради  </w:t>
      </w:r>
      <w:r w:rsidRPr="00913739">
        <w:rPr>
          <w:rFonts w:ascii="Times New Roman" w:eastAsia="Arial Unicode MS" w:hAnsi="Times New Roman"/>
          <w:sz w:val="24"/>
          <w:szCs w:val="24"/>
          <w:lang w:val="en-US"/>
        </w:rPr>
        <w:t>V</w:t>
      </w:r>
      <w:r w:rsidRPr="00913739">
        <w:rPr>
          <w:rFonts w:ascii="Times New Roman" w:eastAsia="Arial Unicode MS" w:hAnsi="Times New Roman"/>
          <w:sz w:val="24"/>
          <w:szCs w:val="24"/>
        </w:rPr>
        <w:t xml:space="preserve">ІІІ </w:t>
      </w:r>
      <w:proofErr w:type="spellStart"/>
      <w:r w:rsidRPr="00913739">
        <w:rPr>
          <w:rFonts w:ascii="Times New Roman" w:eastAsia="Arial Unicode MS" w:hAnsi="Times New Roman"/>
          <w:sz w:val="24"/>
          <w:szCs w:val="24"/>
        </w:rPr>
        <w:t>скликання</w:t>
      </w:r>
      <w:proofErr w:type="spellEnd"/>
    </w:p>
    <w:p w:rsidR="00032401" w:rsidRPr="00913739" w:rsidRDefault="00032401" w:rsidP="0003240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sz w:val="24"/>
          <w:szCs w:val="24"/>
        </w:rPr>
      </w:pPr>
    </w:p>
    <w:p w:rsidR="00032401" w:rsidRPr="00913739" w:rsidRDefault="00032401" w:rsidP="0003240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sz w:val="24"/>
          <w:szCs w:val="24"/>
        </w:rPr>
      </w:pPr>
      <w:r w:rsidRPr="00913739">
        <w:rPr>
          <w:rFonts w:ascii="Times New Roman" w:eastAsia="Arial Unicode MS" w:hAnsi="Times New Roman"/>
          <w:sz w:val="24"/>
          <w:szCs w:val="24"/>
        </w:rPr>
        <w:t xml:space="preserve">27.01.2021 року                                            </w:t>
      </w:r>
      <w:proofErr w:type="spellStart"/>
      <w:r w:rsidRPr="00913739">
        <w:rPr>
          <w:rFonts w:ascii="Times New Roman" w:eastAsia="Arial Unicode MS" w:hAnsi="Times New Roman"/>
          <w:sz w:val="24"/>
          <w:szCs w:val="24"/>
        </w:rPr>
        <w:t>Крупець</w:t>
      </w:r>
      <w:proofErr w:type="spellEnd"/>
      <w:r w:rsidRPr="00913739">
        <w:rPr>
          <w:rFonts w:ascii="Times New Roman" w:eastAsia="Arial Unicode MS" w:hAnsi="Times New Roman"/>
          <w:sz w:val="24"/>
          <w:szCs w:val="24"/>
        </w:rPr>
        <w:t xml:space="preserve">                                                       №76</w:t>
      </w:r>
    </w:p>
    <w:p w:rsidR="00032401" w:rsidRPr="00913739" w:rsidRDefault="00032401" w:rsidP="00032401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32401" w:rsidRPr="00913739" w:rsidRDefault="00032401" w:rsidP="00032401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13739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913739">
        <w:rPr>
          <w:rFonts w:ascii="Times New Roman" w:eastAsia="Calibri" w:hAnsi="Times New Roman" w:cs="Times New Roman"/>
          <w:b/>
          <w:sz w:val="24"/>
          <w:szCs w:val="24"/>
        </w:rPr>
        <w:t>надання</w:t>
      </w:r>
      <w:proofErr w:type="spellEnd"/>
      <w:r w:rsidRPr="0091373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913739">
        <w:rPr>
          <w:rFonts w:ascii="Times New Roman" w:eastAsia="Calibri" w:hAnsi="Times New Roman" w:cs="Times New Roman"/>
          <w:b/>
          <w:sz w:val="24"/>
          <w:szCs w:val="24"/>
        </w:rPr>
        <w:t>дозволу</w:t>
      </w:r>
      <w:proofErr w:type="spellEnd"/>
      <w:r w:rsidRPr="00913739">
        <w:rPr>
          <w:rFonts w:ascii="Times New Roman" w:eastAsia="Calibri" w:hAnsi="Times New Roman" w:cs="Times New Roman"/>
          <w:b/>
          <w:sz w:val="24"/>
          <w:szCs w:val="24"/>
        </w:rPr>
        <w:t xml:space="preserve"> на </w:t>
      </w:r>
      <w:proofErr w:type="spellStart"/>
      <w:r w:rsidRPr="00913739">
        <w:rPr>
          <w:rFonts w:ascii="Times New Roman" w:eastAsia="Calibri" w:hAnsi="Times New Roman" w:cs="Times New Roman"/>
          <w:b/>
          <w:sz w:val="24"/>
          <w:szCs w:val="24"/>
        </w:rPr>
        <w:t>розробку</w:t>
      </w:r>
      <w:proofErr w:type="spellEnd"/>
    </w:p>
    <w:p w:rsidR="00032401" w:rsidRPr="00913739" w:rsidRDefault="00032401" w:rsidP="0003240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13739">
        <w:rPr>
          <w:rFonts w:ascii="Times New Roman" w:eastAsia="Calibri" w:hAnsi="Times New Roman" w:cs="Times New Roman"/>
          <w:b/>
          <w:sz w:val="24"/>
          <w:szCs w:val="24"/>
        </w:rPr>
        <w:t xml:space="preserve">проекту  </w:t>
      </w:r>
      <w:proofErr w:type="spellStart"/>
      <w:r w:rsidRPr="00913739">
        <w:rPr>
          <w:rFonts w:ascii="Times New Roman" w:eastAsia="Calibri" w:hAnsi="Times New Roman" w:cs="Times New Roman"/>
          <w:b/>
          <w:sz w:val="24"/>
          <w:szCs w:val="24"/>
        </w:rPr>
        <w:t>із</w:t>
      </w:r>
      <w:proofErr w:type="spellEnd"/>
      <w:r w:rsidRPr="0091373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913739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  <w:r w:rsidRPr="0091373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913739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</w:p>
    <w:p w:rsidR="00032401" w:rsidRPr="00913739" w:rsidRDefault="00032401" w:rsidP="0003240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913739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 w:rsidRPr="0091373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913739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 w:rsidRPr="0091373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913739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</w:p>
    <w:p w:rsidR="00032401" w:rsidRPr="00913739" w:rsidRDefault="00032401" w:rsidP="0003240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913739">
        <w:rPr>
          <w:rFonts w:ascii="Times New Roman" w:eastAsia="Calibri" w:hAnsi="Times New Roman" w:cs="Times New Roman"/>
          <w:b/>
          <w:sz w:val="24"/>
          <w:szCs w:val="24"/>
        </w:rPr>
        <w:t>Синявській</w:t>
      </w:r>
      <w:proofErr w:type="spellEnd"/>
      <w:proofErr w:type="gramStart"/>
      <w:r w:rsidRPr="00913739">
        <w:rPr>
          <w:rFonts w:ascii="Times New Roman" w:eastAsia="Calibri" w:hAnsi="Times New Roman" w:cs="Times New Roman"/>
          <w:b/>
          <w:sz w:val="24"/>
          <w:szCs w:val="24"/>
        </w:rPr>
        <w:t xml:space="preserve">  І.</w:t>
      </w:r>
      <w:proofErr w:type="gramEnd"/>
      <w:r w:rsidRPr="00913739">
        <w:rPr>
          <w:rFonts w:ascii="Times New Roman" w:eastAsia="Calibri" w:hAnsi="Times New Roman" w:cs="Times New Roman"/>
          <w:b/>
          <w:sz w:val="24"/>
          <w:szCs w:val="24"/>
        </w:rPr>
        <w:t>К.</w:t>
      </w:r>
    </w:p>
    <w:p w:rsidR="00032401" w:rsidRDefault="00032401" w:rsidP="0003240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color w:val="C00000"/>
          <w:sz w:val="24"/>
          <w:szCs w:val="24"/>
        </w:rPr>
      </w:pPr>
    </w:p>
    <w:p w:rsidR="00032401" w:rsidRDefault="00032401" w:rsidP="0003240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   </w:t>
      </w:r>
      <w:proofErr w:type="spellStart"/>
      <w:r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</w:rPr>
        <w:t>до</w:t>
      </w:r>
      <w:proofErr w:type="gram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</w:rPr>
        <w:t>пункту</w:t>
      </w:r>
      <w:proofErr w:type="gramEnd"/>
      <w:r>
        <w:rPr>
          <w:rFonts w:ascii="Times New Roman" w:eastAsia="Calibri" w:hAnsi="Times New Roman" w:cs="Times New Roman"/>
          <w:sz w:val="24"/>
        </w:rPr>
        <w:t xml:space="preserve"> 34 </w:t>
      </w:r>
      <w:proofErr w:type="spellStart"/>
      <w:r>
        <w:rPr>
          <w:rFonts w:ascii="Times New Roman" w:eastAsia="Calibri" w:hAnsi="Times New Roman" w:cs="Times New Roman"/>
          <w:sz w:val="24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>
        <w:rPr>
          <w:rFonts w:ascii="Times New Roman" w:eastAsia="Calibri" w:hAnsi="Times New Roman" w:cs="Times New Roman"/>
          <w:sz w:val="24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>
        <w:rPr>
          <w:rFonts w:ascii="Times New Roman" w:eastAsia="Calibri" w:hAnsi="Times New Roman" w:cs="Times New Roman"/>
          <w:sz w:val="24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>
        <w:rPr>
          <w:rFonts w:ascii="Times New Roman" w:eastAsia="Calibri" w:hAnsi="Times New Roman" w:cs="Times New Roman"/>
          <w:sz w:val="24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</w:rPr>
        <w:t>місцевесамоврядування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», статей 12,  118, 121 та 123 Земельного кодексу </w:t>
      </w:r>
      <w:proofErr w:type="spellStart"/>
      <w:r>
        <w:rPr>
          <w:rFonts w:ascii="Times New Roman" w:eastAsia="Calibri" w:hAnsi="Times New Roman" w:cs="Times New Roman"/>
          <w:sz w:val="24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>
        <w:rPr>
          <w:rFonts w:ascii="Times New Roman" w:eastAsia="Calibri" w:hAnsi="Times New Roman" w:cs="Times New Roman"/>
          <w:sz w:val="24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»,  </w:t>
      </w:r>
      <w:proofErr w:type="spellStart"/>
      <w:r>
        <w:rPr>
          <w:rFonts w:ascii="Times New Roman" w:eastAsia="Calibri" w:hAnsi="Times New Roman" w:cs="Times New Roman"/>
          <w:sz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Синявської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І.К., </w:t>
      </w:r>
      <w:proofErr w:type="spellStart"/>
      <w:r>
        <w:rPr>
          <w:rFonts w:ascii="Times New Roman" w:eastAsia="Calibri" w:hAnsi="Times New Roman" w:cs="Times New Roman"/>
          <w:sz w:val="24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рада </w:t>
      </w:r>
    </w:p>
    <w:p w:rsidR="00032401" w:rsidRPr="00913739" w:rsidRDefault="00032401" w:rsidP="0003240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ВИРІШИЛА:</w:t>
      </w:r>
    </w:p>
    <w:p w:rsidR="00032401" w:rsidRDefault="00032401" w:rsidP="0003240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</w:rPr>
        <w:t xml:space="preserve">       1. </w:t>
      </w:r>
      <w:proofErr w:type="spellStart"/>
      <w:r>
        <w:rPr>
          <w:rFonts w:ascii="Times New Roman" w:eastAsia="Calibri" w:hAnsi="Times New Roman" w:cs="Times New Roman"/>
          <w:sz w:val="24"/>
        </w:rPr>
        <w:t>Надати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</w:rPr>
        <w:t>Синявській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Ірині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Костянтинівні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,  яка  </w:t>
      </w:r>
      <w:proofErr w:type="spellStart"/>
      <w:r>
        <w:rPr>
          <w:rFonts w:ascii="Times New Roman" w:eastAsia="Calibri" w:hAnsi="Times New Roman" w:cs="Times New Roman"/>
          <w:sz w:val="24"/>
        </w:rPr>
        <w:t>зареєстрована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B85DFB">
        <w:rPr>
          <w:rFonts w:ascii="Times New Roman" w:eastAsia="Calibri" w:hAnsi="Times New Roman" w:cs="Times New Roman"/>
          <w:sz w:val="24"/>
          <w:lang w:val="en-US"/>
        </w:rPr>
        <w:t>____________</w:t>
      </w:r>
      <w:r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</w:rPr>
        <w:t>дозвіл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sz w:val="24"/>
        </w:rPr>
        <w:t>розробку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проекту </w:t>
      </w:r>
      <w:proofErr w:type="spellStart"/>
      <w:r>
        <w:rPr>
          <w:rFonts w:ascii="Times New Roman" w:eastAsia="Calibri" w:hAnsi="Times New Roman" w:cs="Times New Roman"/>
          <w:sz w:val="24"/>
        </w:rPr>
        <w:t>із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>
        <w:rPr>
          <w:rFonts w:ascii="Times New Roman" w:eastAsia="Calibri" w:hAnsi="Times New Roman" w:cs="Times New Roman"/>
          <w:sz w:val="24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її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2,0000 га, для </w:t>
      </w:r>
      <w:proofErr w:type="spellStart"/>
      <w:r>
        <w:rPr>
          <w:rFonts w:ascii="Times New Roman" w:eastAsia="Calibri" w:hAnsi="Times New Roman" w:cs="Times New Roman"/>
          <w:sz w:val="24"/>
        </w:rPr>
        <w:t>ведення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особистого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селянського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господарства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, яка </w:t>
      </w:r>
      <w:proofErr w:type="spellStart"/>
      <w:r>
        <w:rPr>
          <w:rFonts w:ascii="Times New Roman" w:eastAsia="Calibri" w:hAnsi="Times New Roman" w:cs="Times New Roman"/>
          <w:sz w:val="24"/>
        </w:rPr>
        <w:t>розташована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sz w:val="24"/>
        </w:rPr>
        <w:t>території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ради, за межами </w:t>
      </w:r>
      <w:proofErr w:type="spellStart"/>
      <w:r>
        <w:rPr>
          <w:rFonts w:ascii="Times New Roman" w:eastAsia="Calibri" w:hAnsi="Times New Roman" w:cs="Times New Roman"/>
          <w:sz w:val="24"/>
        </w:rPr>
        <w:t>населеного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пункту  </w:t>
      </w:r>
      <w:proofErr w:type="spellStart"/>
      <w:r>
        <w:rPr>
          <w:rFonts w:ascii="Times New Roman" w:eastAsia="Calibri" w:hAnsi="Times New Roman" w:cs="Times New Roman"/>
          <w:sz w:val="24"/>
        </w:rPr>
        <w:t>с</w:t>
      </w:r>
      <w:proofErr w:type="gramStart"/>
      <w:r>
        <w:rPr>
          <w:rFonts w:ascii="Times New Roman" w:eastAsia="Calibri" w:hAnsi="Times New Roman" w:cs="Times New Roman"/>
          <w:sz w:val="24"/>
        </w:rPr>
        <w:t>.П</w:t>
      </w:r>
      <w:proofErr w:type="gramEnd"/>
      <w:r>
        <w:rPr>
          <w:rFonts w:ascii="Times New Roman" w:eastAsia="Calibri" w:hAnsi="Times New Roman" w:cs="Times New Roman"/>
          <w:sz w:val="24"/>
        </w:rPr>
        <w:t>отереба</w:t>
      </w:r>
      <w:proofErr w:type="spellEnd"/>
      <w:r>
        <w:rPr>
          <w:rFonts w:ascii="Times New Roman" w:eastAsia="Calibri" w:hAnsi="Times New Roman" w:cs="Times New Roman"/>
          <w:sz w:val="24"/>
        </w:rPr>
        <w:t>.</w:t>
      </w:r>
    </w:p>
    <w:p w:rsidR="00032401" w:rsidRDefault="00032401" w:rsidP="0003240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</w:rPr>
        <w:t>Синявській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І.К., </w:t>
      </w:r>
      <w:proofErr w:type="spellStart"/>
      <w:r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проект </w:t>
      </w:r>
      <w:proofErr w:type="spellStart"/>
      <w:r>
        <w:rPr>
          <w:rFonts w:ascii="Times New Roman" w:eastAsia="Calibri" w:hAnsi="Times New Roman" w:cs="Times New Roman"/>
          <w:sz w:val="24"/>
        </w:rPr>
        <w:t>землеустро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>ющодовідведенняземельноїділянки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>
        <w:rPr>
          <w:rFonts w:ascii="Times New Roman" w:eastAsia="Calibri" w:hAnsi="Times New Roman" w:cs="Times New Roman"/>
          <w:sz w:val="24"/>
        </w:rPr>
        <w:t>передачіїї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та подати на </w:t>
      </w:r>
      <w:proofErr w:type="spellStart"/>
      <w:r>
        <w:rPr>
          <w:rFonts w:ascii="Times New Roman" w:eastAsia="Calibri" w:hAnsi="Times New Roman" w:cs="Times New Roman"/>
          <w:sz w:val="24"/>
        </w:rPr>
        <w:t>розглядсесіїсільської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</w:rPr>
        <w:t>ради</w:t>
      </w:r>
      <w:proofErr w:type="gramEnd"/>
      <w:r>
        <w:rPr>
          <w:rFonts w:ascii="Times New Roman" w:eastAsia="Calibri" w:hAnsi="Times New Roman" w:cs="Times New Roman"/>
          <w:sz w:val="24"/>
        </w:rPr>
        <w:t>.</w:t>
      </w:r>
    </w:p>
    <w:p w:rsidR="00032401" w:rsidRDefault="00032401" w:rsidP="0003240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3. Даний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дозвіл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дійсний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протязі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року з дня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прийняття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даного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р</w:t>
      </w:r>
      <w:proofErr w:type="gramEnd"/>
      <w:r>
        <w:rPr>
          <w:rFonts w:ascii="Times New Roman" w:eastAsia="Calibri" w:hAnsi="Times New Roman" w:cs="Times New Roman"/>
          <w:color w:val="000000"/>
          <w:sz w:val="24"/>
          <w:szCs w:val="24"/>
        </w:rPr>
        <w:t>ішення</w:t>
      </w:r>
      <w:proofErr w:type="spellEnd"/>
    </w:p>
    <w:p w:rsidR="00032401" w:rsidRDefault="00032401" w:rsidP="0003240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032401" w:rsidRDefault="00032401" w:rsidP="0003240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032401" w:rsidRPr="00032401" w:rsidRDefault="00032401" w:rsidP="0003240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en-US"/>
        </w:rPr>
      </w:pPr>
    </w:p>
    <w:p w:rsidR="00651776" w:rsidRPr="00032401" w:rsidRDefault="00032401" w:rsidP="00032401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651776" w:rsidRPr="00032401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31F4" w:rsidRDefault="007431F4">
      <w:pPr>
        <w:spacing w:after="0" w:line="240" w:lineRule="auto"/>
      </w:pPr>
      <w:r>
        <w:separator/>
      </w:r>
    </w:p>
  </w:endnote>
  <w:endnote w:type="continuationSeparator" w:id="0">
    <w:p w:rsidR="007431F4" w:rsidRDefault="007431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31F4" w:rsidRDefault="007431F4">
      <w:pPr>
        <w:spacing w:after="0" w:line="240" w:lineRule="auto"/>
      </w:pPr>
      <w:r>
        <w:separator/>
      </w:r>
    </w:p>
  </w:footnote>
  <w:footnote w:type="continuationSeparator" w:id="0">
    <w:p w:rsidR="007431F4" w:rsidRDefault="007431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401"/>
    <w:rsid w:val="00032401"/>
    <w:rsid w:val="00651776"/>
    <w:rsid w:val="007431F4"/>
    <w:rsid w:val="00B85DFB"/>
    <w:rsid w:val="00E73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401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032401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032401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032401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401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032401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032401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032401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2021-02-01T07:19:00Z</dcterms:created>
  <dcterms:modified xsi:type="dcterms:W3CDTF">2021-02-01T07:53:00Z</dcterms:modified>
</cp:coreProperties>
</file>