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069" w:rsidRDefault="00036069" w:rsidP="0003606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6069" w:rsidRDefault="00036069" w:rsidP="00036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6069" w:rsidRDefault="00036069" w:rsidP="00036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6069" w:rsidRDefault="00036069" w:rsidP="00036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6069" w:rsidRDefault="00036069" w:rsidP="00036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6069" w:rsidRDefault="00036069" w:rsidP="00036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6069" w:rsidRDefault="00036069" w:rsidP="00036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6069" w:rsidRDefault="00036069" w:rsidP="00036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6069" w:rsidRDefault="00036069" w:rsidP="00036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6069" w:rsidRDefault="00036069" w:rsidP="00036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6069" w:rsidRDefault="00036069" w:rsidP="00036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6069" w:rsidRDefault="00036069" w:rsidP="00036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6069" w:rsidRDefault="00036069" w:rsidP="00036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6069" w:rsidRDefault="00036069" w:rsidP="00036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6069" w:rsidRDefault="00036069" w:rsidP="00036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6069" w:rsidRDefault="00036069" w:rsidP="00036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6069" w:rsidRDefault="00036069" w:rsidP="00036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6069" w:rsidRDefault="00036069" w:rsidP="00036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6069" w:rsidRDefault="00036069" w:rsidP="00036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6069" w:rsidRDefault="00036069" w:rsidP="00036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36069" w:rsidRDefault="00036069" w:rsidP="00036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6069" w:rsidRDefault="00036069" w:rsidP="00036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6069" w:rsidRDefault="00036069" w:rsidP="00036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6069" w:rsidRDefault="00036069" w:rsidP="00036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6069" w:rsidRDefault="00036069" w:rsidP="00036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6069" w:rsidRDefault="00036069" w:rsidP="00036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6069" w:rsidRDefault="00036069" w:rsidP="00036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6069" w:rsidRDefault="00036069" w:rsidP="00036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6069" w:rsidRDefault="00036069" w:rsidP="00036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6069" w:rsidRDefault="00036069" w:rsidP="00036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36069" w:rsidRDefault="00036069" w:rsidP="00036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36069" w:rsidRDefault="00036069" w:rsidP="00036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36069" w:rsidRDefault="00036069" w:rsidP="00036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36069" w:rsidRDefault="00036069" w:rsidP="00036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36069" w:rsidRDefault="00036069" w:rsidP="00036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36069" w:rsidRDefault="00036069" w:rsidP="00036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36069" w:rsidRDefault="00036069" w:rsidP="00036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36069" w:rsidRDefault="00036069" w:rsidP="00036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36069" w:rsidRDefault="00036069" w:rsidP="00036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36069" w:rsidRDefault="00036069" w:rsidP="00036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36069" w:rsidRDefault="00036069" w:rsidP="00036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36069" w:rsidRDefault="00036069" w:rsidP="00036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36069" w:rsidRDefault="00036069" w:rsidP="00036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36069" w:rsidRDefault="00036069" w:rsidP="00036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36069" w:rsidRDefault="00036069" w:rsidP="00036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36069" w:rsidRDefault="00036069" w:rsidP="00036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36069" w:rsidRDefault="00036069" w:rsidP="00036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36069" w:rsidRDefault="00036069" w:rsidP="00036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36069" w:rsidRDefault="00036069" w:rsidP="00036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36069" w:rsidRDefault="00036069" w:rsidP="00036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36069" w:rsidRDefault="00036069" w:rsidP="00036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36069" w:rsidRDefault="00036069" w:rsidP="00036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36069" w:rsidRDefault="00036069" w:rsidP="00036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36069" w:rsidRDefault="00036069" w:rsidP="00036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36069" w:rsidRDefault="00036069" w:rsidP="00036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36069" w:rsidRDefault="00036069" w:rsidP="00036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36069" w:rsidRDefault="00036069" w:rsidP="00036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36069" w:rsidRDefault="00036069" w:rsidP="00036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36069" w:rsidRDefault="00036069" w:rsidP="00036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36069" w:rsidRDefault="00036069" w:rsidP="00036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36069" w:rsidRDefault="00036069" w:rsidP="00036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36069" w:rsidRDefault="00036069" w:rsidP="000360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36069" w:rsidRDefault="00036069" w:rsidP="000360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36069" w:rsidRDefault="00036069" w:rsidP="000360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36069" w:rsidRDefault="00036069" w:rsidP="000360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36069" w:rsidRDefault="00036069" w:rsidP="000360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36069" w:rsidRDefault="00036069" w:rsidP="0003606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36069" w:rsidRDefault="00036069" w:rsidP="000360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36069" w:rsidRDefault="00036069" w:rsidP="000360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36069" w:rsidRDefault="00036069" w:rsidP="000360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36069" w:rsidRDefault="00036069" w:rsidP="000360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36069" w:rsidRDefault="00036069" w:rsidP="000360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36069" w:rsidRDefault="00036069" w:rsidP="000360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36069" w:rsidRDefault="00036069" w:rsidP="0003606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36069" w:rsidRDefault="00036069" w:rsidP="0003606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№67</w:t>
      </w:r>
    </w:p>
    <w:p w:rsidR="00036069" w:rsidRPr="0045556F" w:rsidRDefault="00036069" w:rsidP="00036069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36069" w:rsidRPr="0045556F" w:rsidRDefault="00036069" w:rsidP="00036069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45556F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45556F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45556F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45556F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45556F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45556F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45556F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036069" w:rsidRPr="0045556F" w:rsidRDefault="00036069" w:rsidP="000360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45556F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45556F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45556F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45556F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45556F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45556F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45556F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45556F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036069" w:rsidRPr="0045556F" w:rsidRDefault="00036069" w:rsidP="000360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45556F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45556F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45556F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45556F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45556F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036069" w:rsidRPr="0045556F" w:rsidRDefault="00036069" w:rsidP="000360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45556F">
        <w:rPr>
          <w:rFonts w:ascii="Times New Roman" w:eastAsia="Calibri" w:hAnsi="Times New Roman" w:cs="Times New Roman"/>
          <w:b/>
          <w:sz w:val="24"/>
          <w:lang w:eastAsia="en-US"/>
        </w:rPr>
        <w:t>Коробка В.І.</w:t>
      </w:r>
    </w:p>
    <w:p w:rsidR="00036069" w:rsidRPr="0045556F" w:rsidRDefault="00036069" w:rsidP="000360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036069" w:rsidRPr="0045556F" w:rsidRDefault="00036069" w:rsidP="000360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</w:t>
      </w:r>
      <w:proofErr w:type="spellStart"/>
      <w:proofErr w:type="gramStart"/>
      <w:r w:rsidRPr="0045556F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45556F">
        <w:rPr>
          <w:rFonts w:ascii="Times New Roman" w:eastAsia="Calibri" w:hAnsi="Times New Roman" w:cs="Times New Roman"/>
          <w:sz w:val="24"/>
          <w:lang w:val="ru-RU" w:eastAsia="en-US"/>
        </w:rPr>
        <w:t xml:space="preserve"> до пункту 34 </w:t>
      </w:r>
      <w:proofErr w:type="spellStart"/>
      <w:r w:rsidRPr="0045556F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45556F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45556F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45556F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45556F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45556F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45556F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45556F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45556F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45556F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45556F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45556F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45556F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45556F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12,118, 121 Земельного кодексу </w:t>
      </w:r>
      <w:proofErr w:type="spellStart"/>
      <w:r w:rsidRPr="0045556F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45556F">
        <w:rPr>
          <w:rFonts w:ascii="Times New Roman" w:eastAsia="Calibri" w:hAnsi="Times New Roman" w:cs="Times New Roman"/>
          <w:sz w:val="24"/>
          <w:lang w:val="ru-RU" w:eastAsia="en-US"/>
        </w:rPr>
        <w:t xml:space="preserve">, статей 316, 317, 321 </w:t>
      </w:r>
      <w:proofErr w:type="spellStart"/>
      <w:r w:rsidRPr="0045556F">
        <w:rPr>
          <w:rFonts w:ascii="Times New Roman" w:eastAsia="Calibri" w:hAnsi="Times New Roman" w:cs="Times New Roman"/>
          <w:sz w:val="24"/>
          <w:lang w:val="ru-RU" w:eastAsia="en-US"/>
        </w:rPr>
        <w:t>Цивільного</w:t>
      </w:r>
      <w:proofErr w:type="spellEnd"/>
      <w:r w:rsidRPr="0045556F">
        <w:rPr>
          <w:rFonts w:ascii="Times New Roman" w:eastAsia="Calibri" w:hAnsi="Times New Roman" w:cs="Times New Roman"/>
          <w:sz w:val="24"/>
          <w:lang w:val="ru-RU" w:eastAsia="en-US"/>
        </w:rPr>
        <w:t xml:space="preserve"> кодексу </w:t>
      </w:r>
      <w:proofErr w:type="spellStart"/>
      <w:r w:rsidRPr="0045556F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45556F">
        <w:rPr>
          <w:rFonts w:ascii="Times New Roman" w:eastAsia="Calibri" w:hAnsi="Times New Roman" w:cs="Times New Roman"/>
          <w:sz w:val="24"/>
          <w:lang w:val="ru-RU" w:eastAsia="en-US"/>
        </w:rPr>
        <w:t xml:space="preserve">,  Закону </w:t>
      </w:r>
      <w:proofErr w:type="spellStart"/>
      <w:r w:rsidRPr="0045556F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45556F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45556F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45556F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45556F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45556F"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 w:rsidRPr="0045556F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 w:rsidRPr="0045556F">
        <w:rPr>
          <w:rFonts w:ascii="Times New Roman" w:eastAsia="Calibri" w:hAnsi="Times New Roman" w:cs="Times New Roman"/>
          <w:sz w:val="24"/>
          <w:lang w:val="ru-RU" w:eastAsia="en-US"/>
        </w:rPr>
        <w:t xml:space="preserve">  Коробка В.І.,  </w:t>
      </w:r>
      <w:proofErr w:type="spellStart"/>
      <w:r w:rsidRPr="0045556F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45556F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  <w:proofErr w:type="gramEnd"/>
    </w:p>
    <w:p w:rsidR="00036069" w:rsidRPr="00DC3C37" w:rsidRDefault="00036069" w:rsidP="000360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45556F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036069" w:rsidRPr="0045556F" w:rsidRDefault="00036069" w:rsidP="000360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45556F">
        <w:rPr>
          <w:rFonts w:ascii="Times New Roman" w:eastAsia="Calibri" w:hAnsi="Times New Roman" w:cs="Times New Roman"/>
          <w:sz w:val="24"/>
          <w:lang w:eastAsia="en-US"/>
        </w:rPr>
        <w:t xml:space="preserve">       1. Відмовити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45556F">
        <w:rPr>
          <w:rFonts w:ascii="Times New Roman" w:eastAsia="Calibri" w:hAnsi="Times New Roman" w:cs="Times New Roman"/>
          <w:sz w:val="24"/>
          <w:lang w:eastAsia="en-US"/>
        </w:rPr>
        <w:t xml:space="preserve">Коробка Віталію Ігоровичу, який  зареєстрований за </w:t>
      </w:r>
      <w:proofErr w:type="spellStart"/>
      <w:r w:rsidRPr="0045556F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45556F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DE0815">
        <w:rPr>
          <w:rFonts w:ascii="Times New Roman" w:eastAsia="Calibri" w:hAnsi="Times New Roman" w:cs="Times New Roman"/>
          <w:sz w:val="24"/>
          <w:lang w:val="ru-RU" w:eastAsia="en-US"/>
        </w:rPr>
        <w:t>______________</w:t>
      </w:r>
      <w:bookmarkStart w:id="0" w:name="_GoBack"/>
      <w:bookmarkEnd w:id="0"/>
      <w:r w:rsidRPr="0045556F">
        <w:rPr>
          <w:rFonts w:ascii="Times New Roman" w:eastAsia="Calibri" w:hAnsi="Times New Roman" w:cs="Times New Roman"/>
          <w:sz w:val="24"/>
          <w:lang w:eastAsia="en-US"/>
        </w:rPr>
        <w:t xml:space="preserve">, у наданні дозволу на розробку </w:t>
      </w:r>
      <w:proofErr w:type="spellStart"/>
      <w:r w:rsidRPr="0045556F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45556F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0,1200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45556F">
        <w:rPr>
          <w:rFonts w:ascii="Times New Roman" w:eastAsia="Calibri" w:hAnsi="Times New Roman" w:cs="Times New Roman"/>
          <w:sz w:val="24"/>
          <w:lang w:eastAsia="en-US"/>
        </w:rPr>
        <w:t xml:space="preserve">га, для </w:t>
      </w:r>
      <w:r w:rsidRPr="0045556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ведення </w:t>
      </w:r>
      <w:proofErr w:type="spellStart"/>
      <w:r w:rsidRPr="0045556F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r w:rsidRPr="0045556F">
        <w:rPr>
          <w:rFonts w:ascii="Times New Roman" w:eastAsia="Calibri" w:hAnsi="Times New Roman" w:cs="Times New Roman"/>
          <w:sz w:val="24"/>
          <w:lang w:eastAsia="en-US"/>
        </w:rPr>
        <w:t>селянського</w:t>
      </w:r>
      <w:proofErr w:type="spellEnd"/>
      <w:r w:rsidRPr="0045556F">
        <w:rPr>
          <w:rFonts w:ascii="Times New Roman" w:eastAsia="Calibri" w:hAnsi="Times New Roman" w:cs="Times New Roman"/>
          <w:sz w:val="24"/>
          <w:lang w:eastAsia="en-US"/>
        </w:rPr>
        <w:t xml:space="preserve">  господарства,  яка розташована в </w:t>
      </w:r>
      <w:proofErr w:type="spellStart"/>
      <w:r w:rsidRPr="0045556F">
        <w:rPr>
          <w:rFonts w:ascii="Times New Roman" w:eastAsia="Calibri" w:hAnsi="Times New Roman" w:cs="Times New Roman"/>
          <w:sz w:val="24"/>
          <w:lang w:eastAsia="en-US"/>
        </w:rPr>
        <w:t>с.Стригани</w:t>
      </w:r>
      <w:proofErr w:type="spellEnd"/>
      <w:r w:rsidRPr="0045556F">
        <w:rPr>
          <w:rFonts w:ascii="Times New Roman" w:eastAsia="Calibri" w:hAnsi="Times New Roman" w:cs="Times New Roman"/>
          <w:sz w:val="24"/>
          <w:lang w:eastAsia="en-US"/>
        </w:rPr>
        <w:t xml:space="preserve">, так як бажана земельна  ділянка  передана в приватну власність </w:t>
      </w:r>
      <w:proofErr w:type="spellStart"/>
      <w:r w:rsidRPr="0045556F">
        <w:rPr>
          <w:rFonts w:ascii="Times New Roman" w:eastAsia="Calibri" w:hAnsi="Times New Roman" w:cs="Times New Roman"/>
          <w:sz w:val="24"/>
          <w:lang w:eastAsia="en-US"/>
        </w:rPr>
        <w:t>Клімчуку</w:t>
      </w:r>
      <w:proofErr w:type="spellEnd"/>
      <w:r w:rsidRPr="0045556F">
        <w:rPr>
          <w:rFonts w:ascii="Times New Roman" w:eastAsia="Calibri" w:hAnsi="Times New Roman" w:cs="Times New Roman"/>
          <w:sz w:val="24"/>
          <w:lang w:eastAsia="en-US"/>
        </w:rPr>
        <w:t xml:space="preserve"> В.Я. жителю  села </w:t>
      </w:r>
      <w:proofErr w:type="spellStart"/>
      <w:r w:rsidRPr="0045556F">
        <w:rPr>
          <w:rFonts w:ascii="Times New Roman" w:eastAsia="Calibri" w:hAnsi="Times New Roman" w:cs="Times New Roman"/>
          <w:sz w:val="24"/>
          <w:lang w:eastAsia="en-US"/>
        </w:rPr>
        <w:t>Стригани</w:t>
      </w:r>
      <w:proofErr w:type="spellEnd"/>
      <w:r w:rsidRPr="0045556F">
        <w:rPr>
          <w:rFonts w:ascii="Times New Roman" w:eastAsia="Calibri" w:hAnsi="Times New Roman" w:cs="Times New Roman"/>
          <w:sz w:val="24"/>
          <w:lang w:eastAsia="en-US"/>
        </w:rPr>
        <w:t xml:space="preserve">, на підставі Декретного рішення  №4   від  24 січня 1996 року. </w:t>
      </w:r>
    </w:p>
    <w:p w:rsidR="00036069" w:rsidRPr="0045556F" w:rsidRDefault="00036069" w:rsidP="0003606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5556F">
        <w:rPr>
          <w:rFonts w:ascii="Times New Roman" w:eastAsia="Arial Unicode MS" w:hAnsi="Times New Roman" w:cs="Times New Roman"/>
          <w:sz w:val="24"/>
          <w:szCs w:val="24"/>
        </w:rPr>
        <w:t xml:space="preserve">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36069" w:rsidRPr="0045556F" w:rsidRDefault="00036069" w:rsidP="000360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36069" w:rsidRPr="0045556F" w:rsidRDefault="00036069" w:rsidP="000360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36069" w:rsidRPr="0045556F" w:rsidRDefault="00036069" w:rsidP="00036069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36069" w:rsidRPr="0045556F" w:rsidRDefault="00036069" w:rsidP="00036069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B2493" w:rsidRPr="00036069" w:rsidRDefault="00036069" w:rsidP="0003606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45556F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8B2493" w:rsidRPr="0003606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069"/>
    <w:rsid w:val="00036069"/>
    <w:rsid w:val="008B2493"/>
    <w:rsid w:val="00DE0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06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03606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3606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036069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06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03606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3606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036069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230</Words>
  <Characters>1314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2021-07-07T06:42:00Z</dcterms:created>
  <dcterms:modified xsi:type="dcterms:W3CDTF">2021-07-07T08:29:00Z</dcterms:modified>
</cp:coreProperties>
</file>